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E312D" w14:textId="77777777" w:rsidR="00C30D59" w:rsidRPr="00E75412" w:rsidRDefault="00C30D59" w:rsidP="00790973">
      <w:pPr>
        <w:pStyle w:val="Nzev"/>
        <w:rPr>
          <w:color w:val="auto"/>
          <w:sz w:val="36"/>
          <w:szCs w:val="36"/>
        </w:rPr>
      </w:pPr>
      <w:r w:rsidRPr="00E75412">
        <w:rPr>
          <w:color w:val="auto"/>
          <w:sz w:val="36"/>
          <w:szCs w:val="36"/>
        </w:rPr>
        <w:t xml:space="preserve">SMLOUVA O DÍLO </w:t>
      </w:r>
    </w:p>
    <w:p w14:paraId="04A763F0" w14:textId="5F516B00" w:rsidR="007A4D7E" w:rsidRDefault="00C30D59" w:rsidP="009977C2">
      <w:pPr>
        <w:pStyle w:val="Nzev"/>
        <w:spacing w:after="120"/>
        <w:contextualSpacing w:val="0"/>
        <w:rPr>
          <w:color w:val="auto"/>
          <w:sz w:val="24"/>
          <w:szCs w:val="24"/>
        </w:rPr>
      </w:pPr>
      <w:r w:rsidRPr="00E75412">
        <w:rPr>
          <w:color w:val="auto"/>
          <w:sz w:val="24"/>
          <w:szCs w:val="24"/>
        </w:rPr>
        <w:t xml:space="preserve">č. Objednatele </w:t>
      </w:r>
      <w:r w:rsidR="009C4ED7" w:rsidRPr="00E75412">
        <w:rPr>
          <w:color w:val="auto"/>
          <w:sz w:val="20"/>
          <w:szCs w:val="20"/>
        </w:rPr>
        <w:t>[bude doplněno]</w:t>
      </w:r>
      <w:r w:rsidR="007A4D7E">
        <w:rPr>
          <w:color w:val="auto"/>
          <w:sz w:val="20"/>
          <w:szCs w:val="20"/>
        </w:rPr>
        <w:t xml:space="preserve"> </w:t>
      </w:r>
    </w:p>
    <w:p w14:paraId="470CC2E1" w14:textId="205E5E39" w:rsidR="007A4D7E" w:rsidRPr="00E75412" w:rsidRDefault="007A4D7E" w:rsidP="007A4D7E">
      <w:pPr>
        <w:pStyle w:val="Nzev"/>
        <w:contextualSpacing w:val="0"/>
        <w:rPr>
          <w:color w:val="auto"/>
          <w:sz w:val="20"/>
          <w:szCs w:val="20"/>
        </w:rPr>
      </w:pPr>
      <w:r>
        <w:rPr>
          <w:color w:val="auto"/>
          <w:sz w:val="24"/>
          <w:szCs w:val="24"/>
        </w:rPr>
        <w:t xml:space="preserve">č. </w:t>
      </w:r>
      <w:r w:rsidR="009977C2">
        <w:rPr>
          <w:color w:val="auto"/>
          <w:sz w:val="24"/>
          <w:szCs w:val="24"/>
        </w:rPr>
        <w:t>Zhotovitele</w:t>
      </w:r>
      <w:r w:rsidRPr="00E75412">
        <w:rPr>
          <w:color w:val="auto"/>
          <w:sz w:val="24"/>
          <w:szCs w:val="24"/>
        </w:rPr>
        <w:t xml:space="preserve"> </w:t>
      </w:r>
      <w:r w:rsidRPr="00E75412">
        <w:rPr>
          <w:color w:val="auto"/>
          <w:sz w:val="20"/>
          <w:szCs w:val="20"/>
        </w:rPr>
        <w:t>[bude doplněno]</w:t>
      </w:r>
    </w:p>
    <w:p w14:paraId="2286A3C7" w14:textId="77777777" w:rsidR="00516C22" w:rsidRPr="004157B4" w:rsidRDefault="001938A7" w:rsidP="004157B4">
      <w:pPr>
        <w:pStyle w:val="lnek"/>
        <w:numPr>
          <w:ilvl w:val="0"/>
          <w:numId w:val="0"/>
        </w:numPr>
        <w:spacing w:before="240"/>
        <w:ind w:left="17"/>
        <w:jc w:val="both"/>
        <w:rPr>
          <w:sz w:val="28"/>
          <w:szCs w:val="28"/>
        </w:rPr>
      </w:pPr>
      <w:r w:rsidRPr="004157B4">
        <w:rPr>
          <w:rFonts w:cs="Arial"/>
          <w:sz w:val="28"/>
          <w:szCs w:val="28"/>
        </w:rPr>
        <w:t>Rekonstrukce stáčecího kanálu železničních cisteren, sklad Šlapanov</w:t>
      </w:r>
      <w:r w:rsidRPr="004157B4">
        <w:rPr>
          <w:sz w:val="28"/>
          <w:szCs w:val="28"/>
        </w:rPr>
        <w:t xml:space="preserve"> </w:t>
      </w:r>
    </w:p>
    <w:p w14:paraId="56DEC945" w14:textId="77777777" w:rsidR="001D5C40" w:rsidRPr="00C30D59" w:rsidRDefault="001D5C40" w:rsidP="007F0F58">
      <w:pPr>
        <w:pStyle w:val="lnek"/>
        <w:spacing w:before="360"/>
        <w:ind w:left="17"/>
      </w:pPr>
      <w:r w:rsidRPr="00280022">
        <w:t>Smluvní</w:t>
      </w:r>
      <w:r w:rsidRPr="00C30D59">
        <w:t xml:space="preserve"> strany</w:t>
      </w:r>
    </w:p>
    <w:p w14:paraId="505B73D3" w14:textId="77777777" w:rsidR="00C30D59" w:rsidRDefault="00C30D59" w:rsidP="00EB4A48">
      <w:pPr>
        <w:pStyle w:val="Odstavec2"/>
        <w:tabs>
          <w:tab w:val="clear" w:pos="4058"/>
        </w:tabs>
        <w:ind w:left="567"/>
      </w:pPr>
      <w:r>
        <w:t>Objednatel:</w:t>
      </w:r>
      <w:r>
        <w:tab/>
      </w:r>
      <w:r>
        <w:tab/>
      </w:r>
      <w:r>
        <w:tab/>
      </w:r>
      <w:r w:rsidRPr="00C30D59">
        <w:rPr>
          <w:b/>
        </w:rPr>
        <w:t>ČEPRO, a.s.</w:t>
      </w:r>
    </w:p>
    <w:p w14:paraId="5F773586" w14:textId="77777777" w:rsidR="00C30D59" w:rsidRDefault="00C30D59" w:rsidP="00C30D59">
      <w:pPr>
        <w:ind w:left="283" w:firstLine="284"/>
      </w:pPr>
      <w:r>
        <w:t>se sídlem:</w:t>
      </w:r>
      <w:r>
        <w:tab/>
      </w:r>
      <w:r>
        <w:tab/>
      </w:r>
      <w:r>
        <w:tab/>
        <w:t>Praha 7, Dělnická 213</w:t>
      </w:r>
      <w:r w:rsidR="00E713AD">
        <w:t>/12</w:t>
      </w:r>
      <w:r>
        <w:t xml:space="preserve">, </w:t>
      </w:r>
      <w:r w:rsidR="00E713AD">
        <w:t xml:space="preserve">Holešovice, </w:t>
      </w:r>
      <w:r>
        <w:t>PSČ 170 0</w:t>
      </w:r>
      <w:r w:rsidR="00E713AD">
        <w:t>0</w:t>
      </w:r>
    </w:p>
    <w:p w14:paraId="7B4D47A4" w14:textId="77777777" w:rsidR="00BA29AB" w:rsidRDefault="00BA29AB" w:rsidP="00BA29AB">
      <w:pPr>
        <w:ind w:left="283" w:firstLine="284"/>
        <w:rPr>
          <w:rFonts w:cs="Arial"/>
        </w:rPr>
      </w:pPr>
      <w:r>
        <w:rPr>
          <w:rFonts w:cs="Arial"/>
        </w:rPr>
        <w:t>spisová značka</w:t>
      </w:r>
      <w:r w:rsidRPr="009C078A">
        <w:rPr>
          <w:rFonts w:cs="Arial"/>
        </w:rPr>
        <w:t>:</w:t>
      </w:r>
      <w:r w:rsidRPr="009C078A">
        <w:rPr>
          <w:rFonts w:cs="Arial"/>
        </w:rPr>
        <w:tab/>
      </w:r>
      <w:r>
        <w:rPr>
          <w:rFonts w:cs="Arial"/>
        </w:rPr>
        <w:t xml:space="preserve">B 2341 vedená </w:t>
      </w:r>
      <w:r w:rsidRPr="009C078A">
        <w:rPr>
          <w:rFonts w:cs="Arial"/>
        </w:rPr>
        <w:t>Městsk</w:t>
      </w:r>
      <w:r>
        <w:rPr>
          <w:rFonts w:cs="Arial"/>
        </w:rPr>
        <w:t>ým</w:t>
      </w:r>
      <w:r w:rsidRPr="009C078A">
        <w:rPr>
          <w:rFonts w:cs="Arial"/>
        </w:rPr>
        <w:t xml:space="preserve"> soud</w:t>
      </w:r>
      <w:r>
        <w:rPr>
          <w:rFonts w:cs="Arial"/>
        </w:rPr>
        <w:t>em</w:t>
      </w:r>
      <w:r w:rsidRPr="009C078A">
        <w:rPr>
          <w:rFonts w:cs="Arial"/>
        </w:rPr>
        <w:t xml:space="preserve"> v Praze, </w:t>
      </w:r>
    </w:p>
    <w:p w14:paraId="5EC26958" w14:textId="77777777" w:rsidR="00C30D59" w:rsidRDefault="00C30D59" w:rsidP="00C30D59">
      <w:pPr>
        <w:ind w:left="283" w:firstLine="284"/>
      </w:pPr>
      <w:r>
        <w:t>bankovní spojení:</w:t>
      </w:r>
      <w:r>
        <w:tab/>
        <w:t>Komerční banka a.s.</w:t>
      </w:r>
    </w:p>
    <w:p w14:paraId="63503E17" w14:textId="77777777" w:rsidR="00C30D59" w:rsidRDefault="00C30D59" w:rsidP="00C30D59">
      <w:pPr>
        <w:ind w:left="283" w:firstLine="284"/>
      </w:pPr>
      <w:r>
        <w:t>č.</w:t>
      </w:r>
      <w:r w:rsidR="001325A7">
        <w:t xml:space="preserve"> </w:t>
      </w:r>
      <w:r>
        <w:t>účtu:</w:t>
      </w:r>
      <w:r>
        <w:tab/>
      </w:r>
      <w:r>
        <w:tab/>
      </w:r>
      <w:r>
        <w:tab/>
      </w:r>
      <w:r>
        <w:tab/>
        <w:t>11 902931/0100</w:t>
      </w:r>
    </w:p>
    <w:p w14:paraId="186AF27E" w14:textId="77777777" w:rsidR="00C30D59" w:rsidRDefault="00C30D59" w:rsidP="00C30D59">
      <w:pPr>
        <w:ind w:left="283" w:firstLine="284"/>
      </w:pPr>
      <w:r>
        <w:t>IČ</w:t>
      </w:r>
      <w:r w:rsidR="00E713AD">
        <w:t>O</w:t>
      </w:r>
      <w:r>
        <w:t>:</w:t>
      </w:r>
      <w:r>
        <w:tab/>
      </w:r>
      <w:r>
        <w:tab/>
      </w:r>
      <w:r>
        <w:tab/>
      </w:r>
      <w:r>
        <w:tab/>
      </w:r>
      <w:r>
        <w:tab/>
        <w:t>60193531</w:t>
      </w:r>
    </w:p>
    <w:p w14:paraId="59E58218" w14:textId="77777777" w:rsidR="00C30D59" w:rsidRDefault="00C30D59" w:rsidP="00C30D59">
      <w:pPr>
        <w:ind w:left="283" w:firstLine="284"/>
      </w:pPr>
      <w:r>
        <w:t>DIČ:</w:t>
      </w:r>
      <w:r>
        <w:tab/>
      </w:r>
      <w:r>
        <w:tab/>
      </w:r>
      <w:r>
        <w:tab/>
      </w:r>
      <w:r>
        <w:tab/>
      </w:r>
      <w:r>
        <w:tab/>
        <w:t>CZ60193531</w:t>
      </w:r>
    </w:p>
    <w:p w14:paraId="54BCC702" w14:textId="77777777" w:rsidR="00C30D59" w:rsidRDefault="00451C47" w:rsidP="00C30D59">
      <w:pPr>
        <w:ind w:left="283" w:firstLine="284"/>
      </w:pPr>
      <w:r>
        <w:t>zastoupený</w:t>
      </w:r>
      <w:r w:rsidR="00C30D59">
        <w:t>:</w:t>
      </w:r>
      <w:r w:rsidR="00C30D59">
        <w:tab/>
      </w:r>
      <w:r w:rsidR="00C30D59">
        <w:tab/>
      </w:r>
      <w:r w:rsidR="00C30D59">
        <w:tab/>
        <w:t>Mgr. Jan Duspěva, předseda představenstva</w:t>
      </w:r>
    </w:p>
    <w:p w14:paraId="692B6DF8" w14:textId="77777777" w:rsidR="004F5000" w:rsidRDefault="00C30D59" w:rsidP="00C30D59">
      <w:r>
        <w:tab/>
      </w:r>
      <w:r>
        <w:tab/>
      </w:r>
      <w:r>
        <w:tab/>
      </w:r>
      <w:r>
        <w:tab/>
      </w:r>
      <w:r>
        <w:tab/>
      </w:r>
      <w:r>
        <w:tab/>
      </w:r>
      <w:r>
        <w:tab/>
      </w:r>
      <w:r>
        <w:tab/>
        <w:t xml:space="preserve">Ing. </w:t>
      </w:r>
      <w:r w:rsidR="00E713AD">
        <w:t>František Todt</w:t>
      </w:r>
      <w:r>
        <w:t>, člen představenstva</w:t>
      </w:r>
    </w:p>
    <w:p w14:paraId="42269F8E" w14:textId="77777777" w:rsidR="00FE0844" w:rsidRDefault="00FE0844" w:rsidP="00FE0844">
      <w:r w:rsidRPr="00C30D59">
        <w:t>(dále jen „</w:t>
      </w:r>
      <w:r w:rsidRPr="00C30D59">
        <w:rPr>
          <w:b/>
          <w:i/>
        </w:rPr>
        <w:t>Objednatel</w:t>
      </w:r>
      <w:r w:rsidRPr="00C30D59">
        <w:t>“)</w:t>
      </w:r>
    </w:p>
    <w:p w14:paraId="1CF3B1B4" w14:textId="77777777" w:rsidR="00C30D59" w:rsidRDefault="00C30D59" w:rsidP="00C30D59">
      <w:r w:rsidRPr="00C30D59">
        <w:t>Osoby oprávněné jednat za objednatele v rámci uzavřené smlouvy o dílo</w:t>
      </w:r>
      <w:r w:rsidR="009B6304">
        <w:t xml:space="preserve"> vyjma změny či zániku smlouvy</w:t>
      </w:r>
      <w:r w:rsidRPr="00C30D59">
        <w:t>:</w:t>
      </w:r>
      <w:r w:rsidR="00ED16C2">
        <w:t xml:space="preserve"> (každý samostatně)</w:t>
      </w:r>
    </w:p>
    <w:tbl>
      <w:tblPr>
        <w:tblStyle w:val="Mkatabulky"/>
        <w:tblW w:w="9351" w:type="dxa"/>
        <w:tblLayout w:type="fixed"/>
        <w:tblLook w:val="04A0" w:firstRow="1" w:lastRow="0" w:firstColumn="1" w:lastColumn="0" w:noHBand="0" w:noVBand="1"/>
      </w:tblPr>
      <w:tblGrid>
        <w:gridCol w:w="1833"/>
        <w:gridCol w:w="1836"/>
        <w:gridCol w:w="2280"/>
        <w:gridCol w:w="3402"/>
      </w:tblGrid>
      <w:tr w:rsidR="004B76F8" w:rsidRPr="004B76F8" w14:paraId="332D7252" w14:textId="77777777" w:rsidTr="00BD4CAD">
        <w:trPr>
          <w:trHeight w:val="401"/>
        </w:trPr>
        <w:tc>
          <w:tcPr>
            <w:tcW w:w="1833" w:type="dxa"/>
            <w:vAlign w:val="center"/>
          </w:tcPr>
          <w:p w14:paraId="4BF4FB5D" w14:textId="77777777" w:rsidR="00C30D59" w:rsidRPr="007F0F58" w:rsidRDefault="00C30D59" w:rsidP="00BA59A8">
            <w:pPr>
              <w:overflowPunct w:val="0"/>
              <w:autoSpaceDE w:val="0"/>
              <w:autoSpaceDN w:val="0"/>
              <w:adjustRightInd w:val="0"/>
              <w:jc w:val="center"/>
              <w:textAlignment w:val="baseline"/>
              <w:rPr>
                <w:rFonts w:cs="Arial"/>
                <w:sz w:val="16"/>
                <w:szCs w:val="16"/>
              </w:rPr>
            </w:pPr>
            <w:r w:rsidRPr="007F0F58">
              <w:rPr>
                <w:rFonts w:cs="Arial"/>
                <w:sz w:val="16"/>
                <w:szCs w:val="16"/>
              </w:rPr>
              <w:t>ve věcech:</w:t>
            </w:r>
          </w:p>
        </w:tc>
        <w:tc>
          <w:tcPr>
            <w:tcW w:w="1836" w:type="dxa"/>
            <w:vAlign w:val="center"/>
          </w:tcPr>
          <w:p w14:paraId="105C08BD" w14:textId="77777777" w:rsidR="00C30D59" w:rsidRPr="007F0F58" w:rsidRDefault="00C30D59" w:rsidP="00BA59A8">
            <w:pPr>
              <w:overflowPunct w:val="0"/>
              <w:autoSpaceDE w:val="0"/>
              <w:autoSpaceDN w:val="0"/>
              <w:adjustRightInd w:val="0"/>
              <w:jc w:val="center"/>
              <w:textAlignment w:val="baseline"/>
              <w:rPr>
                <w:rFonts w:cs="Arial"/>
                <w:sz w:val="16"/>
                <w:szCs w:val="16"/>
              </w:rPr>
            </w:pPr>
            <w:r w:rsidRPr="007F0F58">
              <w:rPr>
                <w:rFonts w:cs="Arial"/>
                <w:sz w:val="16"/>
                <w:szCs w:val="16"/>
              </w:rPr>
              <w:t>jméno a příjmení:</w:t>
            </w:r>
          </w:p>
        </w:tc>
        <w:tc>
          <w:tcPr>
            <w:tcW w:w="2280" w:type="dxa"/>
            <w:vAlign w:val="center"/>
          </w:tcPr>
          <w:p w14:paraId="35C7E7FE" w14:textId="77777777" w:rsidR="00C30D59" w:rsidRPr="007F0F58" w:rsidRDefault="00C30D59" w:rsidP="00BA59A8">
            <w:pPr>
              <w:overflowPunct w:val="0"/>
              <w:autoSpaceDE w:val="0"/>
              <w:autoSpaceDN w:val="0"/>
              <w:adjustRightInd w:val="0"/>
              <w:jc w:val="center"/>
              <w:textAlignment w:val="baseline"/>
              <w:rPr>
                <w:rFonts w:cs="Arial"/>
                <w:sz w:val="16"/>
                <w:szCs w:val="16"/>
              </w:rPr>
            </w:pPr>
            <w:r w:rsidRPr="007F0F58">
              <w:rPr>
                <w:rFonts w:cs="Arial"/>
                <w:sz w:val="16"/>
                <w:szCs w:val="16"/>
              </w:rPr>
              <w:t>telefon:</w:t>
            </w:r>
          </w:p>
        </w:tc>
        <w:tc>
          <w:tcPr>
            <w:tcW w:w="3402" w:type="dxa"/>
            <w:vAlign w:val="center"/>
          </w:tcPr>
          <w:p w14:paraId="511BD0FE" w14:textId="77777777" w:rsidR="00C30D59" w:rsidRPr="007F0F58" w:rsidRDefault="00C30D59" w:rsidP="00BA59A8">
            <w:pPr>
              <w:overflowPunct w:val="0"/>
              <w:autoSpaceDE w:val="0"/>
              <w:autoSpaceDN w:val="0"/>
              <w:adjustRightInd w:val="0"/>
              <w:jc w:val="center"/>
              <w:textAlignment w:val="baseline"/>
              <w:rPr>
                <w:rFonts w:cs="Arial"/>
                <w:sz w:val="16"/>
                <w:szCs w:val="16"/>
              </w:rPr>
            </w:pPr>
            <w:r w:rsidRPr="007F0F58">
              <w:rPr>
                <w:rFonts w:cs="Arial"/>
                <w:sz w:val="16"/>
                <w:szCs w:val="16"/>
              </w:rPr>
              <w:t>e-mail:</w:t>
            </w:r>
          </w:p>
        </w:tc>
      </w:tr>
      <w:tr w:rsidR="00C93E3D" w:rsidRPr="004B76F8" w14:paraId="05976959" w14:textId="77777777" w:rsidTr="00BD4CAD">
        <w:tc>
          <w:tcPr>
            <w:tcW w:w="1833" w:type="dxa"/>
            <w:vAlign w:val="center"/>
          </w:tcPr>
          <w:p w14:paraId="718789A7" w14:textId="77777777" w:rsidR="00C93E3D" w:rsidRPr="007F0F58" w:rsidRDefault="00C93E3D" w:rsidP="00C93E3D">
            <w:pPr>
              <w:overflowPunct w:val="0"/>
              <w:autoSpaceDE w:val="0"/>
              <w:autoSpaceDN w:val="0"/>
              <w:adjustRightInd w:val="0"/>
              <w:textAlignment w:val="baseline"/>
              <w:rPr>
                <w:rFonts w:cs="Arial"/>
                <w:sz w:val="16"/>
                <w:szCs w:val="16"/>
              </w:rPr>
            </w:pPr>
            <w:r w:rsidRPr="007F0F58">
              <w:rPr>
                <w:rFonts w:cs="Arial"/>
                <w:sz w:val="16"/>
                <w:szCs w:val="16"/>
              </w:rPr>
              <w:t>Smluvních (vyjma změny či zániku této smlouvy o dílo)</w:t>
            </w:r>
          </w:p>
        </w:tc>
        <w:tc>
          <w:tcPr>
            <w:tcW w:w="1836" w:type="dxa"/>
            <w:vAlign w:val="center"/>
          </w:tcPr>
          <w:p w14:paraId="294121ED" w14:textId="77777777" w:rsidR="00C93E3D" w:rsidRPr="007F0F58" w:rsidRDefault="00C93E3D" w:rsidP="00C93E3D">
            <w:pPr>
              <w:spacing w:before="60" w:after="60"/>
              <w:jc w:val="left"/>
              <w:rPr>
                <w:rFonts w:cs="Arial"/>
                <w:sz w:val="16"/>
                <w:szCs w:val="16"/>
              </w:rPr>
            </w:pPr>
            <w:r w:rsidRPr="007F0F58">
              <w:rPr>
                <w:rFonts w:cs="Arial"/>
                <w:sz w:val="16"/>
                <w:szCs w:val="16"/>
              </w:rPr>
              <w:t>Ing. Václav Polanka</w:t>
            </w:r>
          </w:p>
          <w:p w14:paraId="42BF54B8" w14:textId="4AF632D6" w:rsidR="00C93E3D" w:rsidRPr="007F0F58" w:rsidRDefault="001D5C40" w:rsidP="00C93E3D">
            <w:pPr>
              <w:spacing w:before="60" w:after="60"/>
              <w:rPr>
                <w:rFonts w:cs="Arial"/>
                <w:sz w:val="16"/>
                <w:szCs w:val="16"/>
              </w:rPr>
            </w:pPr>
            <w:r w:rsidRPr="007F0F58">
              <w:rPr>
                <w:rFonts w:cs="Arial"/>
                <w:sz w:val="16"/>
                <w:szCs w:val="16"/>
              </w:rPr>
              <w:t xml:space="preserve">Bc. </w:t>
            </w:r>
            <w:r w:rsidR="00C93E3D" w:rsidRPr="007F0F58">
              <w:rPr>
                <w:rFonts w:cs="Arial"/>
                <w:sz w:val="16"/>
                <w:szCs w:val="16"/>
              </w:rPr>
              <w:t xml:space="preserve">Aleš </w:t>
            </w:r>
            <w:r w:rsidRPr="007F0F58">
              <w:rPr>
                <w:rFonts w:cs="Arial"/>
                <w:sz w:val="16"/>
                <w:szCs w:val="16"/>
              </w:rPr>
              <w:t>Zouna</w:t>
            </w:r>
          </w:p>
          <w:p w14:paraId="77B8D203" w14:textId="45AFD89F" w:rsidR="00C93E3D" w:rsidRPr="007F0F58" w:rsidRDefault="00471490" w:rsidP="00C93E3D">
            <w:pPr>
              <w:spacing w:before="60" w:after="60"/>
              <w:jc w:val="left"/>
              <w:rPr>
                <w:rFonts w:cs="Arial"/>
                <w:sz w:val="16"/>
                <w:szCs w:val="16"/>
              </w:rPr>
            </w:pPr>
            <w:r w:rsidRPr="007F0F58">
              <w:rPr>
                <w:rFonts w:cs="Arial"/>
                <w:sz w:val="16"/>
                <w:szCs w:val="16"/>
              </w:rPr>
              <w:t>Aleš Lenk</w:t>
            </w:r>
          </w:p>
        </w:tc>
        <w:tc>
          <w:tcPr>
            <w:tcW w:w="2280" w:type="dxa"/>
            <w:vAlign w:val="center"/>
          </w:tcPr>
          <w:p w14:paraId="4121E598" w14:textId="11F54226" w:rsidR="00C93E3D" w:rsidRPr="007F0F58" w:rsidRDefault="00C93E3D" w:rsidP="00C93E3D">
            <w:pPr>
              <w:spacing w:before="60" w:after="60"/>
              <w:rPr>
                <w:rFonts w:cs="Arial"/>
                <w:sz w:val="16"/>
                <w:szCs w:val="16"/>
              </w:rPr>
            </w:pPr>
            <w:r w:rsidRPr="007F0F58">
              <w:rPr>
                <w:rFonts w:cs="Arial"/>
                <w:sz w:val="16"/>
                <w:szCs w:val="16"/>
              </w:rPr>
              <w:t>724 006</w:t>
            </w:r>
            <w:r w:rsidR="001D5C40" w:rsidRPr="007F0F58">
              <w:rPr>
                <w:rFonts w:cs="Arial"/>
                <w:sz w:val="16"/>
                <w:szCs w:val="16"/>
              </w:rPr>
              <w:t> </w:t>
            </w:r>
            <w:r w:rsidRPr="007F0F58">
              <w:rPr>
                <w:rFonts w:cs="Arial"/>
                <w:sz w:val="16"/>
                <w:szCs w:val="16"/>
              </w:rPr>
              <w:t>221</w:t>
            </w:r>
          </w:p>
          <w:p w14:paraId="15C156D0" w14:textId="07A5EFA7" w:rsidR="001D5C40" w:rsidRPr="007F0F58" w:rsidRDefault="00471490" w:rsidP="00C93E3D">
            <w:pPr>
              <w:spacing w:before="60" w:after="60"/>
              <w:rPr>
                <w:rFonts w:cs="Arial"/>
                <w:sz w:val="16"/>
                <w:szCs w:val="16"/>
              </w:rPr>
            </w:pPr>
            <w:r w:rsidRPr="007F0F58">
              <w:rPr>
                <w:rFonts w:cs="Arial"/>
                <w:sz w:val="16"/>
                <w:szCs w:val="16"/>
              </w:rPr>
              <w:t>739 240 000</w:t>
            </w:r>
          </w:p>
          <w:p w14:paraId="6D796ED7" w14:textId="08F763EE" w:rsidR="00C93E3D" w:rsidRPr="007F0F58" w:rsidRDefault="00C93E3D" w:rsidP="00C93E3D">
            <w:pPr>
              <w:spacing w:before="60" w:after="60"/>
              <w:rPr>
                <w:rFonts w:cs="Arial"/>
                <w:sz w:val="16"/>
                <w:szCs w:val="16"/>
              </w:rPr>
            </w:pPr>
            <w:r w:rsidRPr="007F0F58">
              <w:rPr>
                <w:rFonts w:cs="Arial"/>
                <w:sz w:val="16"/>
                <w:szCs w:val="16"/>
              </w:rPr>
              <w:t>731 608 199</w:t>
            </w:r>
          </w:p>
          <w:p w14:paraId="085DB128" w14:textId="1A7E6D45" w:rsidR="00C93E3D" w:rsidRPr="007F0F58" w:rsidRDefault="00C93E3D" w:rsidP="00C93E3D">
            <w:pPr>
              <w:spacing w:before="60" w:after="60"/>
              <w:jc w:val="left"/>
              <w:rPr>
                <w:rFonts w:cs="Arial"/>
                <w:sz w:val="16"/>
                <w:szCs w:val="16"/>
              </w:rPr>
            </w:pPr>
          </w:p>
        </w:tc>
        <w:tc>
          <w:tcPr>
            <w:tcW w:w="3402" w:type="dxa"/>
            <w:vAlign w:val="center"/>
          </w:tcPr>
          <w:p w14:paraId="45078175" w14:textId="77777777" w:rsidR="00C93E3D" w:rsidRPr="007F0F58" w:rsidRDefault="000548FF" w:rsidP="00C93E3D">
            <w:pPr>
              <w:spacing w:before="60" w:after="60"/>
              <w:jc w:val="left"/>
              <w:rPr>
                <w:rStyle w:val="Hypertextovodkaz"/>
              </w:rPr>
            </w:pPr>
            <w:hyperlink r:id="rId8" w:history="1">
              <w:r w:rsidR="00C93E3D" w:rsidRPr="007F0F58">
                <w:rPr>
                  <w:rStyle w:val="Hypertextovodkaz"/>
                  <w:rFonts w:cs="Arial"/>
                  <w:sz w:val="16"/>
                  <w:szCs w:val="16"/>
                </w:rPr>
                <w:t>vaclav.polanka@ceproas.cz</w:t>
              </w:r>
            </w:hyperlink>
          </w:p>
          <w:p w14:paraId="660D2B61" w14:textId="6BF4022D" w:rsidR="00471490" w:rsidRPr="007F0F58" w:rsidRDefault="00471490" w:rsidP="00C93E3D">
            <w:pPr>
              <w:spacing w:before="60" w:after="60"/>
              <w:jc w:val="left"/>
              <w:rPr>
                <w:rStyle w:val="Hypertextovodkaz"/>
                <w:rFonts w:cs="Arial"/>
                <w:sz w:val="16"/>
                <w:szCs w:val="16"/>
              </w:rPr>
            </w:pPr>
            <w:r w:rsidRPr="007F0F58">
              <w:rPr>
                <w:rStyle w:val="Hypertextovodkaz"/>
                <w:rFonts w:cs="Arial"/>
                <w:sz w:val="16"/>
                <w:szCs w:val="16"/>
              </w:rPr>
              <w:t>ales.zouna@ceproas.cz</w:t>
            </w:r>
          </w:p>
          <w:p w14:paraId="4BFE4902" w14:textId="0AA48A9D" w:rsidR="00C93E3D" w:rsidRPr="007F0F58" w:rsidRDefault="000548FF" w:rsidP="00C93E3D">
            <w:pPr>
              <w:spacing w:before="60" w:after="60"/>
              <w:jc w:val="left"/>
              <w:rPr>
                <w:rFonts w:cs="Arial"/>
                <w:sz w:val="16"/>
                <w:szCs w:val="16"/>
                <w:u w:val="single"/>
              </w:rPr>
            </w:pPr>
            <w:hyperlink r:id="rId9" w:history="1">
              <w:r w:rsidR="00471490" w:rsidRPr="007F0F58">
                <w:rPr>
                  <w:rStyle w:val="Hypertextovodkaz"/>
                  <w:rFonts w:cs="Arial"/>
                  <w:sz w:val="16"/>
                  <w:szCs w:val="16"/>
                </w:rPr>
                <w:t>ales.lenk@ceproas.cz</w:t>
              </w:r>
            </w:hyperlink>
          </w:p>
          <w:p w14:paraId="0D620CF2" w14:textId="713E7032" w:rsidR="00C93E3D" w:rsidRPr="007F0F58" w:rsidRDefault="00C93E3D" w:rsidP="00C93E3D">
            <w:pPr>
              <w:spacing w:before="60" w:after="60"/>
              <w:jc w:val="left"/>
              <w:rPr>
                <w:rFonts w:cs="Arial"/>
                <w:sz w:val="16"/>
                <w:szCs w:val="16"/>
                <w:u w:val="single"/>
              </w:rPr>
            </w:pPr>
          </w:p>
        </w:tc>
      </w:tr>
      <w:tr w:rsidR="00C93E3D" w:rsidRPr="004B76F8" w14:paraId="1AB42C2C" w14:textId="77777777" w:rsidTr="00BD4CAD">
        <w:trPr>
          <w:trHeight w:val="416"/>
        </w:trPr>
        <w:tc>
          <w:tcPr>
            <w:tcW w:w="1833" w:type="dxa"/>
            <w:vAlign w:val="center"/>
          </w:tcPr>
          <w:p w14:paraId="1CB12F1C" w14:textId="77777777" w:rsidR="00C93E3D" w:rsidRPr="007F0F58" w:rsidRDefault="00C93E3D" w:rsidP="00C93E3D">
            <w:pPr>
              <w:overflowPunct w:val="0"/>
              <w:autoSpaceDE w:val="0"/>
              <w:autoSpaceDN w:val="0"/>
              <w:adjustRightInd w:val="0"/>
              <w:textAlignment w:val="baseline"/>
              <w:rPr>
                <w:rFonts w:cs="Arial"/>
                <w:sz w:val="16"/>
                <w:szCs w:val="16"/>
              </w:rPr>
            </w:pPr>
            <w:r w:rsidRPr="007F0F58">
              <w:rPr>
                <w:rFonts w:cs="Arial"/>
                <w:sz w:val="16"/>
                <w:szCs w:val="16"/>
              </w:rPr>
              <w:t xml:space="preserve">technických </w:t>
            </w:r>
          </w:p>
        </w:tc>
        <w:tc>
          <w:tcPr>
            <w:tcW w:w="1836" w:type="dxa"/>
            <w:vAlign w:val="center"/>
          </w:tcPr>
          <w:p w14:paraId="49D44AE4" w14:textId="77777777" w:rsidR="00471490" w:rsidRPr="007F0F58" w:rsidRDefault="00471490" w:rsidP="00471490">
            <w:pPr>
              <w:spacing w:before="60" w:after="60"/>
              <w:rPr>
                <w:rFonts w:cs="Arial"/>
                <w:sz w:val="16"/>
                <w:szCs w:val="16"/>
              </w:rPr>
            </w:pPr>
            <w:r w:rsidRPr="007F0F58">
              <w:rPr>
                <w:rFonts w:cs="Arial"/>
                <w:sz w:val="16"/>
                <w:szCs w:val="16"/>
              </w:rPr>
              <w:t>Bc. Aleš Zouna</w:t>
            </w:r>
          </w:p>
          <w:p w14:paraId="54690C5A" w14:textId="7049D9B4" w:rsidR="00B54C2C" w:rsidRPr="007F0F58" w:rsidRDefault="00471490" w:rsidP="00471490">
            <w:pPr>
              <w:spacing w:before="60" w:after="60"/>
              <w:rPr>
                <w:rFonts w:cs="Arial"/>
                <w:sz w:val="16"/>
                <w:szCs w:val="16"/>
              </w:rPr>
            </w:pPr>
            <w:r w:rsidRPr="007F0F58">
              <w:rPr>
                <w:rFonts w:cs="Arial"/>
                <w:sz w:val="16"/>
                <w:szCs w:val="16"/>
              </w:rPr>
              <w:t>Aleš Lenk</w:t>
            </w:r>
          </w:p>
        </w:tc>
        <w:tc>
          <w:tcPr>
            <w:tcW w:w="2280" w:type="dxa"/>
            <w:vAlign w:val="center"/>
          </w:tcPr>
          <w:p w14:paraId="4BE91E22" w14:textId="77777777" w:rsidR="00471490" w:rsidRPr="007F0F58" w:rsidRDefault="00471490" w:rsidP="00471490">
            <w:pPr>
              <w:spacing w:before="60" w:after="60"/>
              <w:rPr>
                <w:rFonts w:cs="Arial"/>
                <w:sz w:val="16"/>
                <w:szCs w:val="16"/>
              </w:rPr>
            </w:pPr>
            <w:r w:rsidRPr="007F0F58">
              <w:rPr>
                <w:rFonts w:cs="Arial"/>
                <w:sz w:val="16"/>
                <w:szCs w:val="16"/>
              </w:rPr>
              <w:t>739 240 000</w:t>
            </w:r>
          </w:p>
          <w:p w14:paraId="5D0BC7F6" w14:textId="4935CB88" w:rsidR="00081CA1" w:rsidRPr="007F0F58" w:rsidRDefault="00471490" w:rsidP="00471490">
            <w:pPr>
              <w:spacing w:before="60" w:after="60"/>
              <w:rPr>
                <w:rFonts w:cs="Arial"/>
                <w:sz w:val="16"/>
                <w:szCs w:val="16"/>
              </w:rPr>
            </w:pPr>
            <w:r w:rsidRPr="007F0F58">
              <w:rPr>
                <w:rFonts w:cs="Arial"/>
                <w:sz w:val="16"/>
                <w:szCs w:val="16"/>
              </w:rPr>
              <w:t>731 608 199</w:t>
            </w:r>
          </w:p>
        </w:tc>
        <w:tc>
          <w:tcPr>
            <w:tcW w:w="3402" w:type="dxa"/>
            <w:vAlign w:val="center"/>
          </w:tcPr>
          <w:p w14:paraId="06D170A1" w14:textId="77777777" w:rsidR="00471490" w:rsidRPr="007F0F58" w:rsidRDefault="00471490" w:rsidP="00471490">
            <w:pPr>
              <w:spacing w:before="60" w:after="60"/>
              <w:jc w:val="left"/>
              <w:rPr>
                <w:rStyle w:val="Hypertextovodkaz"/>
                <w:rFonts w:cs="Arial"/>
                <w:sz w:val="16"/>
                <w:szCs w:val="16"/>
              </w:rPr>
            </w:pPr>
            <w:r w:rsidRPr="007F0F58">
              <w:rPr>
                <w:rStyle w:val="Hypertextovodkaz"/>
                <w:rFonts w:cs="Arial"/>
                <w:sz w:val="16"/>
                <w:szCs w:val="16"/>
              </w:rPr>
              <w:t>ales.zouna@ceproas.cz</w:t>
            </w:r>
          </w:p>
          <w:p w14:paraId="28031E75" w14:textId="2BDA7355" w:rsidR="006C3C62" w:rsidRPr="007F0F58" w:rsidRDefault="000548FF" w:rsidP="00471490">
            <w:pPr>
              <w:spacing w:before="60" w:after="60"/>
              <w:jc w:val="left"/>
              <w:rPr>
                <w:rFonts w:cs="Arial"/>
                <w:sz w:val="16"/>
                <w:szCs w:val="16"/>
                <w:u w:val="single"/>
              </w:rPr>
            </w:pPr>
            <w:hyperlink r:id="rId10" w:history="1">
              <w:r w:rsidR="00471490" w:rsidRPr="007F0F58">
                <w:rPr>
                  <w:rStyle w:val="Hypertextovodkaz"/>
                  <w:rFonts w:cs="Arial"/>
                  <w:sz w:val="16"/>
                  <w:szCs w:val="16"/>
                </w:rPr>
                <w:t>ales.lenk@ceproas.cz</w:t>
              </w:r>
            </w:hyperlink>
          </w:p>
        </w:tc>
      </w:tr>
      <w:tr w:rsidR="00471490" w:rsidRPr="004B76F8" w14:paraId="290149A7" w14:textId="77777777" w:rsidTr="00BD4CAD">
        <w:tc>
          <w:tcPr>
            <w:tcW w:w="1833" w:type="dxa"/>
            <w:vAlign w:val="bottom"/>
          </w:tcPr>
          <w:p w14:paraId="0D0F5A45" w14:textId="77777777" w:rsidR="00471490" w:rsidRPr="007F0F58" w:rsidRDefault="00471490" w:rsidP="00471490">
            <w:pPr>
              <w:overflowPunct w:val="0"/>
              <w:autoSpaceDE w:val="0"/>
              <w:autoSpaceDN w:val="0"/>
              <w:adjustRightInd w:val="0"/>
              <w:jc w:val="left"/>
              <w:textAlignment w:val="baseline"/>
              <w:rPr>
                <w:rFonts w:cs="Arial"/>
                <w:sz w:val="16"/>
                <w:szCs w:val="16"/>
              </w:rPr>
            </w:pPr>
            <w:r w:rsidRPr="007F0F58">
              <w:rPr>
                <w:rFonts w:cs="Arial"/>
                <w:sz w:val="16"/>
                <w:szCs w:val="16"/>
              </w:rPr>
              <w:t>zapisovat do deníku</w:t>
            </w:r>
          </w:p>
        </w:tc>
        <w:tc>
          <w:tcPr>
            <w:tcW w:w="1836" w:type="dxa"/>
            <w:vAlign w:val="center"/>
          </w:tcPr>
          <w:p w14:paraId="62A39E46" w14:textId="77777777" w:rsidR="00471490" w:rsidRPr="007F0F58" w:rsidRDefault="00471490" w:rsidP="00471490">
            <w:pPr>
              <w:spacing w:before="60" w:after="60"/>
              <w:rPr>
                <w:rFonts w:cs="Arial"/>
                <w:sz w:val="16"/>
                <w:szCs w:val="16"/>
              </w:rPr>
            </w:pPr>
            <w:r w:rsidRPr="007F0F58">
              <w:rPr>
                <w:rFonts w:cs="Arial"/>
                <w:sz w:val="16"/>
                <w:szCs w:val="16"/>
              </w:rPr>
              <w:t>Bc. Aleš Zouna</w:t>
            </w:r>
          </w:p>
          <w:p w14:paraId="2106CB15" w14:textId="39FBDACB" w:rsidR="00471490" w:rsidRPr="007F0F58" w:rsidRDefault="00471490" w:rsidP="00471490">
            <w:pPr>
              <w:spacing w:before="60" w:after="60"/>
              <w:jc w:val="left"/>
              <w:rPr>
                <w:rFonts w:cs="Arial"/>
                <w:sz w:val="16"/>
                <w:szCs w:val="16"/>
              </w:rPr>
            </w:pPr>
            <w:r w:rsidRPr="007F0F58">
              <w:rPr>
                <w:rFonts w:cs="Arial"/>
                <w:sz w:val="16"/>
                <w:szCs w:val="16"/>
              </w:rPr>
              <w:t>Aleš Lenk</w:t>
            </w:r>
          </w:p>
        </w:tc>
        <w:tc>
          <w:tcPr>
            <w:tcW w:w="2280" w:type="dxa"/>
            <w:vAlign w:val="center"/>
          </w:tcPr>
          <w:p w14:paraId="7F1211F8" w14:textId="77777777" w:rsidR="00471490" w:rsidRPr="007F0F58" w:rsidRDefault="00471490" w:rsidP="00471490">
            <w:pPr>
              <w:spacing w:before="60" w:after="60"/>
              <w:rPr>
                <w:rFonts w:cs="Arial"/>
                <w:sz w:val="16"/>
                <w:szCs w:val="16"/>
              </w:rPr>
            </w:pPr>
            <w:r w:rsidRPr="007F0F58">
              <w:rPr>
                <w:rFonts w:cs="Arial"/>
                <w:sz w:val="16"/>
                <w:szCs w:val="16"/>
              </w:rPr>
              <w:t>739 240 000</w:t>
            </w:r>
          </w:p>
          <w:p w14:paraId="1CA99915" w14:textId="734845D6" w:rsidR="00471490" w:rsidRPr="007F0F58" w:rsidRDefault="00471490" w:rsidP="00471490">
            <w:pPr>
              <w:spacing w:before="60" w:after="60"/>
              <w:rPr>
                <w:rFonts w:cs="Arial"/>
                <w:sz w:val="16"/>
                <w:szCs w:val="16"/>
              </w:rPr>
            </w:pPr>
            <w:r w:rsidRPr="007F0F58">
              <w:rPr>
                <w:rFonts w:cs="Arial"/>
                <w:sz w:val="16"/>
                <w:szCs w:val="16"/>
              </w:rPr>
              <w:t>731 608 199</w:t>
            </w:r>
          </w:p>
        </w:tc>
        <w:tc>
          <w:tcPr>
            <w:tcW w:w="3402" w:type="dxa"/>
            <w:vAlign w:val="center"/>
          </w:tcPr>
          <w:p w14:paraId="01B792D7" w14:textId="77777777" w:rsidR="00471490" w:rsidRPr="007F0F58" w:rsidRDefault="00471490" w:rsidP="00471490">
            <w:pPr>
              <w:spacing w:before="60" w:after="60"/>
              <w:jc w:val="left"/>
              <w:rPr>
                <w:rStyle w:val="Hypertextovodkaz"/>
                <w:rFonts w:cs="Arial"/>
                <w:sz w:val="16"/>
                <w:szCs w:val="16"/>
              </w:rPr>
            </w:pPr>
            <w:r w:rsidRPr="007F0F58">
              <w:rPr>
                <w:rStyle w:val="Hypertextovodkaz"/>
                <w:rFonts w:cs="Arial"/>
                <w:sz w:val="16"/>
                <w:szCs w:val="16"/>
              </w:rPr>
              <w:t>ales.zouna@ceproas.cz</w:t>
            </w:r>
          </w:p>
          <w:p w14:paraId="316273CD" w14:textId="7A89047D" w:rsidR="00471490" w:rsidRPr="007F0F58" w:rsidRDefault="000548FF" w:rsidP="00471490">
            <w:pPr>
              <w:spacing w:before="60" w:after="60"/>
              <w:jc w:val="left"/>
              <w:rPr>
                <w:rFonts w:cs="Arial"/>
                <w:sz w:val="16"/>
                <w:szCs w:val="16"/>
              </w:rPr>
            </w:pPr>
            <w:hyperlink r:id="rId11" w:history="1">
              <w:r w:rsidR="00471490" w:rsidRPr="007F0F58">
                <w:rPr>
                  <w:rStyle w:val="Hypertextovodkaz"/>
                  <w:rFonts w:cs="Arial"/>
                  <w:sz w:val="16"/>
                  <w:szCs w:val="16"/>
                </w:rPr>
                <w:t>ales.lenk@ceproas.cz</w:t>
              </w:r>
            </w:hyperlink>
          </w:p>
        </w:tc>
      </w:tr>
      <w:tr w:rsidR="00471490" w:rsidRPr="004B76F8" w14:paraId="3A15C49F" w14:textId="77777777" w:rsidTr="00BD4CAD">
        <w:tc>
          <w:tcPr>
            <w:tcW w:w="1833" w:type="dxa"/>
            <w:vAlign w:val="center"/>
          </w:tcPr>
          <w:p w14:paraId="31735EC4" w14:textId="77777777" w:rsidR="00471490" w:rsidRPr="007F0F58" w:rsidRDefault="00471490" w:rsidP="00471490">
            <w:pPr>
              <w:overflowPunct w:val="0"/>
              <w:autoSpaceDE w:val="0"/>
              <w:autoSpaceDN w:val="0"/>
              <w:adjustRightInd w:val="0"/>
              <w:textAlignment w:val="baseline"/>
              <w:rPr>
                <w:rFonts w:cs="Arial"/>
                <w:sz w:val="16"/>
                <w:szCs w:val="16"/>
              </w:rPr>
            </w:pPr>
            <w:r w:rsidRPr="007F0F58">
              <w:rPr>
                <w:rFonts w:cs="Arial"/>
                <w:sz w:val="16"/>
                <w:szCs w:val="16"/>
              </w:rPr>
              <w:t>předání a převzetí díla</w:t>
            </w:r>
          </w:p>
        </w:tc>
        <w:tc>
          <w:tcPr>
            <w:tcW w:w="1836" w:type="dxa"/>
            <w:vAlign w:val="center"/>
          </w:tcPr>
          <w:p w14:paraId="2E38349E" w14:textId="77777777" w:rsidR="00471490" w:rsidRPr="007F0F58" w:rsidRDefault="00471490" w:rsidP="00471490">
            <w:pPr>
              <w:spacing w:before="60" w:after="60"/>
              <w:rPr>
                <w:rFonts w:cs="Arial"/>
                <w:sz w:val="16"/>
                <w:szCs w:val="16"/>
              </w:rPr>
            </w:pPr>
            <w:r w:rsidRPr="007F0F58">
              <w:rPr>
                <w:rFonts w:cs="Arial"/>
                <w:sz w:val="16"/>
                <w:szCs w:val="16"/>
              </w:rPr>
              <w:t>Bc. Aleš Zouna</w:t>
            </w:r>
          </w:p>
          <w:p w14:paraId="3207498A" w14:textId="3D476864" w:rsidR="00471490" w:rsidRPr="007F0F58" w:rsidRDefault="00471490" w:rsidP="00471490">
            <w:pPr>
              <w:spacing w:before="60" w:after="60"/>
              <w:rPr>
                <w:rFonts w:cs="Arial"/>
                <w:sz w:val="16"/>
                <w:szCs w:val="16"/>
              </w:rPr>
            </w:pPr>
            <w:r w:rsidRPr="007F0F58">
              <w:rPr>
                <w:rFonts w:cs="Arial"/>
                <w:sz w:val="16"/>
                <w:szCs w:val="16"/>
              </w:rPr>
              <w:t>Aleš Lenk</w:t>
            </w:r>
          </w:p>
        </w:tc>
        <w:tc>
          <w:tcPr>
            <w:tcW w:w="2280" w:type="dxa"/>
            <w:vAlign w:val="center"/>
          </w:tcPr>
          <w:p w14:paraId="022310ED" w14:textId="77777777" w:rsidR="00471490" w:rsidRPr="007F0F58" w:rsidRDefault="00471490" w:rsidP="00471490">
            <w:pPr>
              <w:spacing w:before="60" w:after="60"/>
              <w:rPr>
                <w:rFonts w:cs="Arial"/>
                <w:sz w:val="16"/>
                <w:szCs w:val="16"/>
              </w:rPr>
            </w:pPr>
            <w:r w:rsidRPr="007F0F58">
              <w:rPr>
                <w:rFonts w:cs="Arial"/>
                <w:sz w:val="16"/>
                <w:szCs w:val="16"/>
              </w:rPr>
              <w:t>739 240 000</w:t>
            </w:r>
          </w:p>
          <w:p w14:paraId="5C9CFFC8" w14:textId="164D142A" w:rsidR="00471490" w:rsidRPr="007F0F58" w:rsidRDefault="00471490" w:rsidP="00471490">
            <w:pPr>
              <w:spacing w:before="60" w:after="60"/>
              <w:rPr>
                <w:rFonts w:cs="Arial"/>
                <w:sz w:val="16"/>
                <w:szCs w:val="16"/>
              </w:rPr>
            </w:pPr>
            <w:r w:rsidRPr="007F0F58">
              <w:rPr>
                <w:rFonts w:cs="Arial"/>
                <w:sz w:val="16"/>
                <w:szCs w:val="16"/>
              </w:rPr>
              <w:t>731 608 199</w:t>
            </w:r>
          </w:p>
        </w:tc>
        <w:tc>
          <w:tcPr>
            <w:tcW w:w="3402" w:type="dxa"/>
            <w:vAlign w:val="center"/>
          </w:tcPr>
          <w:p w14:paraId="1AC99AEE" w14:textId="77777777" w:rsidR="00471490" w:rsidRPr="007F0F58" w:rsidRDefault="00471490" w:rsidP="00471490">
            <w:pPr>
              <w:spacing w:before="60" w:after="60"/>
              <w:jc w:val="left"/>
              <w:rPr>
                <w:rStyle w:val="Hypertextovodkaz"/>
                <w:rFonts w:cs="Arial"/>
                <w:sz w:val="16"/>
                <w:szCs w:val="16"/>
              </w:rPr>
            </w:pPr>
            <w:r w:rsidRPr="007F0F58">
              <w:rPr>
                <w:rStyle w:val="Hypertextovodkaz"/>
                <w:rFonts w:cs="Arial"/>
                <w:sz w:val="16"/>
                <w:szCs w:val="16"/>
              </w:rPr>
              <w:t>ales.zouna@ceproas.cz</w:t>
            </w:r>
          </w:p>
          <w:p w14:paraId="0E0D94E5" w14:textId="434953D5" w:rsidR="00471490" w:rsidRPr="007F0F58" w:rsidRDefault="000548FF" w:rsidP="00471490">
            <w:pPr>
              <w:spacing w:before="60" w:after="60"/>
              <w:jc w:val="left"/>
              <w:rPr>
                <w:rFonts w:cs="Arial"/>
                <w:sz w:val="16"/>
                <w:szCs w:val="16"/>
              </w:rPr>
            </w:pPr>
            <w:hyperlink r:id="rId12" w:history="1">
              <w:r w:rsidR="00471490" w:rsidRPr="007F0F58">
                <w:rPr>
                  <w:rStyle w:val="Hypertextovodkaz"/>
                  <w:rFonts w:cs="Arial"/>
                  <w:sz w:val="16"/>
                  <w:szCs w:val="16"/>
                </w:rPr>
                <w:t>ales.lenk@ceproas.cz</w:t>
              </w:r>
            </w:hyperlink>
          </w:p>
        </w:tc>
      </w:tr>
      <w:tr w:rsidR="00F6297F" w:rsidRPr="004B76F8" w14:paraId="1AD29C42" w14:textId="77777777" w:rsidTr="00BD4CAD">
        <w:tc>
          <w:tcPr>
            <w:tcW w:w="1833" w:type="dxa"/>
            <w:vAlign w:val="center"/>
          </w:tcPr>
          <w:p w14:paraId="7024E0C6" w14:textId="77777777" w:rsidR="00F6297F" w:rsidRPr="007F0F58" w:rsidRDefault="00F6297F" w:rsidP="00F6297F">
            <w:pPr>
              <w:overflowPunct w:val="0"/>
              <w:autoSpaceDE w:val="0"/>
              <w:autoSpaceDN w:val="0"/>
              <w:adjustRightInd w:val="0"/>
              <w:textAlignment w:val="baseline"/>
              <w:rPr>
                <w:rFonts w:cs="Arial"/>
                <w:sz w:val="16"/>
                <w:szCs w:val="16"/>
              </w:rPr>
            </w:pPr>
            <w:r w:rsidRPr="007F0F58">
              <w:rPr>
                <w:rFonts w:cs="Arial"/>
                <w:sz w:val="16"/>
                <w:szCs w:val="16"/>
              </w:rPr>
              <w:t>dodržování bezpečnostních opatření (včetně BOZP)</w:t>
            </w:r>
          </w:p>
        </w:tc>
        <w:tc>
          <w:tcPr>
            <w:tcW w:w="1836" w:type="dxa"/>
            <w:vAlign w:val="center"/>
          </w:tcPr>
          <w:p w14:paraId="51D0040A" w14:textId="55241C9A" w:rsidR="00F6297F" w:rsidRPr="007F0F58" w:rsidRDefault="00165472" w:rsidP="00F6297F">
            <w:pPr>
              <w:spacing w:after="0"/>
              <w:jc w:val="left"/>
              <w:rPr>
                <w:rFonts w:cs="Arial"/>
                <w:sz w:val="16"/>
                <w:szCs w:val="16"/>
              </w:rPr>
            </w:pPr>
            <w:proofErr w:type="spellStart"/>
            <w:r w:rsidRPr="007F0F58">
              <w:rPr>
                <w:rFonts w:cs="Arial"/>
                <w:sz w:val="16"/>
                <w:szCs w:val="16"/>
              </w:rPr>
              <w:t>DiS</w:t>
            </w:r>
            <w:proofErr w:type="spellEnd"/>
            <w:r w:rsidRPr="007F0F58">
              <w:rPr>
                <w:rFonts w:cs="Arial"/>
                <w:sz w:val="16"/>
                <w:szCs w:val="16"/>
              </w:rPr>
              <w:t>. Michal Běhounek</w:t>
            </w:r>
            <w:r w:rsidR="00F6297F" w:rsidRPr="007F0F58">
              <w:rPr>
                <w:rFonts w:cs="Arial"/>
                <w:sz w:val="16"/>
                <w:szCs w:val="16"/>
              </w:rPr>
              <w:t xml:space="preserve">  </w:t>
            </w:r>
          </w:p>
        </w:tc>
        <w:tc>
          <w:tcPr>
            <w:tcW w:w="2280" w:type="dxa"/>
            <w:vAlign w:val="center"/>
          </w:tcPr>
          <w:p w14:paraId="3437D411" w14:textId="5AC23C5F" w:rsidR="00F6297F" w:rsidRPr="007F0F58" w:rsidRDefault="007F0F58" w:rsidP="007F0F58">
            <w:pPr>
              <w:spacing w:before="60" w:after="60"/>
              <w:rPr>
                <w:rFonts w:cs="Arial"/>
                <w:sz w:val="16"/>
                <w:szCs w:val="16"/>
              </w:rPr>
            </w:pPr>
            <w:r w:rsidRPr="007F0F58">
              <w:rPr>
                <w:rFonts w:cs="Arial"/>
                <w:sz w:val="16"/>
                <w:szCs w:val="16"/>
              </w:rPr>
              <w:t>739 241 166</w:t>
            </w:r>
          </w:p>
        </w:tc>
        <w:tc>
          <w:tcPr>
            <w:tcW w:w="3402" w:type="dxa"/>
            <w:vAlign w:val="center"/>
          </w:tcPr>
          <w:p w14:paraId="5CCF613F" w14:textId="292D5EBE" w:rsidR="00F6297F" w:rsidRPr="007F0F58" w:rsidRDefault="000548FF" w:rsidP="00F6297F">
            <w:pPr>
              <w:spacing w:after="0"/>
              <w:jc w:val="left"/>
              <w:rPr>
                <w:rFonts w:cs="Arial"/>
                <w:sz w:val="16"/>
                <w:szCs w:val="16"/>
              </w:rPr>
            </w:pPr>
            <w:hyperlink r:id="rId13" w:history="1">
              <w:r w:rsidR="007F0F58" w:rsidRPr="007F0F58">
                <w:rPr>
                  <w:rStyle w:val="Hypertextovodkaz"/>
                  <w:rFonts w:cs="Arial"/>
                  <w:sz w:val="16"/>
                  <w:szCs w:val="16"/>
                </w:rPr>
                <w:t>michal.behounek@ceproas.cz</w:t>
              </w:r>
            </w:hyperlink>
            <w:r w:rsidR="00F6297F" w:rsidRPr="007F0F58">
              <w:rPr>
                <w:rFonts w:cs="Arial"/>
                <w:sz w:val="16"/>
                <w:szCs w:val="16"/>
              </w:rPr>
              <w:t xml:space="preserve"> </w:t>
            </w:r>
          </w:p>
        </w:tc>
      </w:tr>
    </w:tbl>
    <w:p w14:paraId="4078C5F4" w14:textId="04483304" w:rsidR="00C30D59" w:rsidRDefault="00BD4CAD" w:rsidP="00C30D59">
      <w:pPr>
        <w:overflowPunct w:val="0"/>
        <w:autoSpaceDE w:val="0"/>
        <w:autoSpaceDN w:val="0"/>
        <w:adjustRightInd w:val="0"/>
        <w:spacing w:after="0"/>
        <w:textAlignment w:val="baseline"/>
        <w:rPr>
          <w:rFonts w:cs="Arial"/>
          <w:b/>
          <w:color w:val="000000"/>
        </w:rPr>
      </w:pPr>
      <w:r>
        <w:rPr>
          <w:rFonts w:cs="Arial"/>
          <w:b/>
          <w:color w:val="000000"/>
        </w:rPr>
        <w:t>a</w:t>
      </w:r>
    </w:p>
    <w:p w14:paraId="744F09CA" w14:textId="77777777" w:rsidR="00C30D59" w:rsidRDefault="00C30D59" w:rsidP="00C30D59">
      <w:pPr>
        <w:overflowPunct w:val="0"/>
        <w:autoSpaceDE w:val="0"/>
        <w:autoSpaceDN w:val="0"/>
        <w:adjustRightInd w:val="0"/>
        <w:spacing w:after="0"/>
        <w:textAlignment w:val="baseline"/>
        <w:rPr>
          <w:rFonts w:cs="Arial"/>
          <w:b/>
          <w:color w:val="000000"/>
        </w:rPr>
      </w:pPr>
    </w:p>
    <w:p w14:paraId="173776A8" w14:textId="77777777" w:rsidR="00C30D59" w:rsidRPr="00C333C0" w:rsidRDefault="00C30D59" w:rsidP="00EB4A48">
      <w:pPr>
        <w:pStyle w:val="Odstavec2"/>
        <w:tabs>
          <w:tab w:val="clear" w:pos="567"/>
          <w:tab w:val="clear" w:pos="4058"/>
        </w:tabs>
        <w:ind w:left="567"/>
        <w:rPr>
          <w:rStyle w:val="tsubjname"/>
          <w:highlight w:val="yellow"/>
        </w:rPr>
      </w:pPr>
      <w:r w:rsidRPr="00C333C0">
        <w:rPr>
          <w:highlight w:val="yellow"/>
        </w:rPr>
        <w:t>Zhotovitel:</w:t>
      </w:r>
      <w:r w:rsidRPr="00C333C0">
        <w:rPr>
          <w:highlight w:val="yellow"/>
        </w:rPr>
        <w:tab/>
      </w:r>
      <w:r w:rsidRPr="00C333C0">
        <w:rPr>
          <w:highlight w:val="yellow"/>
        </w:rPr>
        <w:tab/>
      </w:r>
      <w:r w:rsidRPr="00C333C0">
        <w:rPr>
          <w:highlight w:val="yellow"/>
        </w:rPr>
        <w:tab/>
      </w:r>
    </w:p>
    <w:p w14:paraId="45CFD0A4" w14:textId="77777777" w:rsidR="000928C3" w:rsidRPr="00C333C0" w:rsidRDefault="00C30D59" w:rsidP="00C30D59">
      <w:pPr>
        <w:ind w:left="283" w:firstLine="284"/>
        <w:rPr>
          <w:highlight w:val="yellow"/>
        </w:rPr>
      </w:pPr>
      <w:r w:rsidRPr="00C333C0">
        <w:rPr>
          <w:highlight w:val="yellow"/>
        </w:rPr>
        <w:t>se sídlem:</w:t>
      </w:r>
      <w:r w:rsidRPr="00C333C0">
        <w:rPr>
          <w:highlight w:val="yellow"/>
        </w:rPr>
        <w:tab/>
      </w:r>
      <w:r w:rsidRPr="00C333C0">
        <w:rPr>
          <w:highlight w:val="yellow"/>
        </w:rPr>
        <w:tab/>
      </w:r>
      <w:r w:rsidRPr="00C333C0">
        <w:rPr>
          <w:highlight w:val="yellow"/>
        </w:rPr>
        <w:tab/>
      </w:r>
    </w:p>
    <w:p w14:paraId="5083F39A" w14:textId="77777777" w:rsidR="00C30D59" w:rsidRPr="00C333C0" w:rsidRDefault="00237160" w:rsidP="00C30D59">
      <w:pPr>
        <w:ind w:left="283" w:firstLine="284"/>
        <w:rPr>
          <w:highlight w:val="yellow"/>
        </w:rPr>
      </w:pPr>
      <w:r w:rsidRPr="00C333C0">
        <w:rPr>
          <w:highlight w:val="yellow"/>
        </w:rPr>
        <w:t>spisová značka</w:t>
      </w:r>
      <w:r w:rsidR="00C30D59" w:rsidRPr="00C333C0">
        <w:rPr>
          <w:highlight w:val="yellow"/>
        </w:rPr>
        <w:t>:</w:t>
      </w:r>
      <w:r w:rsidR="00C30D59" w:rsidRPr="00C333C0">
        <w:rPr>
          <w:highlight w:val="yellow"/>
        </w:rPr>
        <w:tab/>
      </w:r>
      <w:r w:rsidR="00C30D59" w:rsidRPr="00C333C0">
        <w:rPr>
          <w:highlight w:val="yellow"/>
        </w:rPr>
        <w:tab/>
      </w:r>
      <w:r w:rsidR="00C30D59" w:rsidRPr="00C333C0">
        <w:rPr>
          <w:highlight w:val="yellow"/>
        </w:rPr>
        <w:tab/>
      </w:r>
      <w:r w:rsidR="00C30D59" w:rsidRPr="00C333C0">
        <w:rPr>
          <w:highlight w:val="yellow"/>
        </w:rPr>
        <w:tab/>
      </w:r>
    </w:p>
    <w:p w14:paraId="7125347B" w14:textId="77777777" w:rsidR="002C1525" w:rsidRPr="00C333C0" w:rsidRDefault="00C30D59" w:rsidP="00C30D59">
      <w:pPr>
        <w:ind w:left="283" w:firstLine="284"/>
        <w:rPr>
          <w:highlight w:val="yellow"/>
        </w:rPr>
      </w:pPr>
      <w:r w:rsidRPr="00C333C0">
        <w:rPr>
          <w:highlight w:val="yellow"/>
        </w:rPr>
        <w:t>bankovní spojení:</w:t>
      </w:r>
      <w:r w:rsidRPr="00C333C0">
        <w:rPr>
          <w:highlight w:val="yellow"/>
        </w:rPr>
        <w:tab/>
      </w:r>
    </w:p>
    <w:p w14:paraId="3B5B5536" w14:textId="77777777" w:rsidR="00C30D59" w:rsidRPr="00C333C0" w:rsidRDefault="00C30D59" w:rsidP="00C30D59">
      <w:pPr>
        <w:ind w:left="283" w:firstLine="284"/>
        <w:rPr>
          <w:highlight w:val="yellow"/>
        </w:rPr>
      </w:pPr>
      <w:r w:rsidRPr="00C333C0">
        <w:rPr>
          <w:highlight w:val="yellow"/>
        </w:rPr>
        <w:t>č.</w:t>
      </w:r>
      <w:r w:rsidR="001325A7" w:rsidRPr="00C333C0">
        <w:rPr>
          <w:highlight w:val="yellow"/>
        </w:rPr>
        <w:t xml:space="preserve"> </w:t>
      </w:r>
      <w:r w:rsidRPr="00C333C0">
        <w:rPr>
          <w:highlight w:val="yellow"/>
        </w:rPr>
        <w:t>účtu:</w:t>
      </w:r>
      <w:r w:rsidRPr="00C333C0">
        <w:rPr>
          <w:highlight w:val="yellow"/>
        </w:rPr>
        <w:tab/>
      </w:r>
      <w:r w:rsidRPr="00C333C0">
        <w:rPr>
          <w:highlight w:val="yellow"/>
        </w:rPr>
        <w:tab/>
      </w:r>
      <w:r w:rsidRPr="00C333C0">
        <w:rPr>
          <w:highlight w:val="yellow"/>
        </w:rPr>
        <w:tab/>
      </w:r>
      <w:r w:rsidRPr="00C333C0">
        <w:rPr>
          <w:highlight w:val="yellow"/>
        </w:rPr>
        <w:tab/>
      </w:r>
    </w:p>
    <w:p w14:paraId="39E0BC47" w14:textId="77777777" w:rsidR="00C30D59" w:rsidRPr="00C333C0" w:rsidRDefault="00C30D59" w:rsidP="00C30D59">
      <w:pPr>
        <w:ind w:left="283" w:firstLine="284"/>
        <w:rPr>
          <w:highlight w:val="yellow"/>
        </w:rPr>
      </w:pPr>
      <w:r w:rsidRPr="00C333C0">
        <w:rPr>
          <w:highlight w:val="yellow"/>
        </w:rPr>
        <w:t>IČ</w:t>
      </w:r>
      <w:r w:rsidR="00E713AD" w:rsidRPr="00C333C0">
        <w:rPr>
          <w:highlight w:val="yellow"/>
        </w:rPr>
        <w:t>O</w:t>
      </w:r>
      <w:r w:rsidRPr="00C333C0">
        <w:rPr>
          <w:highlight w:val="yellow"/>
        </w:rPr>
        <w:t>:</w:t>
      </w:r>
      <w:r w:rsidRPr="00C333C0">
        <w:rPr>
          <w:highlight w:val="yellow"/>
        </w:rPr>
        <w:tab/>
      </w:r>
      <w:r w:rsidRPr="00C333C0">
        <w:rPr>
          <w:highlight w:val="yellow"/>
        </w:rPr>
        <w:tab/>
      </w:r>
      <w:r w:rsidRPr="00C333C0">
        <w:rPr>
          <w:highlight w:val="yellow"/>
        </w:rPr>
        <w:tab/>
      </w:r>
      <w:r w:rsidRPr="00C333C0">
        <w:rPr>
          <w:highlight w:val="yellow"/>
        </w:rPr>
        <w:tab/>
      </w:r>
      <w:r w:rsidRPr="00C333C0">
        <w:rPr>
          <w:highlight w:val="yellow"/>
        </w:rPr>
        <w:tab/>
      </w:r>
    </w:p>
    <w:p w14:paraId="7DA3CA74" w14:textId="77777777" w:rsidR="00C30D59" w:rsidRPr="00C333C0" w:rsidRDefault="00C30D59" w:rsidP="00C30D59">
      <w:pPr>
        <w:ind w:left="283" w:firstLine="284"/>
        <w:rPr>
          <w:highlight w:val="yellow"/>
        </w:rPr>
      </w:pPr>
      <w:r w:rsidRPr="00C333C0">
        <w:rPr>
          <w:highlight w:val="yellow"/>
        </w:rPr>
        <w:t>DIČ:</w:t>
      </w:r>
      <w:r w:rsidRPr="00C333C0">
        <w:rPr>
          <w:highlight w:val="yellow"/>
        </w:rPr>
        <w:tab/>
      </w:r>
      <w:r w:rsidRPr="00C333C0">
        <w:rPr>
          <w:highlight w:val="yellow"/>
        </w:rPr>
        <w:tab/>
      </w:r>
      <w:r w:rsidRPr="00C333C0">
        <w:rPr>
          <w:highlight w:val="yellow"/>
        </w:rPr>
        <w:tab/>
      </w:r>
      <w:r w:rsidRPr="00C333C0">
        <w:rPr>
          <w:highlight w:val="yellow"/>
        </w:rPr>
        <w:tab/>
      </w:r>
      <w:r w:rsidRPr="00C333C0">
        <w:rPr>
          <w:highlight w:val="yellow"/>
        </w:rPr>
        <w:tab/>
      </w:r>
    </w:p>
    <w:p w14:paraId="0F9ABC1B" w14:textId="77777777" w:rsidR="00C30D59" w:rsidRDefault="00E713AD" w:rsidP="00C30D59">
      <w:pPr>
        <w:ind w:left="283" w:firstLine="284"/>
      </w:pPr>
      <w:r w:rsidRPr="00C333C0">
        <w:rPr>
          <w:highlight w:val="yellow"/>
        </w:rPr>
        <w:t>zastoupený</w:t>
      </w:r>
      <w:r w:rsidR="00C30D59" w:rsidRPr="00C333C0">
        <w:rPr>
          <w:highlight w:val="yellow"/>
        </w:rPr>
        <w:t>:</w:t>
      </w:r>
      <w:r w:rsidR="00C30D59" w:rsidRPr="000928C3">
        <w:tab/>
      </w:r>
      <w:r w:rsidR="00C30D59" w:rsidRPr="000928C3">
        <w:tab/>
      </w:r>
      <w:r w:rsidR="00C30D59" w:rsidRPr="000928C3">
        <w:tab/>
      </w:r>
    </w:p>
    <w:p w14:paraId="3E2F03F1" w14:textId="77777777" w:rsidR="00FE0844" w:rsidRDefault="00FE0844" w:rsidP="00FE0844">
      <w:pPr>
        <w:pStyle w:val="Odstavec2"/>
        <w:numPr>
          <w:ilvl w:val="0"/>
          <w:numId w:val="0"/>
        </w:numPr>
        <w:ind w:left="567" w:hanging="567"/>
      </w:pPr>
      <w:r>
        <w:lastRenderedPageBreak/>
        <w:tab/>
      </w:r>
      <w:r>
        <w:tab/>
        <w:t>(dále jen „</w:t>
      </w:r>
      <w:r w:rsidRPr="00C30D59">
        <w:rPr>
          <w:b/>
          <w:i/>
        </w:rPr>
        <w:t>Zhotovitel</w:t>
      </w:r>
      <w:r>
        <w:t>“)</w:t>
      </w:r>
    </w:p>
    <w:p w14:paraId="43DDC828" w14:textId="0BA1DDCC" w:rsidR="00C30D59" w:rsidRDefault="00C30D59" w:rsidP="00C30D59">
      <w:r>
        <w:tab/>
      </w:r>
      <w:r>
        <w:tab/>
      </w:r>
      <w:r w:rsidRPr="00C30D59">
        <w:t>Osoby oprávněné jednat za zhotovitele v rámci uzavřené smlouvy o dílo:</w:t>
      </w:r>
      <w:r w:rsidR="009B6304">
        <w:t xml:space="preserve"> (každý samostatně)</w:t>
      </w:r>
    </w:p>
    <w:tbl>
      <w:tblPr>
        <w:tblStyle w:val="Mkatabulky"/>
        <w:tblW w:w="0" w:type="auto"/>
        <w:tblLook w:val="04A0" w:firstRow="1" w:lastRow="0" w:firstColumn="1" w:lastColumn="0" w:noHBand="0" w:noVBand="1"/>
      </w:tblPr>
      <w:tblGrid>
        <w:gridCol w:w="2660"/>
        <w:gridCol w:w="2410"/>
        <w:gridCol w:w="1839"/>
        <w:gridCol w:w="2330"/>
      </w:tblGrid>
      <w:tr w:rsidR="00C30D59" w:rsidRPr="009A21C7" w14:paraId="61CF529E" w14:textId="77777777" w:rsidTr="00265F9E">
        <w:trPr>
          <w:trHeight w:val="438"/>
        </w:trPr>
        <w:tc>
          <w:tcPr>
            <w:tcW w:w="2660" w:type="dxa"/>
            <w:vAlign w:val="center"/>
          </w:tcPr>
          <w:p w14:paraId="78AB66C1" w14:textId="77777777"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ve věcech:</w:t>
            </w:r>
          </w:p>
        </w:tc>
        <w:tc>
          <w:tcPr>
            <w:tcW w:w="2410" w:type="dxa"/>
            <w:vAlign w:val="center"/>
          </w:tcPr>
          <w:p w14:paraId="6291E33C" w14:textId="77777777"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jméno a příjmení:</w:t>
            </w:r>
          </w:p>
        </w:tc>
        <w:tc>
          <w:tcPr>
            <w:tcW w:w="1839" w:type="dxa"/>
            <w:vAlign w:val="center"/>
          </w:tcPr>
          <w:p w14:paraId="11C76F02" w14:textId="77777777"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telefon:</w:t>
            </w:r>
          </w:p>
        </w:tc>
        <w:tc>
          <w:tcPr>
            <w:tcW w:w="2330" w:type="dxa"/>
            <w:vAlign w:val="center"/>
          </w:tcPr>
          <w:p w14:paraId="2AFA5D05" w14:textId="77777777"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e-mail:</w:t>
            </w:r>
          </w:p>
        </w:tc>
      </w:tr>
      <w:tr w:rsidR="00BD4CAD" w:rsidRPr="009A21C7" w14:paraId="67877C4C" w14:textId="77777777" w:rsidTr="00265F9E">
        <w:tc>
          <w:tcPr>
            <w:tcW w:w="2660" w:type="dxa"/>
            <w:vAlign w:val="center"/>
          </w:tcPr>
          <w:p w14:paraId="69A17460" w14:textId="77777777" w:rsidR="00BD4CAD" w:rsidRPr="00BD4CAD" w:rsidRDefault="00BD4CAD" w:rsidP="00BD4CAD">
            <w:pPr>
              <w:overflowPunct w:val="0"/>
              <w:autoSpaceDE w:val="0"/>
              <w:autoSpaceDN w:val="0"/>
              <w:adjustRightInd w:val="0"/>
              <w:jc w:val="left"/>
              <w:textAlignment w:val="baseline"/>
              <w:rPr>
                <w:rFonts w:cs="Arial"/>
                <w:color w:val="000000"/>
                <w:sz w:val="16"/>
                <w:szCs w:val="16"/>
              </w:rPr>
            </w:pPr>
            <w:r w:rsidRPr="00BD4CAD">
              <w:rPr>
                <w:rFonts w:cs="Arial"/>
                <w:color w:val="000000"/>
                <w:sz w:val="16"/>
                <w:szCs w:val="16"/>
              </w:rPr>
              <w:t>Smluvních</w:t>
            </w:r>
          </w:p>
        </w:tc>
        <w:tc>
          <w:tcPr>
            <w:tcW w:w="2410" w:type="dxa"/>
            <w:vAlign w:val="center"/>
          </w:tcPr>
          <w:p w14:paraId="71FA862D" w14:textId="77777777" w:rsidR="00BD4CAD" w:rsidRPr="00F7122B" w:rsidRDefault="00BD4CAD" w:rsidP="00BD4CAD">
            <w:pPr>
              <w:rPr>
                <w:rFonts w:cs="Arial"/>
                <w:color w:val="000000"/>
                <w:sz w:val="16"/>
                <w:szCs w:val="16"/>
                <w:highlight w:val="yellow"/>
              </w:rPr>
            </w:pPr>
            <w:r w:rsidRPr="00F7122B">
              <w:rPr>
                <w:rFonts w:cs="Arial"/>
                <w:color w:val="000000"/>
                <w:sz w:val="16"/>
                <w:szCs w:val="16"/>
                <w:highlight w:val="yellow"/>
              </w:rPr>
              <w:t>[bude doplněno].</w:t>
            </w:r>
          </w:p>
        </w:tc>
        <w:tc>
          <w:tcPr>
            <w:tcW w:w="1839" w:type="dxa"/>
            <w:vAlign w:val="center"/>
          </w:tcPr>
          <w:p w14:paraId="32FA5D7E" w14:textId="4780D537" w:rsidR="00BD4CAD" w:rsidRPr="00F7122B" w:rsidRDefault="00BD4CAD" w:rsidP="00BD4CAD">
            <w:pPr>
              <w:overflowPunct w:val="0"/>
              <w:autoSpaceDE w:val="0"/>
              <w:autoSpaceDN w:val="0"/>
              <w:adjustRightInd w:val="0"/>
              <w:jc w:val="left"/>
              <w:textAlignment w:val="baseline"/>
              <w:rPr>
                <w:rFonts w:cs="Arial"/>
                <w:color w:val="000000"/>
                <w:sz w:val="18"/>
                <w:szCs w:val="18"/>
                <w:highlight w:val="yellow"/>
              </w:rPr>
            </w:pPr>
            <w:r w:rsidRPr="00F7122B">
              <w:rPr>
                <w:rFonts w:cs="Arial"/>
                <w:color w:val="000000"/>
                <w:sz w:val="16"/>
                <w:szCs w:val="16"/>
                <w:highlight w:val="yellow"/>
              </w:rPr>
              <w:t>[bude doplněno].</w:t>
            </w:r>
          </w:p>
        </w:tc>
        <w:tc>
          <w:tcPr>
            <w:tcW w:w="2330" w:type="dxa"/>
            <w:vAlign w:val="center"/>
          </w:tcPr>
          <w:p w14:paraId="49E1690A" w14:textId="0867B0F6" w:rsidR="00BD4CAD" w:rsidRPr="00F7122B" w:rsidRDefault="00BD4CAD" w:rsidP="00BD4CAD">
            <w:pPr>
              <w:overflowPunct w:val="0"/>
              <w:autoSpaceDE w:val="0"/>
              <w:autoSpaceDN w:val="0"/>
              <w:adjustRightInd w:val="0"/>
              <w:jc w:val="left"/>
              <w:textAlignment w:val="baseline"/>
              <w:rPr>
                <w:rFonts w:cs="Arial"/>
                <w:color w:val="000000"/>
                <w:sz w:val="18"/>
                <w:szCs w:val="18"/>
                <w:highlight w:val="yellow"/>
              </w:rPr>
            </w:pPr>
            <w:r w:rsidRPr="00F7122B">
              <w:rPr>
                <w:rFonts w:cs="Arial"/>
                <w:color w:val="000000"/>
                <w:sz w:val="16"/>
                <w:szCs w:val="16"/>
                <w:highlight w:val="yellow"/>
              </w:rPr>
              <w:t>[bude doplněno].</w:t>
            </w:r>
          </w:p>
        </w:tc>
      </w:tr>
      <w:tr w:rsidR="00BD4CAD" w:rsidRPr="009A21C7" w14:paraId="325552BD" w14:textId="77777777" w:rsidTr="00265F9E">
        <w:trPr>
          <w:trHeight w:val="143"/>
        </w:trPr>
        <w:tc>
          <w:tcPr>
            <w:tcW w:w="2660" w:type="dxa"/>
            <w:vAlign w:val="center"/>
          </w:tcPr>
          <w:p w14:paraId="53B85D61" w14:textId="77777777" w:rsidR="00BD4CAD" w:rsidRPr="00BD4CAD" w:rsidRDefault="00BD4CAD" w:rsidP="00BD4CAD">
            <w:pPr>
              <w:overflowPunct w:val="0"/>
              <w:autoSpaceDE w:val="0"/>
              <w:autoSpaceDN w:val="0"/>
              <w:adjustRightInd w:val="0"/>
              <w:jc w:val="left"/>
              <w:textAlignment w:val="baseline"/>
              <w:rPr>
                <w:rFonts w:cs="Arial"/>
                <w:color w:val="000000"/>
                <w:sz w:val="16"/>
                <w:szCs w:val="16"/>
              </w:rPr>
            </w:pPr>
            <w:r w:rsidRPr="00BD4CAD">
              <w:rPr>
                <w:rFonts w:cs="Arial"/>
                <w:color w:val="000000"/>
                <w:sz w:val="16"/>
                <w:szCs w:val="16"/>
              </w:rPr>
              <w:t xml:space="preserve">technických </w:t>
            </w:r>
          </w:p>
        </w:tc>
        <w:tc>
          <w:tcPr>
            <w:tcW w:w="2410" w:type="dxa"/>
            <w:vAlign w:val="center"/>
          </w:tcPr>
          <w:p w14:paraId="62E3300C" w14:textId="77777777" w:rsidR="00BD4CAD" w:rsidRPr="00F7122B" w:rsidRDefault="00BD4CAD" w:rsidP="00BD4CAD">
            <w:pPr>
              <w:rPr>
                <w:rFonts w:cs="Arial"/>
                <w:color w:val="000000"/>
                <w:sz w:val="16"/>
                <w:szCs w:val="16"/>
                <w:highlight w:val="yellow"/>
              </w:rPr>
            </w:pPr>
            <w:r w:rsidRPr="00F7122B">
              <w:rPr>
                <w:rFonts w:cs="Arial"/>
                <w:color w:val="000000"/>
                <w:sz w:val="16"/>
                <w:szCs w:val="16"/>
                <w:highlight w:val="yellow"/>
              </w:rPr>
              <w:t>[bude doplněno].</w:t>
            </w:r>
          </w:p>
        </w:tc>
        <w:tc>
          <w:tcPr>
            <w:tcW w:w="1839" w:type="dxa"/>
            <w:vAlign w:val="center"/>
          </w:tcPr>
          <w:p w14:paraId="40B72615" w14:textId="348074ED" w:rsidR="00BD4CAD" w:rsidRPr="00F7122B" w:rsidRDefault="00BD4CAD" w:rsidP="00BD4CAD">
            <w:pPr>
              <w:overflowPunct w:val="0"/>
              <w:autoSpaceDE w:val="0"/>
              <w:autoSpaceDN w:val="0"/>
              <w:adjustRightInd w:val="0"/>
              <w:jc w:val="left"/>
              <w:textAlignment w:val="baseline"/>
              <w:rPr>
                <w:rFonts w:cs="Arial"/>
                <w:color w:val="000000"/>
                <w:sz w:val="18"/>
                <w:szCs w:val="18"/>
                <w:highlight w:val="yellow"/>
              </w:rPr>
            </w:pPr>
            <w:r w:rsidRPr="00F7122B">
              <w:rPr>
                <w:rFonts w:cs="Arial"/>
                <w:color w:val="000000"/>
                <w:sz w:val="16"/>
                <w:szCs w:val="16"/>
                <w:highlight w:val="yellow"/>
              </w:rPr>
              <w:t>[bude doplněno].</w:t>
            </w:r>
          </w:p>
        </w:tc>
        <w:tc>
          <w:tcPr>
            <w:tcW w:w="2330" w:type="dxa"/>
            <w:vAlign w:val="center"/>
          </w:tcPr>
          <w:p w14:paraId="4D3CD8C8" w14:textId="0CFC705D" w:rsidR="00BD4CAD" w:rsidRPr="00F7122B" w:rsidRDefault="00BD4CAD" w:rsidP="00BD4CAD">
            <w:pPr>
              <w:overflowPunct w:val="0"/>
              <w:autoSpaceDE w:val="0"/>
              <w:autoSpaceDN w:val="0"/>
              <w:adjustRightInd w:val="0"/>
              <w:jc w:val="left"/>
              <w:textAlignment w:val="baseline"/>
              <w:rPr>
                <w:rFonts w:cs="Arial"/>
                <w:color w:val="000000"/>
                <w:sz w:val="18"/>
                <w:szCs w:val="18"/>
                <w:highlight w:val="yellow"/>
              </w:rPr>
            </w:pPr>
            <w:r w:rsidRPr="00F7122B">
              <w:rPr>
                <w:rFonts w:cs="Arial"/>
                <w:color w:val="000000"/>
                <w:sz w:val="16"/>
                <w:szCs w:val="16"/>
                <w:highlight w:val="yellow"/>
              </w:rPr>
              <w:t>[bude doplněno].</w:t>
            </w:r>
          </w:p>
        </w:tc>
      </w:tr>
      <w:tr w:rsidR="00BD4CAD" w:rsidRPr="009A21C7" w14:paraId="1649F04A" w14:textId="77777777" w:rsidTr="00265F9E">
        <w:tc>
          <w:tcPr>
            <w:tcW w:w="2660" w:type="dxa"/>
            <w:vAlign w:val="center"/>
          </w:tcPr>
          <w:p w14:paraId="0E53ED96" w14:textId="77777777" w:rsidR="00BD4CAD" w:rsidRPr="00BD4CAD" w:rsidRDefault="00BD4CAD" w:rsidP="00BD4CAD">
            <w:pPr>
              <w:overflowPunct w:val="0"/>
              <w:autoSpaceDE w:val="0"/>
              <w:autoSpaceDN w:val="0"/>
              <w:adjustRightInd w:val="0"/>
              <w:jc w:val="left"/>
              <w:textAlignment w:val="baseline"/>
              <w:rPr>
                <w:rFonts w:cs="Arial"/>
                <w:color w:val="000000"/>
                <w:sz w:val="16"/>
                <w:szCs w:val="16"/>
              </w:rPr>
            </w:pPr>
            <w:r w:rsidRPr="00BD4CAD">
              <w:rPr>
                <w:rFonts w:cs="Arial"/>
                <w:color w:val="000000"/>
                <w:sz w:val="16"/>
                <w:szCs w:val="16"/>
              </w:rPr>
              <w:t>zapisovat do deníku</w:t>
            </w:r>
          </w:p>
        </w:tc>
        <w:tc>
          <w:tcPr>
            <w:tcW w:w="2410" w:type="dxa"/>
            <w:vAlign w:val="center"/>
          </w:tcPr>
          <w:p w14:paraId="44CE4D90" w14:textId="77777777" w:rsidR="00BD4CAD" w:rsidRPr="00F7122B" w:rsidRDefault="00BD4CAD" w:rsidP="00BD4CAD">
            <w:pPr>
              <w:rPr>
                <w:rFonts w:cs="Arial"/>
                <w:color w:val="000000"/>
                <w:sz w:val="16"/>
                <w:szCs w:val="16"/>
                <w:highlight w:val="yellow"/>
              </w:rPr>
            </w:pPr>
            <w:r w:rsidRPr="00F7122B">
              <w:rPr>
                <w:rFonts w:cs="Arial"/>
                <w:color w:val="000000"/>
                <w:sz w:val="16"/>
                <w:szCs w:val="16"/>
                <w:highlight w:val="yellow"/>
              </w:rPr>
              <w:t>[bude doplněno].</w:t>
            </w:r>
          </w:p>
        </w:tc>
        <w:tc>
          <w:tcPr>
            <w:tcW w:w="1839" w:type="dxa"/>
            <w:vAlign w:val="center"/>
          </w:tcPr>
          <w:p w14:paraId="39825E63" w14:textId="3F1268B0" w:rsidR="00BD4CAD" w:rsidRPr="00F7122B" w:rsidRDefault="00BD4CAD" w:rsidP="00BD4CAD">
            <w:pPr>
              <w:jc w:val="left"/>
              <w:rPr>
                <w:sz w:val="18"/>
                <w:szCs w:val="18"/>
                <w:highlight w:val="yellow"/>
              </w:rPr>
            </w:pPr>
            <w:r w:rsidRPr="00F7122B">
              <w:rPr>
                <w:rFonts w:cs="Arial"/>
                <w:color w:val="000000"/>
                <w:sz w:val="16"/>
                <w:szCs w:val="16"/>
                <w:highlight w:val="yellow"/>
              </w:rPr>
              <w:t>[bude doplněno].</w:t>
            </w:r>
          </w:p>
        </w:tc>
        <w:tc>
          <w:tcPr>
            <w:tcW w:w="2330" w:type="dxa"/>
            <w:vAlign w:val="center"/>
          </w:tcPr>
          <w:p w14:paraId="596BC3F8" w14:textId="4B6F4C98" w:rsidR="00BD4CAD" w:rsidRPr="00F7122B" w:rsidRDefault="00BD4CAD" w:rsidP="00BD4CAD">
            <w:pPr>
              <w:jc w:val="left"/>
              <w:rPr>
                <w:sz w:val="18"/>
                <w:szCs w:val="18"/>
                <w:highlight w:val="yellow"/>
              </w:rPr>
            </w:pPr>
            <w:r w:rsidRPr="00F7122B">
              <w:rPr>
                <w:rFonts w:cs="Arial"/>
                <w:color w:val="000000"/>
                <w:sz w:val="16"/>
                <w:szCs w:val="16"/>
                <w:highlight w:val="yellow"/>
              </w:rPr>
              <w:t>[bude doplněno].</w:t>
            </w:r>
          </w:p>
        </w:tc>
      </w:tr>
      <w:tr w:rsidR="00BD4CAD" w:rsidRPr="009A21C7" w14:paraId="53CDA49A" w14:textId="77777777" w:rsidTr="00265F9E">
        <w:tc>
          <w:tcPr>
            <w:tcW w:w="2660" w:type="dxa"/>
            <w:vAlign w:val="center"/>
          </w:tcPr>
          <w:p w14:paraId="2D940FA4" w14:textId="77777777" w:rsidR="00BD4CAD" w:rsidRPr="00BD4CAD" w:rsidRDefault="00BD4CAD" w:rsidP="00BD4CAD">
            <w:pPr>
              <w:overflowPunct w:val="0"/>
              <w:autoSpaceDE w:val="0"/>
              <w:autoSpaceDN w:val="0"/>
              <w:adjustRightInd w:val="0"/>
              <w:jc w:val="left"/>
              <w:textAlignment w:val="baseline"/>
              <w:rPr>
                <w:rFonts w:cs="Arial"/>
                <w:color w:val="000000"/>
                <w:sz w:val="16"/>
                <w:szCs w:val="16"/>
              </w:rPr>
            </w:pPr>
            <w:r w:rsidRPr="00BD4CAD">
              <w:rPr>
                <w:rFonts w:cs="Arial"/>
                <w:color w:val="000000"/>
                <w:sz w:val="16"/>
                <w:szCs w:val="16"/>
              </w:rPr>
              <w:t>předání a převzetí díla</w:t>
            </w:r>
          </w:p>
        </w:tc>
        <w:tc>
          <w:tcPr>
            <w:tcW w:w="2410" w:type="dxa"/>
            <w:vAlign w:val="center"/>
          </w:tcPr>
          <w:p w14:paraId="2428C85E" w14:textId="77777777" w:rsidR="00BD4CAD" w:rsidRPr="00F7122B" w:rsidRDefault="00BD4CAD" w:rsidP="00BD4CAD">
            <w:pPr>
              <w:rPr>
                <w:rFonts w:cs="Arial"/>
                <w:color w:val="000000"/>
                <w:sz w:val="16"/>
                <w:szCs w:val="16"/>
                <w:highlight w:val="yellow"/>
              </w:rPr>
            </w:pPr>
            <w:r w:rsidRPr="00F7122B">
              <w:rPr>
                <w:rFonts w:cs="Arial"/>
                <w:color w:val="000000"/>
                <w:sz w:val="16"/>
                <w:szCs w:val="16"/>
                <w:highlight w:val="yellow"/>
              </w:rPr>
              <w:t>[bude doplněno].</w:t>
            </w:r>
          </w:p>
        </w:tc>
        <w:tc>
          <w:tcPr>
            <w:tcW w:w="1839" w:type="dxa"/>
            <w:vAlign w:val="center"/>
          </w:tcPr>
          <w:p w14:paraId="4B9B840E" w14:textId="4046F171" w:rsidR="00BD4CAD" w:rsidRPr="00F7122B" w:rsidRDefault="00BD4CAD" w:rsidP="00BD4CAD">
            <w:pPr>
              <w:jc w:val="left"/>
              <w:rPr>
                <w:sz w:val="18"/>
                <w:szCs w:val="18"/>
                <w:highlight w:val="yellow"/>
              </w:rPr>
            </w:pPr>
            <w:r w:rsidRPr="00F7122B">
              <w:rPr>
                <w:rFonts w:cs="Arial"/>
                <w:color w:val="000000"/>
                <w:sz w:val="16"/>
                <w:szCs w:val="16"/>
                <w:highlight w:val="yellow"/>
              </w:rPr>
              <w:t>[bude doplněno].</w:t>
            </w:r>
          </w:p>
        </w:tc>
        <w:tc>
          <w:tcPr>
            <w:tcW w:w="2330" w:type="dxa"/>
            <w:vAlign w:val="center"/>
          </w:tcPr>
          <w:p w14:paraId="2825F8FC" w14:textId="07DA2E87" w:rsidR="00BD4CAD" w:rsidRPr="00F7122B" w:rsidRDefault="00BD4CAD" w:rsidP="00BD4CAD">
            <w:pPr>
              <w:jc w:val="left"/>
              <w:rPr>
                <w:sz w:val="18"/>
                <w:szCs w:val="18"/>
                <w:highlight w:val="yellow"/>
              </w:rPr>
            </w:pPr>
            <w:r w:rsidRPr="00F7122B">
              <w:rPr>
                <w:rFonts w:cs="Arial"/>
                <w:color w:val="000000"/>
                <w:sz w:val="16"/>
                <w:szCs w:val="16"/>
                <w:highlight w:val="yellow"/>
              </w:rPr>
              <w:t>[bude doplněno].</w:t>
            </w:r>
          </w:p>
        </w:tc>
      </w:tr>
      <w:tr w:rsidR="00BD4CAD" w:rsidRPr="009A21C7" w14:paraId="16D10AB1" w14:textId="77777777" w:rsidTr="00265F9E">
        <w:tc>
          <w:tcPr>
            <w:tcW w:w="2660" w:type="dxa"/>
            <w:vAlign w:val="center"/>
          </w:tcPr>
          <w:p w14:paraId="1330859C" w14:textId="77777777" w:rsidR="00BD4CAD" w:rsidRPr="00BD4CAD" w:rsidRDefault="00BD4CAD" w:rsidP="00BD4CAD">
            <w:pPr>
              <w:overflowPunct w:val="0"/>
              <w:autoSpaceDE w:val="0"/>
              <w:autoSpaceDN w:val="0"/>
              <w:adjustRightInd w:val="0"/>
              <w:jc w:val="left"/>
              <w:textAlignment w:val="baseline"/>
              <w:rPr>
                <w:rFonts w:cs="Arial"/>
                <w:color w:val="000000"/>
                <w:sz w:val="16"/>
                <w:szCs w:val="16"/>
              </w:rPr>
            </w:pPr>
            <w:r w:rsidRPr="00BD4CAD">
              <w:rPr>
                <w:rFonts w:cs="Arial"/>
                <w:color w:val="000000"/>
                <w:sz w:val="16"/>
                <w:szCs w:val="16"/>
              </w:rPr>
              <w:t>dodržování bezpečnostních opatření (včetně BOZP)</w:t>
            </w:r>
          </w:p>
        </w:tc>
        <w:tc>
          <w:tcPr>
            <w:tcW w:w="2410" w:type="dxa"/>
            <w:vAlign w:val="center"/>
          </w:tcPr>
          <w:p w14:paraId="47826718" w14:textId="77777777" w:rsidR="00BD4CAD" w:rsidRPr="00F7122B" w:rsidRDefault="00BD4CAD" w:rsidP="00BD4CAD">
            <w:pPr>
              <w:rPr>
                <w:rFonts w:cs="Arial"/>
                <w:color w:val="000000"/>
                <w:sz w:val="16"/>
                <w:szCs w:val="16"/>
                <w:highlight w:val="yellow"/>
              </w:rPr>
            </w:pPr>
            <w:r w:rsidRPr="00F7122B">
              <w:rPr>
                <w:rFonts w:cs="Arial"/>
                <w:color w:val="000000"/>
                <w:sz w:val="16"/>
                <w:szCs w:val="16"/>
                <w:highlight w:val="yellow"/>
              </w:rPr>
              <w:t>[bude doplněno].</w:t>
            </w:r>
          </w:p>
        </w:tc>
        <w:tc>
          <w:tcPr>
            <w:tcW w:w="1839" w:type="dxa"/>
            <w:vAlign w:val="center"/>
          </w:tcPr>
          <w:p w14:paraId="70B9F11D" w14:textId="7CA95D28" w:rsidR="00BD4CAD" w:rsidRPr="00F7122B" w:rsidRDefault="00BD4CAD" w:rsidP="00BD4CAD">
            <w:pPr>
              <w:jc w:val="left"/>
              <w:rPr>
                <w:sz w:val="18"/>
                <w:szCs w:val="18"/>
                <w:highlight w:val="yellow"/>
              </w:rPr>
            </w:pPr>
            <w:r w:rsidRPr="00F7122B">
              <w:rPr>
                <w:rFonts w:cs="Arial"/>
                <w:color w:val="000000"/>
                <w:sz w:val="16"/>
                <w:szCs w:val="16"/>
                <w:highlight w:val="yellow"/>
              </w:rPr>
              <w:t>[bude doplněno].</w:t>
            </w:r>
          </w:p>
        </w:tc>
        <w:tc>
          <w:tcPr>
            <w:tcW w:w="2330" w:type="dxa"/>
            <w:vAlign w:val="center"/>
          </w:tcPr>
          <w:p w14:paraId="2863C6DE" w14:textId="58379336" w:rsidR="00BD4CAD" w:rsidRPr="00F7122B" w:rsidRDefault="00BD4CAD" w:rsidP="00BD4CAD">
            <w:pPr>
              <w:jc w:val="left"/>
              <w:rPr>
                <w:sz w:val="18"/>
                <w:szCs w:val="18"/>
                <w:highlight w:val="yellow"/>
              </w:rPr>
            </w:pPr>
            <w:r w:rsidRPr="00F7122B">
              <w:rPr>
                <w:rFonts w:cs="Arial"/>
                <w:color w:val="000000"/>
                <w:sz w:val="16"/>
                <w:szCs w:val="16"/>
                <w:highlight w:val="yellow"/>
              </w:rPr>
              <w:t>[bude doplněno].</w:t>
            </w:r>
          </w:p>
        </w:tc>
      </w:tr>
    </w:tbl>
    <w:p w14:paraId="6C93EC2F" w14:textId="77777777" w:rsidR="00D14726" w:rsidRDefault="00D14726" w:rsidP="00C30D59">
      <w:pPr>
        <w:pStyle w:val="Odstavec2"/>
        <w:numPr>
          <w:ilvl w:val="0"/>
          <w:numId w:val="0"/>
        </w:numPr>
        <w:ind w:left="567" w:hanging="567"/>
      </w:pPr>
    </w:p>
    <w:p w14:paraId="01D8B6A6" w14:textId="77777777" w:rsidR="00C30D59" w:rsidRDefault="00C30D59" w:rsidP="00C30D59">
      <w:pPr>
        <w:pStyle w:val="Odstavec2"/>
        <w:numPr>
          <w:ilvl w:val="0"/>
          <w:numId w:val="0"/>
        </w:numPr>
      </w:pPr>
      <w:r>
        <w:t>(Objednatel a Zhotovitel společně též „</w:t>
      </w:r>
      <w:r w:rsidRPr="00C30D59">
        <w:rPr>
          <w:b/>
          <w:i/>
        </w:rPr>
        <w:t>Smluvní strany</w:t>
      </w:r>
      <w:r>
        <w:t>“)</w:t>
      </w:r>
    </w:p>
    <w:p w14:paraId="71E39D3F" w14:textId="77777777" w:rsidR="00C30D59" w:rsidRDefault="00C30D59" w:rsidP="00C30D59">
      <w:pPr>
        <w:pStyle w:val="Odstavec2"/>
        <w:numPr>
          <w:ilvl w:val="0"/>
          <w:numId w:val="0"/>
        </w:numPr>
      </w:pPr>
      <w:r w:rsidRPr="00C30D59">
        <w:t>níže uvedeného dne, měsíce a roku uzavřely tuto smlouvu o dílo (dále jen „</w:t>
      </w:r>
      <w:r w:rsidRPr="00C30D59">
        <w:rPr>
          <w:b/>
          <w:i/>
        </w:rPr>
        <w:t>Smlouva</w:t>
      </w:r>
      <w:r w:rsidRPr="00C30D59">
        <w:t>“)</w:t>
      </w:r>
      <w:r w:rsidR="00AF68B0">
        <w:t>:</w:t>
      </w:r>
    </w:p>
    <w:p w14:paraId="44147AC4" w14:textId="77777777" w:rsidR="00C962BE" w:rsidRPr="00C962BE" w:rsidRDefault="00C962BE" w:rsidP="00C333C0">
      <w:pPr>
        <w:pStyle w:val="lnek"/>
        <w:spacing w:before="360"/>
        <w:ind w:left="17"/>
      </w:pPr>
      <w:r w:rsidRPr="00C962BE">
        <w:t xml:space="preserve">Základní údaje </w:t>
      </w:r>
      <w:r w:rsidR="00204984">
        <w:t xml:space="preserve">a </w:t>
      </w:r>
      <w:r w:rsidR="00204984" w:rsidRPr="00280022">
        <w:t>předmět</w:t>
      </w:r>
      <w:r w:rsidR="00204984">
        <w:t xml:space="preserve"> plnění</w:t>
      </w:r>
    </w:p>
    <w:p w14:paraId="563C40B6" w14:textId="77777777" w:rsidR="00710178" w:rsidRDefault="00204984" w:rsidP="00710178">
      <w:pPr>
        <w:pStyle w:val="Odstavec2"/>
        <w:tabs>
          <w:tab w:val="clear" w:pos="567"/>
        </w:tabs>
        <w:ind w:left="567"/>
      </w:pPr>
      <w:r w:rsidRPr="00204984">
        <w:t xml:space="preserve">Zhotovitel prohlašuje, že má veškerá oprávnění a </w:t>
      </w:r>
      <w:r w:rsidR="00F8227D" w:rsidRPr="00204984">
        <w:t xml:space="preserve">technické </w:t>
      </w:r>
      <w:r w:rsidR="00F8227D">
        <w:t>a</w:t>
      </w:r>
      <w:r w:rsidR="004B2906">
        <w:t xml:space="preserve"> personální </w:t>
      </w:r>
      <w:r w:rsidRPr="00204984">
        <w:t>vybavení potřebné k řádnému splnění této Smlouvy.</w:t>
      </w:r>
    </w:p>
    <w:p w14:paraId="60B68BF1" w14:textId="38725FD3" w:rsidR="00204984" w:rsidRDefault="00710178" w:rsidP="00710178">
      <w:pPr>
        <w:pStyle w:val="Odstavec2"/>
        <w:tabs>
          <w:tab w:val="clear" w:pos="567"/>
        </w:tabs>
        <w:ind w:left="567"/>
      </w:pPr>
      <w:r w:rsidRPr="00710178">
        <w:t>Tato Smlouva je výsledkem zadávacího řízení vedeného Objednatelem postupem dle zákona č. 134/2016 Sb., o zadávání veřejných zakázek, ve znění pozdějších předpisů, a je uzavírána dle platné legislativy jako smlouva o dílo s odkazem na § 2586 a násl. ustanovení zákona č. 89/2012 Sb., občanský zákoník, v platném znění.</w:t>
      </w:r>
    </w:p>
    <w:p w14:paraId="5623751D" w14:textId="7D6FC081" w:rsidR="00FE0844" w:rsidRDefault="00FE0844" w:rsidP="00B77AA5">
      <w:pPr>
        <w:pStyle w:val="Odstavec2"/>
        <w:tabs>
          <w:tab w:val="clear" w:pos="567"/>
        </w:tabs>
        <w:ind w:left="567"/>
      </w:pPr>
      <w:r>
        <w:t xml:space="preserve">Předmětem </w:t>
      </w:r>
      <w:r w:rsidR="00214918">
        <w:t xml:space="preserve">této Smlouvy </w:t>
      </w:r>
      <w:r>
        <w:t xml:space="preserve">je </w:t>
      </w:r>
      <w:r w:rsidR="00214918" w:rsidRPr="00E75412">
        <w:t xml:space="preserve">provedení </w:t>
      </w:r>
      <w:r w:rsidR="00171AF7">
        <w:t xml:space="preserve">Rekonstrukce </w:t>
      </w:r>
      <w:r w:rsidR="007F7B03">
        <w:t>stáčecího kanálu</w:t>
      </w:r>
      <w:r w:rsidR="00171AF7">
        <w:t xml:space="preserve"> </w:t>
      </w:r>
      <w:r w:rsidR="00263C89">
        <w:t xml:space="preserve">železničních cisteren, </w:t>
      </w:r>
      <w:proofErr w:type="spellStart"/>
      <w:r w:rsidR="00263C89">
        <w:t>obj</w:t>
      </w:r>
      <w:proofErr w:type="spellEnd"/>
      <w:r w:rsidR="00263C89">
        <w:t xml:space="preserve">. 360 ve </w:t>
      </w:r>
      <w:r w:rsidR="00171AF7">
        <w:t>sklad</w:t>
      </w:r>
      <w:r w:rsidR="00263C89">
        <w:t>u</w:t>
      </w:r>
      <w:r w:rsidR="00171AF7">
        <w:t xml:space="preserve"> </w:t>
      </w:r>
      <w:r w:rsidR="00263C89">
        <w:t>Šlapanov</w:t>
      </w:r>
      <w:r w:rsidR="003936C1">
        <w:t xml:space="preserve"> </w:t>
      </w:r>
      <w:r w:rsidRPr="00E75412">
        <w:t xml:space="preserve">ve </w:t>
      </w:r>
      <w:r>
        <w:t>vlastnictví Objednatele</w:t>
      </w:r>
      <w:r w:rsidR="009B6304">
        <w:t xml:space="preserve"> v rozsahu dále specifikovaném</w:t>
      </w:r>
      <w:r>
        <w:t xml:space="preserve"> (dále též jen „</w:t>
      </w:r>
      <w:r w:rsidR="00214918" w:rsidRPr="00BB3C8B">
        <w:rPr>
          <w:b/>
          <w:i/>
        </w:rPr>
        <w:t>D</w:t>
      </w:r>
      <w:r w:rsidRPr="00BB3C8B">
        <w:rPr>
          <w:b/>
          <w:i/>
        </w:rPr>
        <w:t>ílo</w:t>
      </w:r>
      <w:r w:rsidRPr="00BB3C8B">
        <w:rPr>
          <w:b/>
        </w:rPr>
        <w:t>“</w:t>
      </w:r>
      <w:r>
        <w:t>).</w:t>
      </w:r>
      <w:r w:rsidR="00E20EF3">
        <w:t xml:space="preserve"> </w:t>
      </w:r>
    </w:p>
    <w:p w14:paraId="2950CE33" w14:textId="08F5286E" w:rsidR="00ED16C2" w:rsidRDefault="00B83376" w:rsidP="00B77AA5">
      <w:pPr>
        <w:pStyle w:val="Odstavec2"/>
        <w:ind w:left="567"/>
      </w:pPr>
      <w:r w:rsidRPr="004F2583">
        <w:t>D</w:t>
      </w:r>
      <w:r w:rsidR="00ED16C2" w:rsidRPr="004F2583">
        <w:t>íl</w:t>
      </w:r>
      <w:r w:rsidR="00214918" w:rsidRPr="004F2583">
        <w:t>o</w:t>
      </w:r>
      <w:r w:rsidR="00ED16C2" w:rsidRPr="004F2583">
        <w:t xml:space="preserve"> zahrnuje zejména níže uvedené dodávky</w:t>
      </w:r>
      <w:r w:rsidRPr="004F2583">
        <w:t>,</w:t>
      </w:r>
      <w:r w:rsidR="00ED16C2" w:rsidRPr="004F2583">
        <w:t xml:space="preserve"> práce a služby</w:t>
      </w:r>
      <w:r w:rsidR="00EA67A6" w:rsidRPr="004F2583">
        <w:t xml:space="preserve"> na </w:t>
      </w:r>
      <w:r w:rsidR="005D1C0C">
        <w:t xml:space="preserve">následujících </w:t>
      </w:r>
      <w:r w:rsidR="00EA67A6" w:rsidRPr="004F2583">
        <w:t>stavebních objektech</w:t>
      </w:r>
      <w:r w:rsidR="005D1C0C">
        <w:t xml:space="preserve"> </w:t>
      </w:r>
      <w:r w:rsidR="000C1AFD">
        <w:t xml:space="preserve">a provozních souborech </w:t>
      </w:r>
      <w:r w:rsidR="005D1C0C" w:rsidRPr="005D1C0C">
        <w:rPr>
          <w:i/>
          <w:iCs/>
        </w:rPr>
        <w:t>/blíže specifikováno v projektové dokumentaci/</w:t>
      </w:r>
      <w:r w:rsidR="00ED16C2" w:rsidRPr="004F2583">
        <w:t>:</w:t>
      </w:r>
    </w:p>
    <w:p w14:paraId="59C1AEF2" w14:textId="733D3FF2" w:rsidR="00796A9A" w:rsidRDefault="00796A9A" w:rsidP="00796A9A">
      <w:pPr>
        <w:spacing w:before="120"/>
        <w:ind w:left="706" w:firstLine="2"/>
        <w:rPr>
          <w:rFonts w:cs="Arial"/>
          <w:color w:val="000000"/>
          <w:szCs w:val="20"/>
        </w:rPr>
      </w:pPr>
      <w:r w:rsidRPr="00EC3A5B">
        <w:rPr>
          <w:rFonts w:cs="Arial"/>
          <w:color w:val="000000"/>
          <w:szCs w:val="20"/>
        </w:rPr>
        <w:t>SO 360</w:t>
      </w:r>
    </w:p>
    <w:p w14:paraId="7661612A" w14:textId="77777777" w:rsidR="00796A9A" w:rsidRPr="00EC3A5B" w:rsidRDefault="00796A9A" w:rsidP="00796A9A">
      <w:pPr>
        <w:numPr>
          <w:ilvl w:val="0"/>
          <w:numId w:val="16"/>
        </w:numPr>
        <w:spacing w:before="120" w:after="0"/>
        <w:jc w:val="left"/>
        <w:rPr>
          <w:rFonts w:ascii="Times New Roman" w:hAnsi="Times New Roman" w:cs="Arial"/>
          <w:color w:val="000000"/>
          <w:sz w:val="24"/>
        </w:rPr>
      </w:pPr>
      <w:r w:rsidRPr="00EC3A5B">
        <w:rPr>
          <w:rFonts w:cs="Arial"/>
          <w:color w:val="000000"/>
          <w:szCs w:val="20"/>
        </w:rPr>
        <w:t>Stavební část</w:t>
      </w:r>
    </w:p>
    <w:p w14:paraId="10D96DA4" w14:textId="77777777" w:rsidR="00796A9A" w:rsidRPr="00EC3A5B" w:rsidRDefault="00796A9A" w:rsidP="00796A9A">
      <w:pPr>
        <w:numPr>
          <w:ilvl w:val="0"/>
          <w:numId w:val="16"/>
        </w:numPr>
        <w:spacing w:before="120" w:after="0"/>
        <w:jc w:val="left"/>
        <w:rPr>
          <w:rFonts w:ascii="Times New Roman" w:hAnsi="Times New Roman" w:cs="Arial"/>
          <w:color w:val="000000"/>
          <w:sz w:val="24"/>
        </w:rPr>
      </w:pPr>
      <w:r>
        <w:rPr>
          <w:rFonts w:cs="Arial"/>
          <w:color w:val="000000"/>
          <w:szCs w:val="20"/>
        </w:rPr>
        <w:t>Elektro část</w:t>
      </w:r>
    </w:p>
    <w:p w14:paraId="004FD6EB" w14:textId="77777777" w:rsidR="00796A9A" w:rsidRPr="00EC3A5B" w:rsidRDefault="00796A9A" w:rsidP="00796A9A">
      <w:pPr>
        <w:numPr>
          <w:ilvl w:val="0"/>
          <w:numId w:val="16"/>
        </w:numPr>
        <w:spacing w:before="120" w:after="0"/>
        <w:jc w:val="left"/>
        <w:rPr>
          <w:rFonts w:ascii="Times New Roman" w:hAnsi="Times New Roman" w:cs="Arial"/>
          <w:color w:val="000000"/>
          <w:sz w:val="24"/>
        </w:rPr>
      </w:pPr>
      <w:r>
        <w:rPr>
          <w:rFonts w:cs="Arial"/>
          <w:color w:val="000000"/>
          <w:szCs w:val="20"/>
        </w:rPr>
        <w:t xml:space="preserve">Ocelové konstrukce </w:t>
      </w:r>
    </w:p>
    <w:p w14:paraId="11F49A8A" w14:textId="77777777" w:rsidR="00796A9A" w:rsidRPr="00EC3A5B" w:rsidRDefault="00796A9A" w:rsidP="00796A9A">
      <w:pPr>
        <w:numPr>
          <w:ilvl w:val="0"/>
          <w:numId w:val="16"/>
        </w:numPr>
        <w:spacing w:before="120" w:after="0"/>
        <w:jc w:val="left"/>
        <w:rPr>
          <w:rFonts w:ascii="Times New Roman" w:hAnsi="Times New Roman" w:cs="Arial"/>
          <w:color w:val="000000"/>
          <w:sz w:val="24"/>
        </w:rPr>
      </w:pPr>
      <w:r>
        <w:rPr>
          <w:rFonts w:cs="Arial"/>
          <w:color w:val="000000"/>
          <w:szCs w:val="20"/>
        </w:rPr>
        <w:t>Kanalizace zaolejovaná</w:t>
      </w:r>
    </w:p>
    <w:p w14:paraId="6FD95734" w14:textId="77777777" w:rsidR="00796A9A" w:rsidRPr="00EC3A5B" w:rsidRDefault="00796A9A" w:rsidP="00796A9A">
      <w:pPr>
        <w:numPr>
          <w:ilvl w:val="0"/>
          <w:numId w:val="16"/>
        </w:numPr>
        <w:spacing w:before="120" w:after="0"/>
        <w:jc w:val="left"/>
        <w:rPr>
          <w:rFonts w:ascii="Times New Roman" w:hAnsi="Times New Roman" w:cs="Arial"/>
          <w:color w:val="000000"/>
          <w:sz w:val="24"/>
        </w:rPr>
      </w:pPr>
      <w:r>
        <w:rPr>
          <w:rFonts w:cs="Arial"/>
          <w:color w:val="000000"/>
          <w:szCs w:val="20"/>
        </w:rPr>
        <w:t>EPS</w:t>
      </w:r>
    </w:p>
    <w:p w14:paraId="7FF36180" w14:textId="77777777" w:rsidR="00796A9A" w:rsidRPr="00EC3A5B" w:rsidRDefault="00796A9A" w:rsidP="00796A9A">
      <w:pPr>
        <w:numPr>
          <w:ilvl w:val="0"/>
          <w:numId w:val="16"/>
        </w:numPr>
        <w:spacing w:before="120" w:after="0"/>
        <w:jc w:val="left"/>
        <w:rPr>
          <w:rFonts w:ascii="Times New Roman" w:hAnsi="Times New Roman" w:cs="Arial"/>
          <w:color w:val="000000"/>
          <w:sz w:val="24"/>
        </w:rPr>
      </w:pPr>
      <w:r>
        <w:rPr>
          <w:rFonts w:cs="Arial"/>
          <w:color w:val="000000"/>
          <w:szCs w:val="20"/>
        </w:rPr>
        <w:t>DHP</w:t>
      </w:r>
    </w:p>
    <w:p w14:paraId="36F06868" w14:textId="77777777" w:rsidR="00796A9A" w:rsidRPr="00EC3A5B" w:rsidRDefault="00796A9A" w:rsidP="00796A9A">
      <w:pPr>
        <w:numPr>
          <w:ilvl w:val="0"/>
          <w:numId w:val="16"/>
        </w:numPr>
        <w:spacing w:before="120" w:after="0"/>
        <w:jc w:val="left"/>
        <w:rPr>
          <w:rFonts w:ascii="Times New Roman" w:hAnsi="Times New Roman" w:cs="Arial"/>
          <w:color w:val="000000"/>
          <w:sz w:val="24"/>
        </w:rPr>
      </w:pPr>
      <w:r>
        <w:rPr>
          <w:rFonts w:cs="Arial"/>
          <w:color w:val="000000"/>
          <w:szCs w:val="20"/>
        </w:rPr>
        <w:t>Rozvody SLP elektroinstalace</w:t>
      </w:r>
    </w:p>
    <w:p w14:paraId="3FE22FD4" w14:textId="77777777" w:rsidR="00796A9A" w:rsidRPr="00EC3A5B" w:rsidRDefault="00796A9A" w:rsidP="00796A9A">
      <w:pPr>
        <w:numPr>
          <w:ilvl w:val="0"/>
          <w:numId w:val="16"/>
        </w:numPr>
        <w:spacing w:before="120" w:after="0"/>
        <w:jc w:val="left"/>
        <w:rPr>
          <w:rFonts w:ascii="Times New Roman" w:hAnsi="Times New Roman" w:cs="Arial"/>
          <w:color w:val="000000"/>
          <w:sz w:val="24"/>
        </w:rPr>
      </w:pPr>
      <w:r>
        <w:rPr>
          <w:rFonts w:cs="Arial"/>
          <w:color w:val="000000"/>
          <w:szCs w:val="20"/>
        </w:rPr>
        <w:t>HVAC</w:t>
      </w:r>
    </w:p>
    <w:p w14:paraId="6351ADE2" w14:textId="77777777" w:rsidR="00796A9A" w:rsidRDefault="00796A9A" w:rsidP="00796A9A">
      <w:pPr>
        <w:spacing w:before="120"/>
        <w:ind w:left="424" w:firstLine="284"/>
        <w:rPr>
          <w:rFonts w:cs="Arial"/>
          <w:color w:val="000000"/>
          <w:szCs w:val="20"/>
        </w:rPr>
      </w:pPr>
      <w:r>
        <w:rPr>
          <w:rFonts w:cs="Arial"/>
          <w:color w:val="000000"/>
          <w:szCs w:val="20"/>
        </w:rPr>
        <w:t>PS 360</w:t>
      </w:r>
    </w:p>
    <w:p w14:paraId="4F889716" w14:textId="77777777" w:rsidR="00796A9A" w:rsidRPr="00EC3A5B" w:rsidRDefault="00796A9A" w:rsidP="00796A9A">
      <w:pPr>
        <w:numPr>
          <w:ilvl w:val="0"/>
          <w:numId w:val="17"/>
        </w:numPr>
        <w:spacing w:before="120" w:after="0"/>
        <w:jc w:val="left"/>
        <w:rPr>
          <w:rFonts w:ascii="Times New Roman" w:hAnsi="Times New Roman" w:cs="Arial"/>
          <w:color w:val="000000"/>
          <w:sz w:val="24"/>
        </w:rPr>
      </w:pPr>
      <w:r>
        <w:rPr>
          <w:rFonts w:cs="Arial"/>
          <w:color w:val="000000"/>
          <w:szCs w:val="20"/>
        </w:rPr>
        <w:t>Strojně technologická část</w:t>
      </w:r>
    </w:p>
    <w:p w14:paraId="4618F49E" w14:textId="77777777" w:rsidR="00796A9A" w:rsidRPr="00EC3A5B" w:rsidRDefault="00796A9A" w:rsidP="00796A9A">
      <w:pPr>
        <w:numPr>
          <w:ilvl w:val="0"/>
          <w:numId w:val="17"/>
        </w:numPr>
        <w:spacing w:before="120" w:after="0"/>
        <w:jc w:val="left"/>
        <w:rPr>
          <w:rFonts w:ascii="Times New Roman" w:hAnsi="Times New Roman" w:cs="Arial"/>
          <w:color w:val="000000"/>
          <w:sz w:val="24"/>
        </w:rPr>
      </w:pPr>
      <w:r>
        <w:rPr>
          <w:rFonts w:cs="Arial"/>
          <w:color w:val="000000"/>
          <w:szCs w:val="20"/>
        </w:rPr>
        <w:t>Elektro část</w:t>
      </w:r>
    </w:p>
    <w:p w14:paraId="466D3221" w14:textId="77777777" w:rsidR="00796A9A" w:rsidRPr="00EC3A5B" w:rsidRDefault="00796A9A" w:rsidP="00796A9A">
      <w:pPr>
        <w:numPr>
          <w:ilvl w:val="0"/>
          <w:numId w:val="17"/>
        </w:numPr>
        <w:spacing w:before="120" w:after="0"/>
        <w:jc w:val="left"/>
        <w:rPr>
          <w:rFonts w:cs="Arial"/>
          <w:color w:val="000000"/>
        </w:rPr>
      </w:pPr>
      <w:r>
        <w:rPr>
          <w:rFonts w:cs="Arial"/>
          <w:color w:val="000000"/>
          <w:szCs w:val="20"/>
        </w:rPr>
        <w:t xml:space="preserve">ASŘ a </w:t>
      </w:r>
      <w:proofErr w:type="spellStart"/>
      <w:r>
        <w:rPr>
          <w:rFonts w:cs="Arial"/>
          <w:color w:val="000000"/>
          <w:szCs w:val="20"/>
        </w:rPr>
        <w:t>MaR</w:t>
      </w:r>
      <w:proofErr w:type="spellEnd"/>
    </w:p>
    <w:p w14:paraId="435FAF07" w14:textId="662908EF" w:rsidR="00777E87" w:rsidRDefault="00777E87" w:rsidP="00796A9A">
      <w:pPr>
        <w:pStyle w:val="Odstavec2"/>
        <w:numPr>
          <w:ilvl w:val="0"/>
          <w:numId w:val="0"/>
        </w:numPr>
        <w:ind w:left="567"/>
        <w:rPr>
          <w:rFonts w:cs="Arial"/>
        </w:rPr>
      </w:pPr>
    </w:p>
    <w:p w14:paraId="0F70CF4C" w14:textId="2743BB49" w:rsidR="000D5CE1" w:rsidRPr="000D5CE1" w:rsidRDefault="000D5CE1" w:rsidP="00BB3C8B">
      <w:pPr>
        <w:ind w:left="360"/>
        <w:rPr>
          <w:rFonts w:cs="Arial"/>
          <w:szCs w:val="20"/>
        </w:rPr>
      </w:pPr>
      <w:r w:rsidRPr="00CA4DC5">
        <w:rPr>
          <w:rFonts w:cs="Arial"/>
        </w:rPr>
        <w:t xml:space="preserve">Součástí </w:t>
      </w:r>
      <w:r>
        <w:rPr>
          <w:rFonts w:cs="Arial"/>
        </w:rPr>
        <w:t>D</w:t>
      </w:r>
      <w:r w:rsidRPr="00CA4DC5">
        <w:rPr>
          <w:rFonts w:cs="Arial"/>
        </w:rPr>
        <w:t>íla je i vypracování technické</w:t>
      </w:r>
      <w:r w:rsidR="0000598D">
        <w:rPr>
          <w:rFonts w:cs="Arial"/>
        </w:rPr>
        <w:t>, výrobní,</w:t>
      </w:r>
      <w:r w:rsidRPr="00CA4DC5">
        <w:rPr>
          <w:rFonts w:cs="Arial"/>
        </w:rPr>
        <w:t xml:space="preserve"> dokumentace </w:t>
      </w:r>
      <w:r>
        <w:rPr>
          <w:rFonts w:cs="Arial"/>
        </w:rPr>
        <w:t>Zhotovitele</w:t>
      </w:r>
      <w:r w:rsidRPr="00CA4DC5">
        <w:rPr>
          <w:rFonts w:cs="Arial"/>
        </w:rPr>
        <w:t>m</w:t>
      </w:r>
      <w:r>
        <w:rPr>
          <w:rFonts w:cs="Arial"/>
        </w:rPr>
        <w:t>.</w:t>
      </w:r>
      <w:r w:rsidRPr="00CA4DC5">
        <w:rPr>
          <w:rFonts w:cs="Arial"/>
        </w:rPr>
        <w:t xml:space="preserve"> </w:t>
      </w:r>
      <w:r>
        <w:rPr>
          <w:rFonts w:cs="Arial"/>
        </w:rPr>
        <w:t>P</w:t>
      </w:r>
      <w:r w:rsidRPr="00CA4DC5">
        <w:rPr>
          <w:rFonts w:cs="Arial"/>
        </w:rPr>
        <w:t xml:space="preserve">o dokončení </w:t>
      </w:r>
      <w:r>
        <w:rPr>
          <w:rFonts w:cs="Arial"/>
        </w:rPr>
        <w:t>Díla Zhotovi</w:t>
      </w:r>
      <w:r w:rsidRPr="00CA4DC5">
        <w:rPr>
          <w:rFonts w:cs="Arial"/>
        </w:rPr>
        <w:t xml:space="preserve">tel zpracuje a předá </w:t>
      </w:r>
      <w:r>
        <w:rPr>
          <w:rFonts w:cs="Arial"/>
        </w:rPr>
        <w:t>Objednate</w:t>
      </w:r>
      <w:r w:rsidRPr="00CA4DC5">
        <w:rPr>
          <w:rFonts w:cs="Arial"/>
        </w:rPr>
        <w:t>li dokumentaci skutečného provedení</w:t>
      </w:r>
      <w:r>
        <w:rPr>
          <w:rFonts w:cs="Arial"/>
        </w:rPr>
        <w:t xml:space="preserve"> </w:t>
      </w:r>
      <w:r w:rsidRPr="00CA4DC5">
        <w:rPr>
          <w:rFonts w:cs="Arial"/>
        </w:rPr>
        <w:t>v souladu s podmínkami uvedenými ve vyhlášce č. 499/2006 Sb., o dokumentaci staveb, v platném znění, a další sjednané dokumenty.</w:t>
      </w:r>
    </w:p>
    <w:p w14:paraId="75CD46A3" w14:textId="77777777" w:rsidR="00B20BE0" w:rsidRPr="00E75412" w:rsidRDefault="00B20BE0" w:rsidP="00B77AA5">
      <w:pPr>
        <w:pStyle w:val="Odstavec2"/>
        <w:ind w:left="567"/>
      </w:pPr>
      <w:r w:rsidRPr="00E75412">
        <w:t xml:space="preserve">Zhotovitel je povinen provést </w:t>
      </w:r>
      <w:r w:rsidR="00B83376" w:rsidRPr="00E75412">
        <w:t>D</w:t>
      </w:r>
      <w:r w:rsidRPr="00E75412">
        <w:t>ílo v rozsahu a dle technického řešení podle níže uvedené dokumentace (dále jen „</w:t>
      </w:r>
      <w:r w:rsidRPr="00E75412">
        <w:rPr>
          <w:b/>
          <w:i/>
        </w:rPr>
        <w:t>Závazné podklady</w:t>
      </w:r>
      <w:r w:rsidRPr="00E75412">
        <w:t xml:space="preserve">“): </w:t>
      </w:r>
    </w:p>
    <w:p w14:paraId="5F1BC59D" w14:textId="6D272EEC" w:rsidR="00B20BE0" w:rsidRPr="00E75412" w:rsidRDefault="00B20BE0" w:rsidP="005B2D37">
      <w:pPr>
        <w:pStyle w:val="Odstavec2"/>
        <w:numPr>
          <w:ilvl w:val="0"/>
          <w:numId w:val="5"/>
        </w:numPr>
      </w:pPr>
      <w:r w:rsidRPr="00E75412">
        <w:lastRenderedPageBreak/>
        <w:t>Zhotoviteli předan</w:t>
      </w:r>
      <w:r w:rsidR="00F8227D" w:rsidRPr="00E75412">
        <w:t>é</w:t>
      </w:r>
      <w:r w:rsidRPr="00E75412">
        <w:t xml:space="preserve"> a jím převzat</w:t>
      </w:r>
      <w:r w:rsidR="00F8227D" w:rsidRPr="00E75412">
        <w:t>é</w:t>
      </w:r>
      <w:r w:rsidRPr="00E75412">
        <w:t xml:space="preserve"> zadávací dokumentace ze </w:t>
      </w:r>
      <w:r w:rsidRPr="00B76D44">
        <w:t>dne</w:t>
      </w:r>
      <w:r w:rsidR="00F561B0" w:rsidRPr="00B76D44">
        <w:t xml:space="preserve"> </w:t>
      </w:r>
      <w:r w:rsidR="000548FF">
        <w:t>11. 12. 2024</w:t>
      </w:r>
      <w:r w:rsidR="004F1967" w:rsidRPr="00E75412">
        <w:t xml:space="preserve"> </w:t>
      </w:r>
      <w:r w:rsidRPr="00E75412">
        <w:t>k zakázce č.</w:t>
      </w:r>
      <w:r w:rsidR="00ED16C2" w:rsidRPr="00E75412">
        <w:t xml:space="preserve"> </w:t>
      </w:r>
      <w:r w:rsidR="006F773F">
        <w:t>199/24</w:t>
      </w:r>
      <w:r w:rsidR="00ED16C2" w:rsidRPr="00E75412">
        <w:t>/OCN</w:t>
      </w:r>
      <w:r w:rsidRPr="00E75412">
        <w:t>, nazvané „</w:t>
      </w:r>
      <w:r w:rsidR="00F77E4F" w:rsidRPr="000E222E">
        <w:rPr>
          <w:rFonts w:cs="Arial"/>
        </w:rPr>
        <w:t xml:space="preserve">Rekonstrukce </w:t>
      </w:r>
      <w:r w:rsidR="00F77E4F">
        <w:rPr>
          <w:rFonts w:cs="Arial"/>
        </w:rPr>
        <w:t>stáčecího kanálu železničních cisteren, sklad Šlapanov</w:t>
      </w:r>
      <w:r w:rsidRPr="00E75412">
        <w:t>“, včetně jejích příloh</w:t>
      </w:r>
      <w:r w:rsidR="005D1C0C">
        <w:t>, zejména v příloze č. 1. Projektové dokumentaci</w:t>
      </w:r>
      <w:r w:rsidRPr="00E75412">
        <w:t xml:space="preserve"> (dále jen „</w:t>
      </w:r>
      <w:r w:rsidRPr="00E75412">
        <w:rPr>
          <w:b/>
          <w:i/>
        </w:rPr>
        <w:t>Zadávací dokumentace</w:t>
      </w:r>
      <w:r w:rsidRPr="00E75412">
        <w:t xml:space="preserve">“), </w:t>
      </w:r>
    </w:p>
    <w:p w14:paraId="4778EF2D" w14:textId="6C072B98" w:rsidR="00B20BE0" w:rsidRDefault="00B20BE0" w:rsidP="005B2D37">
      <w:pPr>
        <w:pStyle w:val="Odstavec2"/>
        <w:numPr>
          <w:ilvl w:val="0"/>
          <w:numId w:val="5"/>
        </w:numPr>
      </w:pPr>
      <w:r>
        <w:t>nabídk</w:t>
      </w:r>
      <w:r w:rsidR="00F8227D">
        <w:t>y</w:t>
      </w:r>
      <w:r>
        <w:t xml:space="preserve"> </w:t>
      </w:r>
      <w:r w:rsidR="003B298C">
        <w:t xml:space="preserve">č. </w:t>
      </w:r>
      <w:r w:rsidR="003B298C" w:rsidRPr="00C333C0">
        <w:rPr>
          <w:rFonts w:cs="Arial"/>
          <w:highlight w:val="yellow"/>
        </w:rPr>
        <w:t>[bude doplněno]</w:t>
      </w:r>
      <w:r w:rsidR="00044BDD">
        <w:rPr>
          <w:rFonts w:cs="Arial"/>
        </w:rPr>
        <w:t xml:space="preserve"> </w:t>
      </w:r>
      <w:r>
        <w:t xml:space="preserve">Zhotovitele </w:t>
      </w:r>
      <w:r w:rsidRPr="003B298C">
        <w:t>ze dne</w:t>
      </w:r>
      <w:r w:rsidR="003B298C" w:rsidRPr="003B298C">
        <w:t xml:space="preserve"> </w:t>
      </w:r>
      <w:r w:rsidR="003B298C" w:rsidRPr="00C333C0">
        <w:rPr>
          <w:rFonts w:cs="Arial"/>
          <w:highlight w:val="yellow"/>
        </w:rPr>
        <w:t>[bude doplněno]</w:t>
      </w:r>
      <w:r w:rsidRPr="00E24FC0">
        <w:rPr>
          <w:highlight w:val="yellow"/>
        </w:rPr>
        <w:t xml:space="preserve"> </w:t>
      </w:r>
      <w:r w:rsidR="000C22EE" w:rsidRPr="003B298C">
        <w:t>202</w:t>
      </w:r>
      <w:r w:rsidR="00B72A04">
        <w:t>2</w:t>
      </w:r>
      <w:r w:rsidR="000C22EE">
        <w:t xml:space="preserve"> </w:t>
      </w:r>
      <w:r>
        <w:t xml:space="preserve">podané do </w:t>
      </w:r>
      <w:r w:rsidR="00E24FC0">
        <w:t>zadávacího</w:t>
      </w:r>
      <w:r>
        <w:t xml:space="preserve"> řízení k zakázce </w:t>
      </w:r>
      <w:r w:rsidR="00AF68B0">
        <w:t>dle Zadávací dokumentace</w:t>
      </w:r>
      <w:r>
        <w:t xml:space="preserve"> (dále jen „</w:t>
      </w:r>
      <w:r w:rsidRPr="00AF68B0">
        <w:rPr>
          <w:b/>
          <w:i/>
        </w:rPr>
        <w:t>Nabídka</w:t>
      </w:r>
      <w:r>
        <w:t>“),</w:t>
      </w:r>
    </w:p>
    <w:p w14:paraId="057C74B5" w14:textId="77777777" w:rsidR="00B20BE0" w:rsidRDefault="00AF68B0" w:rsidP="00B77AA5">
      <w:pPr>
        <w:pStyle w:val="Odstavec2"/>
        <w:ind w:left="567"/>
      </w:pPr>
      <w:r w:rsidRPr="00AF68B0">
        <w:t>V případě rozporu mezi jednotlivými dokumenty Závazných podkladů má přednost Zadávací dokumentace.</w:t>
      </w:r>
    </w:p>
    <w:p w14:paraId="1295F1B0" w14:textId="77777777" w:rsidR="00AF68B0" w:rsidRDefault="00AF68B0" w:rsidP="00B77AA5">
      <w:pPr>
        <w:pStyle w:val="Odstavec2"/>
        <w:ind w:left="567"/>
      </w:pPr>
      <w:r w:rsidRPr="00AF68B0">
        <w:t xml:space="preserve">Zhotovitel odpovídá za kompletnost Nabídky a za skutečnost, že Nabídka zajišťuje provedení </w:t>
      </w:r>
      <w:r w:rsidR="00416D2A">
        <w:t>D</w:t>
      </w:r>
      <w:r w:rsidRPr="00AF68B0">
        <w:t>íla podle Zadávací dokumentace v celém jeho rozsahu a se všemi jeho součástmi.</w:t>
      </w:r>
    </w:p>
    <w:p w14:paraId="71D2F8BF" w14:textId="77777777" w:rsidR="007C0974" w:rsidRDefault="00ED16C2" w:rsidP="00B77AA5">
      <w:pPr>
        <w:pStyle w:val="Odstavec2"/>
        <w:ind w:left="567"/>
      </w:pPr>
      <w:r>
        <w:t xml:space="preserve">Touto </w:t>
      </w:r>
      <w:r w:rsidR="00416D2A">
        <w:t>S</w:t>
      </w:r>
      <w:r>
        <w:t xml:space="preserve">mlouvou se </w:t>
      </w:r>
      <w:r w:rsidR="00DD6392" w:rsidRPr="00DD6392">
        <w:t xml:space="preserve">Zhotovitel </w:t>
      </w:r>
      <w:r>
        <w:t>zavazuje na svůj náklad a nebezpečí řádně a včas</w:t>
      </w:r>
    </w:p>
    <w:p w14:paraId="459DA18F" w14:textId="77777777" w:rsidR="00DD6392" w:rsidRDefault="007C0974">
      <w:pPr>
        <w:pStyle w:val="Odstavec2"/>
        <w:numPr>
          <w:ilvl w:val="0"/>
          <w:numId w:val="8"/>
        </w:numPr>
      </w:pPr>
      <w:r>
        <w:t>provést Dílo v souladu a za podmínek stanovených zejména:</w:t>
      </w:r>
    </w:p>
    <w:p w14:paraId="4B4BD3A0" w14:textId="7D4E625A" w:rsidR="007C0974" w:rsidRDefault="007C0974">
      <w:pPr>
        <w:pStyle w:val="Odstavec2"/>
        <w:numPr>
          <w:ilvl w:val="0"/>
          <w:numId w:val="9"/>
        </w:numPr>
      </w:pPr>
      <w:r>
        <w:t xml:space="preserve">touto Smlouvou, jejími přílohami, zejména v souladu se Všeobecnými obchodními podmínkami </w:t>
      </w:r>
      <w:r w:rsidR="00463689">
        <w:t>a</w:t>
      </w:r>
      <w:r>
        <w:t xml:space="preserve"> s ostatními dokument</w:t>
      </w:r>
      <w:r w:rsidR="004B2906">
        <w:t>y</w:t>
      </w:r>
      <w:r>
        <w:t xml:space="preserve">, na které </w:t>
      </w:r>
      <w:r w:rsidR="004B2906">
        <w:t xml:space="preserve">Smlouva </w:t>
      </w:r>
      <w:r>
        <w:t xml:space="preserve">odkazuje, </w:t>
      </w:r>
    </w:p>
    <w:p w14:paraId="37027173" w14:textId="77777777" w:rsidR="007C0974" w:rsidRDefault="007C0974">
      <w:pPr>
        <w:pStyle w:val="Odstavec2"/>
        <w:numPr>
          <w:ilvl w:val="0"/>
          <w:numId w:val="9"/>
        </w:numPr>
      </w:pPr>
      <w:r>
        <w:t>platnými právními a technickými předpisy a technickými normami,</w:t>
      </w:r>
    </w:p>
    <w:p w14:paraId="73C717D3" w14:textId="0D7BF2E5" w:rsidR="007C0974" w:rsidRDefault="00221EBB">
      <w:pPr>
        <w:pStyle w:val="Odstavec2"/>
        <w:numPr>
          <w:ilvl w:val="0"/>
          <w:numId w:val="9"/>
        </w:numPr>
      </w:pPr>
      <w:r>
        <w:t>Z</w:t>
      </w:r>
      <w:r w:rsidR="007C0974">
        <w:t>ávaznými podklady</w:t>
      </w:r>
      <w:r w:rsidR="003B298C">
        <w:t>,</w:t>
      </w:r>
    </w:p>
    <w:p w14:paraId="37E9EBB2" w14:textId="77777777" w:rsidR="007C0974" w:rsidRDefault="007C0974">
      <w:pPr>
        <w:pStyle w:val="Odstavec2"/>
        <w:numPr>
          <w:ilvl w:val="0"/>
          <w:numId w:val="9"/>
        </w:numPr>
      </w:pPr>
      <w:r>
        <w:t>pokyny a podklady předanými Objednatelem,</w:t>
      </w:r>
    </w:p>
    <w:p w14:paraId="2403D0D3" w14:textId="77777777" w:rsidR="007C0974" w:rsidRDefault="007C0974">
      <w:pPr>
        <w:pStyle w:val="Odstavec2"/>
        <w:numPr>
          <w:ilvl w:val="0"/>
          <w:numId w:val="8"/>
        </w:numPr>
      </w:pPr>
      <w:r>
        <w:t xml:space="preserve">předat řádně provedené </w:t>
      </w:r>
      <w:r w:rsidR="00F354C8">
        <w:t>D</w:t>
      </w:r>
      <w:r>
        <w:t>ílo Objednateli</w:t>
      </w:r>
      <w:r w:rsidR="00416D2A">
        <w:t>.</w:t>
      </w:r>
    </w:p>
    <w:p w14:paraId="416EFB3B" w14:textId="77777777" w:rsidR="007C0974" w:rsidRDefault="007C0974" w:rsidP="00B77AA5">
      <w:pPr>
        <w:pStyle w:val="Odstavec2"/>
        <w:ind w:left="567"/>
      </w:pPr>
      <w:r>
        <w:t>Objednatel se zavazuje řádně provedené Dílo převzít a při dodržení podmínek a ujednání této Smlouvy zaplatit Zhotoviteli za Dílo dohodnutou Cenu díla.</w:t>
      </w:r>
    </w:p>
    <w:p w14:paraId="3C9A0728" w14:textId="4C45857C" w:rsidR="00DD57F1" w:rsidRPr="004406B8" w:rsidRDefault="00DD6392" w:rsidP="00B77AA5">
      <w:pPr>
        <w:pStyle w:val="Odstavec2"/>
        <w:ind w:left="567"/>
        <w:rPr>
          <w:rFonts w:cs="Arial"/>
        </w:rPr>
      </w:pPr>
      <w:r w:rsidRPr="00656398">
        <w:t xml:space="preserve">Objednatel zajistí pro realizaci Díla: povolení ke vstupu na pozemky a/nebo do prostor dotčených zhotovováním Díla (tj. na </w:t>
      </w:r>
      <w:r w:rsidRPr="004406B8">
        <w:t>Staveniště</w:t>
      </w:r>
      <w:r w:rsidR="00F113EF">
        <w:t>/pracoviště</w:t>
      </w:r>
      <w:r w:rsidR="007C0974" w:rsidRPr="004406B8">
        <w:t>)</w:t>
      </w:r>
      <w:r w:rsidRPr="004406B8">
        <w:t xml:space="preserve">, poskytne součinnost při realizaci Díla v termínech dohodnutých v Harmonogramu </w:t>
      </w:r>
      <w:r w:rsidRPr="004406B8">
        <w:rPr>
          <w:rFonts w:cs="Arial"/>
        </w:rPr>
        <w:t>plnění,</w:t>
      </w:r>
      <w:r w:rsidRPr="004406B8">
        <w:rPr>
          <w:rFonts w:cs="Arial"/>
          <w:color w:val="000000" w:themeColor="text1"/>
        </w:rPr>
        <w:t xml:space="preserve"> </w:t>
      </w:r>
      <w:r w:rsidR="0041631A">
        <w:rPr>
          <w:rFonts w:cs="Arial"/>
          <w:color w:val="000000"/>
        </w:rPr>
        <w:t xml:space="preserve">tj. </w:t>
      </w:r>
      <w:r w:rsidR="00CE7696">
        <w:rPr>
          <w:rFonts w:cs="Arial"/>
        </w:rPr>
        <w:t>vyčištění předmětných nádrží od ropných látek</w:t>
      </w:r>
      <w:r w:rsidR="00CE7696">
        <w:rPr>
          <w:rFonts w:cs="Arial"/>
          <w:color w:val="000000"/>
        </w:rPr>
        <w:t xml:space="preserve">, </w:t>
      </w:r>
      <w:r w:rsidR="00E24FC0">
        <w:rPr>
          <w:rFonts w:cs="Arial"/>
          <w:color w:val="000000"/>
        </w:rPr>
        <w:t>vstupy</w:t>
      </w:r>
      <w:r w:rsidR="00221EBB">
        <w:rPr>
          <w:rFonts w:cs="Arial"/>
          <w:color w:val="000000"/>
        </w:rPr>
        <w:t xml:space="preserve"> na </w:t>
      </w:r>
      <w:r w:rsidR="006A5D41">
        <w:rPr>
          <w:rFonts w:cs="Arial"/>
          <w:color w:val="000000"/>
        </w:rPr>
        <w:t xml:space="preserve">místa plnění </w:t>
      </w:r>
      <w:r w:rsidR="00656398" w:rsidRPr="004406B8">
        <w:rPr>
          <w:rFonts w:cs="Arial"/>
          <w:color w:val="000000"/>
        </w:rPr>
        <w:t>pro pracovníky a techniku Zhotovitele</w:t>
      </w:r>
      <w:r w:rsidR="00434C55">
        <w:rPr>
          <w:rFonts w:cs="Arial"/>
          <w:color w:val="000000"/>
        </w:rPr>
        <w:t>,</w:t>
      </w:r>
      <w:r w:rsidR="00527E7C">
        <w:rPr>
          <w:rFonts w:cs="Arial"/>
          <w:color w:val="000000"/>
        </w:rPr>
        <w:t xml:space="preserve"> </w:t>
      </w:r>
      <w:r w:rsidR="00434C55">
        <w:rPr>
          <w:rFonts w:cs="Arial"/>
          <w:color w:val="000000"/>
        </w:rPr>
        <w:t xml:space="preserve">poskytnutí plochy pro uložení materiálu a techniku, součinnost při přípravě a schvalování HMG a </w:t>
      </w:r>
      <w:proofErr w:type="spellStart"/>
      <w:r w:rsidR="00434C55">
        <w:rPr>
          <w:rFonts w:cs="Arial"/>
          <w:color w:val="000000"/>
        </w:rPr>
        <w:t>technol</w:t>
      </w:r>
      <w:proofErr w:type="spellEnd"/>
      <w:r w:rsidR="00434C55">
        <w:rPr>
          <w:rFonts w:cs="Arial"/>
          <w:color w:val="000000"/>
        </w:rPr>
        <w:t>. postupu, součinnost při provádění komplexních zkoušek</w:t>
      </w:r>
      <w:r w:rsidR="00434C55" w:rsidRPr="004406B8">
        <w:rPr>
          <w:rFonts w:cs="Arial"/>
          <w:color w:val="000000"/>
        </w:rPr>
        <w:t xml:space="preserve"> </w:t>
      </w:r>
      <w:r w:rsidR="00656398" w:rsidRPr="004406B8">
        <w:rPr>
          <w:rFonts w:cs="Arial"/>
          <w:color w:val="000000"/>
        </w:rPr>
        <w:t xml:space="preserve">a proškolení pracovníků Zhotovitele z interních předpisů PO, BOZP, PHZ, </w:t>
      </w:r>
      <w:r w:rsidR="00CE7696">
        <w:rPr>
          <w:rFonts w:cs="Arial"/>
          <w:color w:val="000000"/>
        </w:rPr>
        <w:t>a p</w:t>
      </w:r>
      <w:r w:rsidR="000C22EE">
        <w:rPr>
          <w:rFonts w:cs="Arial"/>
          <w:color w:val="000000"/>
        </w:rPr>
        <w:t>oskytne součinnost</w:t>
      </w:r>
      <w:r w:rsidR="00CE7696">
        <w:rPr>
          <w:rFonts w:cs="Arial"/>
          <w:color w:val="000000"/>
        </w:rPr>
        <w:t xml:space="preserve"> </w:t>
      </w:r>
      <w:r w:rsidR="00CE7696">
        <w:rPr>
          <w:rFonts w:cs="Arial"/>
        </w:rPr>
        <w:t>zajištění požární asistence při provádění nebezpečných prací.</w:t>
      </w:r>
    </w:p>
    <w:p w14:paraId="7C11622B" w14:textId="77777777" w:rsidR="00DD57F1" w:rsidRPr="00656398" w:rsidRDefault="00DD57F1" w:rsidP="00B77AA5">
      <w:pPr>
        <w:pStyle w:val="Odstavec2"/>
        <w:ind w:left="567"/>
      </w:pPr>
      <w:r w:rsidRPr="00656398">
        <w:t xml:space="preserve">Zhotovitel </w:t>
      </w:r>
      <w:r w:rsidR="00656398">
        <w:t>je povinen při provádění Díla dodržovat veškeré povinnosti v oblasti bezpečnosti a ochrany zdraví při práci v souladu s touto Smlouvou a jejími nedílnými součástmi a obecně závaznými předpisy.</w:t>
      </w:r>
    </w:p>
    <w:p w14:paraId="5750E5CA" w14:textId="73864293" w:rsidR="00E75412" w:rsidRDefault="00A424C4" w:rsidP="00B77AA5">
      <w:pPr>
        <w:pStyle w:val="Odstavec2"/>
        <w:ind w:left="567"/>
      </w:pPr>
      <w:r>
        <w:t>Objedna</w:t>
      </w:r>
      <w:r w:rsidR="00E75412">
        <w:t>tel dále stanovuje jako projev zásady odpovědného zadávání (zásady environmentálně odpovědného zadávání a zásady sociálně odpovědného zadávání) následující podmínky plnění předmětu dílčích zakázek:</w:t>
      </w:r>
    </w:p>
    <w:p w14:paraId="46F6DE0B" w14:textId="7A42F497" w:rsidR="00811ABD" w:rsidRPr="00610F8F" w:rsidRDefault="00A424C4" w:rsidP="00811ABD">
      <w:pPr>
        <w:pStyle w:val="Odstavec4"/>
        <w:rPr>
          <w:rFonts w:ascii="Calibri" w:hAnsi="Calibri" w:cs="Calibri"/>
          <w:sz w:val="22"/>
          <w:szCs w:val="22"/>
        </w:rPr>
      </w:pPr>
      <w:r>
        <w:t>Objedna</w:t>
      </w:r>
      <w:r w:rsidR="00811ABD" w:rsidRPr="00FF63D1">
        <w:t xml:space="preserve">tel bude po </w:t>
      </w:r>
      <w:r>
        <w:t>Zhotovi</w:t>
      </w:r>
      <w:r w:rsidR="00811ABD" w:rsidRPr="00FF63D1">
        <w:t xml:space="preserve">teli vyžadovat, 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w:t>
      </w:r>
      <w:r w:rsidR="00811ABD" w:rsidRPr="00610F8F">
        <w:t>zdraví při práci, a to pro všechny osoby, které se budou na plnění předmětu veřejné zakázky podílet.</w:t>
      </w:r>
    </w:p>
    <w:p w14:paraId="2AA4B4BC" w14:textId="07B12A56" w:rsidR="00E75412" w:rsidRDefault="00811ABD" w:rsidP="00811ABD">
      <w:pPr>
        <w:pStyle w:val="Odstavec4"/>
        <w:rPr>
          <w:rFonts w:ascii="Calibri" w:hAnsi="Calibri" w:cs="Calibri"/>
          <w:sz w:val="22"/>
          <w:szCs w:val="22"/>
        </w:rPr>
      </w:pPr>
      <w:r w:rsidRPr="00610F8F">
        <w:t>všechny platby poddodavatelům, pokud se budou podílet na realizaci veřejné zakázky, budou hrazeny řádně a včas</w:t>
      </w:r>
      <w:r w:rsidR="00E75412">
        <w:t>.</w:t>
      </w:r>
    </w:p>
    <w:p w14:paraId="3053175D" w14:textId="77777777" w:rsidR="00C30D59" w:rsidRDefault="007F3FC6" w:rsidP="00C333C0">
      <w:pPr>
        <w:pStyle w:val="lnek"/>
        <w:spacing w:before="360"/>
        <w:ind w:left="17"/>
      </w:pPr>
      <w:r w:rsidRPr="00280022">
        <w:rPr>
          <w:rFonts w:eastAsiaTheme="minorEastAsia"/>
        </w:rPr>
        <w:t>Místo</w:t>
      </w:r>
      <w:r w:rsidRPr="007F3FC6">
        <w:t xml:space="preserve"> a doba plnění</w:t>
      </w:r>
    </w:p>
    <w:p w14:paraId="7EB420F3" w14:textId="0A6867D0" w:rsidR="007F3FC6" w:rsidRDefault="00B72A04" w:rsidP="00B77AA5">
      <w:pPr>
        <w:pStyle w:val="Odstavec2"/>
        <w:ind w:left="567"/>
      </w:pPr>
      <w:r w:rsidRPr="00E75412">
        <w:t xml:space="preserve">Místem plnění je: </w:t>
      </w:r>
      <w:r w:rsidRPr="00E75412">
        <w:rPr>
          <w:rFonts w:cs="Arial"/>
        </w:rPr>
        <w:t xml:space="preserve">Místem plnění je </w:t>
      </w:r>
      <w:r w:rsidR="00E922C8" w:rsidRPr="001B62A2">
        <w:rPr>
          <w:rFonts w:cs="Arial"/>
        </w:rPr>
        <w:t xml:space="preserve">ČEPRO, a.s., </w:t>
      </w:r>
      <w:r w:rsidR="002154FD" w:rsidRPr="001B62A2">
        <w:rPr>
          <w:rFonts w:cs="Arial"/>
        </w:rPr>
        <w:t xml:space="preserve">Místem plnění je ČEPRO, a.s., sklad </w:t>
      </w:r>
      <w:r w:rsidR="002154FD">
        <w:rPr>
          <w:rFonts w:cs="Arial"/>
        </w:rPr>
        <w:t>Šlapanov</w:t>
      </w:r>
      <w:r w:rsidR="002154FD" w:rsidRPr="004B57E7">
        <w:rPr>
          <w:rFonts w:cs="Arial"/>
        </w:rPr>
        <w:t xml:space="preserve">, </w:t>
      </w:r>
      <w:r w:rsidR="002154FD" w:rsidRPr="00DF35E1">
        <w:rPr>
          <w:rFonts w:cs="Arial"/>
        </w:rPr>
        <w:t>582 51, Šlapanov, Šlapanov č.p. 162</w:t>
      </w:r>
      <w:r w:rsidR="002154FD">
        <w:rPr>
          <w:rFonts w:cs="Arial"/>
        </w:rPr>
        <w:t>.</w:t>
      </w:r>
    </w:p>
    <w:p w14:paraId="2AC26A6E" w14:textId="42370A2B" w:rsidR="00C322B4" w:rsidRPr="00E75412" w:rsidRDefault="00C322B4" w:rsidP="00B77AA5">
      <w:pPr>
        <w:pStyle w:val="Odstavec2"/>
        <w:ind w:left="567"/>
      </w:pPr>
      <w:r w:rsidRPr="00C322B4">
        <w:t>Místo plnění se nachází v areálu provozu Objednatele a Dílo bude prováděno za provozu 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p>
    <w:p w14:paraId="5F610622" w14:textId="77777777" w:rsidR="007F3FC6" w:rsidRPr="00E75412" w:rsidRDefault="007F3FC6" w:rsidP="00B77AA5">
      <w:pPr>
        <w:pStyle w:val="Odstavec2"/>
        <w:ind w:left="567"/>
      </w:pPr>
      <w:r w:rsidRPr="00E75412">
        <w:lastRenderedPageBreak/>
        <w:t>Termíny provedení Díla:</w:t>
      </w:r>
      <w:r w:rsidR="00656398" w:rsidRPr="00E75412">
        <w:t xml:space="preserve"> </w:t>
      </w:r>
    </w:p>
    <w:p w14:paraId="283529EF" w14:textId="17E4BA8B" w:rsidR="00D57543" w:rsidRPr="000548FF" w:rsidRDefault="00D57543" w:rsidP="005B3CAE">
      <w:pPr>
        <w:pStyle w:val="Odstavec3"/>
        <w:ind w:left="1134" w:hanging="708"/>
        <w:jc w:val="left"/>
      </w:pPr>
      <w:r w:rsidRPr="00E75412">
        <w:t xml:space="preserve">Zahájení díla: </w:t>
      </w:r>
      <w:r w:rsidR="003B298C" w:rsidRPr="00E75412">
        <w:t xml:space="preserve">předpoklad zahájení </w:t>
      </w:r>
      <w:r w:rsidR="003B298C" w:rsidRPr="000548FF">
        <w:t xml:space="preserve">díla </w:t>
      </w:r>
      <w:r w:rsidR="00FA7A42" w:rsidRPr="000548FF">
        <w:t>červenec</w:t>
      </w:r>
      <w:r w:rsidR="00044BDD" w:rsidRPr="000548FF">
        <w:t xml:space="preserve"> 202</w:t>
      </w:r>
      <w:r w:rsidR="00FA7A42" w:rsidRPr="000548FF">
        <w:t>5</w:t>
      </w:r>
      <w:r w:rsidR="00044BDD" w:rsidRPr="000548FF">
        <w:t xml:space="preserve"> </w:t>
      </w:r>
      <w:r w:rsidRPr="000548FF">
        <w:rPr>
          <w:i/>
        </w:rPr>
        <w:t>/bude upřesněno před podpisem smlouvy dle předloženého a odsouhlaseného harmonogramu</w:t>
      </w:r>
      <w:r w:rsidR="00853AE7" w:rsidRPr="000548FF">
        <w:rPr>
          <w:i/>
        </w:rPr>
        <w:t>/</w:t>
      </w:r>
      <w:r w:rsidR="00853AE7" w:rsidRPr="000548FF">
        <w:t>.</w:t>
      </w:r>
    </w:p>
    <w:p w14:paraId="1A9678AA" w14:textId="1F1599A7" w:rsidR="00D57543" w:rsidRPr="00E75412" w:rsidRDefault="007F3FC6" w:rsidP="00097464">
      <w:pPr>
        <w:pStyle w:val="Odstavec3"/>
        <w:ind w:left="1134" w:hanging="708"/>
      </w:pPr>
      <w:r w:rsidRPr="000548FF">
        <w:t xml:space="preserve">Dokončení </w:t>
      </w:r>
      <w:r w:rsidR="009020BF" w:rsidRPr="000548FF">
        <w:t xml:space="preserve">a předání </w:t>
      </w:r>
      <w:r w:rsidR="00FC4219" w:rsidRPr="000548FF">
        <w:t xml:space="preserve">Díla: předpoklad dokončení díla </w:t>
      </w:r>
      <w:r w:rsidR="000548FF" w:rsidRPr="000548FF">
        <w:t>únor</w:t>
      </w:r>
      <w:r w:rsidR="00FA7A42" w:rsidRPr="000548FF">
        <w:t xml:space="preserve"> </w:t>
      </w:r>
      <w:r w:rsidR="00016C62" w:rsidRPr="000548FF">
        <w:t>202</w:t>
      </w:r>
      <w:r w:rsidR="000548FF" w:rsidRPr="000548FF">
        <w:t>6</w:t>
      </w:r>
      <w:r w:rsidR="00FC4219" w:rsidRPr="000548FF">
        <w:t xml:space="preserve"> </w:t>
      </w:r>
      <w:r w:rsidR="00D57543" w:rsidRPr="000548FF">
        <w:rPr>
          <w:i/>
          <w:iCs/>
        </w:rPr>
        <w:t>/bude</w:t>
      </w:r>
      <w:r w:rsidR="00D57543" w:rsidRPr="009B4036">
        <w:rPr>
          <w:i/>
          <w:iCs/>
        </w:rPr>
        <w:t xml:space="preserve"> upřesněno před podpisem smlouvy dle předloženého a odsouhlaseného harmonogramu</w:t>
      </w:r>
      <w:r w:rsidR="00D57543" w:rsidRPr="00E75412">
        <w:t>/</w:t>
      </w:r>
      <w:r w:rsidR="00044BDD" w:rsidRPr="00E75412">
        <w:t>.</w:t>
      </w:r>
      <w:r w:rsidR="00D57543" w:rsidRPr="00E75412">
        <w:t xml:space="preserve"> </w:t>
      </w:r>
    </w:p>
    <w:p w14:paraId="199FC623" w14:textId="77777777" w:rsidR="007F3FC6" w:rsidRPr="00D57543" w:rsidRDefault="002F6183" w:rsidP="00097464">
      <w:pPr>
        <w:pStyle w:val="Odstavec3"/>
        <w:ind w:left="1134" w:hanging="708"/>
        <w:jc w:val="left"/>
      </w:pPr>
      <w:r w:rsidRPr="00D57543">
        <w:t>Zhotovitel je povinen realizovat Dílo v termínech uvedených v Harmonogramu plnění</w:t>
      </w:r>
      <w:r w:rsidR="00A262AB" w:rsidRPr="00D57543">
        <w:t xml:space="preserve">, který </w:t>
      </w:r>
      <w:proofErr w:type="gramStart"/>
      <w:r w:rsidR="00A262AB" w:rsidRPr="00D57543">
        <w:t>tvoří</w:t>
      </w:r>
      <w:proofErr w:type="gramEnd"/>
      <w:r w:rsidR="00A262AB" w:rsidRPr="00D57543">
        <w:t xml:space="preserve"> přílohu č. 1 této </w:t>
      </w:r>
      <w:r w:rsidR="00416D2A" w:rsidRPr="00D57543">
        <w:t>S</w:t>
      </w:r>
      <w:r w:rsidR="00A262AB" w:rsidRPr="00D57543">
        <w:t>mlouvy</w:t>
      </w:r>
      <w:r w:rsidRPr="00D57543">
        <w:t xml:space="preserve"> (dále jen „Harmonogram plnění“)</w:t>
      </w:r>
      <w:r w:rsidR="00D57543">
        <w:t>.</w:t>
      </w:r>
    </w:p>
    <w:p w14:paraId="75D1CE4C" w14:textId="542AFF2C" w:rsidR="00C322B4" w:rsidRDefault="00C322B4" w:rsidP="00B77AA5">
      <w:pPr>
        <w:pStyle w:val="Odstavec2"/>
        <w:ind w:left="567"/>
      </w:pPr>
      <w:r>
        <w:t>Řádné provedení Díla nevyžaduje odstávku/y provozu Objednatele či jeho části.</w:t>
      </w:r>
    </w:p>
    <w:p w14:paraId="2180DEEB" w14:textId="15134040" w:rsidR="002F6183" w:rsidRPr="002F6183" w:rsidRDefault="002F6183" w:rsidP="00B77AA5">
      <w:pPr>
        <w:pStyle w:val="Odstavec2"/>
        <w:ind w:left="567"/>
      </w:pPr>
      <w:r w:rsidRPr="002F6183">
        <w:t>Přejímka Staveniště</w:t>
      </w:r>
      <w:r w:rsidR="00C322B4">
        <w:t>/pracoviště</w:t>
      </w:r>
    </w:p>
    <w:p w14:paraId="67F4ABAB" w14:textId="5D12E391" w:rsidR="002F6183" w:rsidRPr="00754117" w:rsidRDefault="009D7072" w:rsidP="00223F4C">
      <w:pPr>
        <w:pStyle w:val="Odstavec3"/>
        <w:ind w:left="1134" w:hanging="708"/>
      </w:pPr>
      <w:r w:rsidRPr="009D7072">
        <w:t>Přejímka Staveniště</w:t>
      </w:r>
      <w:r w:rsidR="00C322B4">
        <w:t>/pracoviště</w:t>
      </w:r>
      <w:r w:rsidRPr="009D7072">
        <w:t xml:space="preserve"> proběhne jednorázově. Nebude-li datum přejímky Staveniště</w:t>
      </w:r>
      <w:r w:rsidR="00C322B4">
        <w:t>/pracoviště</w:t>
      </w:r>
      <w:r w:rsidRPr="009D7072">
        <w:t xml:space="preserve"> uvedeno v Harmonogramu plnění, platí den uvedený v písemné výzvě Objednatele ve smyslu čl. </w:t>
      </w:r>
      <w:r w:rsidR="00223F4C">
        <w:t>8.1</w:t>
      </w:r>
      <w:r w:rsidR="00285689">
        <w:t xml:space="preserve"> V</w:t>
      </w:r>
      <w:r w:rsidRPr="009D7072">
        <w:t>OP.</w:t>
      </w:r>
    </w:p>
    <w:p w14:paraId="5C59D145" w14:textId="3B84AE3B" w:rsidR="0062668F" w:rsidRDefault="00521FE0" w:rsidP="00097464">
      <w:pPr>
        <w:pStyle w:val="Odstavec3"/>
        <w:ind w:left="1134" w:hanging="708"/>
      </w:pPr>
      <w:r w:rsidRPr="00754117">
        <w:t>Součástí předání a převzetí Staveniště</w:t>
      </w:r>
      <w:r w:rsidR="00C322B4">
        <w:t>/pracoviště</w:t>
      </w:r>
      <w:r w:rsidRPr="00754117">
        <w:t xml:space="preserve"> je i předání dokumentů stanovených obecně závaznými právními předpisy Objednatelem </w:t>
      </w:r>
      <w:r w:rsidR="00223F4C" w:rsidRPr="00754117">
        <w:t>Zhotovitel</w:t>
      </w:r>
      <w:r w:rsidR="00223F4C">
        <w:t>i,</w:t>
      </w:r>
      <w:r w:rsidRPr="00754117">
        <w:t xml:space="preserve"> pokud nebyly tyto dokumenty předány již dříve</w:t>
      </w:r>
      <w:r w:rsidR="002D1DA0">
        <w:t>.</w:t>
      </w:r>
    </w:p>
    <w:p w14:paraId="0C36ABA7" w14:textId="21EC3561" w:rsidR="0062668F" w:rsidRDefault="0062668F" w:rsidP="00097464">
      <w:pPr>
        <w:pStyle w:val="Odstavec3"/>
        <w:ind w:left="1134" w:hanging="708"/>
      </w:pPr>
      <w:r w:rsidRPr="0062668F">
        <w:t xml:space="preserve">Veškeré náklady na energie a zařízení </w:t>
      </w:r>
      <w:r w:rsidR="00550AE0">
        <w:t>S</w:t>
      </w:r>
      <w:r w:rsidRPr="0062668F">
        <w:t>taveniště</w:t>
      </w:r>
      <w:r w:rsidR="00550AE0">
        <w:t>/pracoviště</w:t>
      </w:r>
      <w:r w:rsidRPr="0062668F">
        <w:t xml:space="preserve">, náhrady a všechny správní poplatky hradí od doby předání </w:t>
      </w:r>
      <w:r w:rsidR="00550AE0">
        <w:t>S</w:t>
      </w:r>
      <w:r w:rsidRPr="0062668F">
        <w:t>taveniště</w:t>
      </w:r>
      <w:r w:rsidR="00550AE0">
        <w:t>/pracoviště</w:t>
      </w:r>
      <w:r w:rsidRPr="0062668F">
        <w:t xml:space="preserve"> Objednatelem až do předání Díla Zhotovitel, nedohodnou-li se strany písemně jinak.</w:t>
      </w:r>
    </w:p>
    <w:p w14:paraId="306AB835" w14:textId="129F43B8" w:rsidR="00521FE0" w:rsidRDefault="0062668F" w:rsidP="00097464">
      <w:pPr>
        <w:pStyle w:val="Odstavec3"/>
        <w:ind w:left="1134" w:hanging="708"/>
      </w:pPr>
      <w:r w:rsidRPr="0062668F">
        <w:t xml:space="preserve">Objednatel nezajišťuje uzavřený sklad, poskytne Zhotoviteli pouze možnost umístění </w:t>
      </w:r>
      <w:r w:rsidR="00CE5008">
        <w:t>materiálů a techniky nezbytné k</w:t>
      </w:r>
      <w:r w:rsidR="003E4696">
        <w:t> </w:t>
      </w:r>
      <w:r w:rsidR="00CE5008">
        <w:t xml:space="preserve">realizaci Díla </w:t>
      </w:r>
      <w:r w:rsidRPr="0062668F">
        <w:t>dle možnosti v</w:t>
      </w:r>
      <w:r w:rsidR="003E4696">
        <w:t> </w:t>
      </w:r>
      <w:r w:rsidRPr="0062668F">
        <w:t>době provádění prací na Díle</w:t>
      </w:r>
      <w:r w:rsidR="00CE5008">
        <w:t>.</w:t>
      </w:r>
      <w:r w:rsidRPr="0062668F">
        <w:t xml:space="preserve"> Objednatel rovněž neposkytuje pro Zhotovitele sociální zařízení a šatny.</w:t>
      </w:r>
      <w:r w:rsidR="002D1DA0">
        <w:t xml:space="preserve"> </w:t>
      </w:r>
    </w:p>
    <w:p w14:paraId="6CB4E001" w14:textId="02F5B29A" w:rsidR="00CE5008" w:rsidRDefault="00CE5008" w:rsidP="00097464">
      <w:pPr>
        <w:pStyle w:val="Odstavec3"/>
        <w:ind w:left="1134" w:hanging="708"/>
      </w:pPr>
      <w:r w:rsidRPr="00CE5008">
        <w:t xml:space="preserve">Zhotovitel </w:t>
      </w:r>
      <w:proofErr w:type="gramStart"/>
      <w:r w:rsidRPr="00CE5008">
        <w:t>zabezpečí</w:t>
      </w:r>
      <w:proofErr w:type="gramEnd"/>
      <w:r w:rsidRPr="00CE5008">
        <w:t xml:space="preserve"> na své vlastní náklady dopravu a skladování strojů, zařízení a materiálu nezbytného k</w:t>
      </w:r>
      <w:r w:rsidR="003E4696">
        <w:t> </w:t>
      </w:r>
      <w:r w:rsidRPr="00CE5008">
        <w:t xml:space="preserve">řádnému provádění Díla, jakož i bezpečnost a ochranu zdraví osob na </w:t>
      </w:r>
      <w:r>
        <w:t>S</w:t>
      </w:r>
      <w:r w:rsidRPr="00CE5008">
        <w:t>taveništi</w:t>
      </w:r>
      <w:r w:rsidR="003E4696">
        <w:t>/pracovišti</w:t>
      </w:r>
      <w:r w:rsidRPr="00CE5008">
        <w:t>.</w:t>
      </w:r>
    </w:p>
    <w:p w14:paraId="2DB8701D" w14:textId="00498AFB" w:rsidR="009D7072" w:rsidRDefault="009D7072" w:rsidP="00097464">
      <w:pPr>
        <w:pStyle w:val="Odstavec3"/>
        <w:ind w:left="1134" w:hanging="708"/>
      </w:pPr>
      <w:r w:rsidRPr="009D7072">
        <w:t xml:space="preserve">Zhotovitel odpovídá za řádnou ochranu veškeré zeleně v místě </w:t>
      </w:r>
      <w:r>
        <w:t>S</w:t>
      </w:r>
      <w:r w:rsidRPr="009D7072">
        <w:t>taveniště</w:t>
      </w:r>
      <w:r w:rsidR="003E4696">
        <w:t>/pracoviště</w:t>
      </w:r>
      <w:r w:rsidRPr="009D7072">
        <w:t xml:space="preserve"> a na sousedních plochách. Poškozenou nebo zničenou zeleň je povinen Zhotovitel nahradit. Zhotovitel se zavazuje dbát na to, aby sousedící objekty a pozemky byly v co nejmenší míře obtěžovány realizací Díla. Po ukončení prací na Díle se je Zhotovitel zavazuje uvést do původního stavu.</w:t>
      </w:r>
    </w:p>
    <w:p w14:paraId="474C8FD5" w14:textId="26D17FBC" w:rsidR="009D7072" w:rsidRPr="00C666FC" w:rsidRDefault="009D7072" w:rsidP="00097464">
      <w:pPr>
        <w:pStyle w:val="Odstavec3"/>
        <w:ind w:left="1134" w:hanging="708"/>
      </w:pPr>
      <w:r w:rsidRPr="009D7072">
        <w:t xml:space="preserve">Zhotovitel je povinen udržovat pořádek na </w:t>
      </w:r>
      <w:r>
        <w:t>S</w:t>
      </w:r>
      <w:r w:rsidRPr="009D7072">
        <w:t>taveništi</w:t>
      </w:r>
      <w:r w:rsidR="003E4696">
        <w:t>/pracovišti</w:t>
      </w:r>
      <w:r w:rsidRPr="009D7072">
        <w:t>. V případě, že Zhotovitel nezajistí likvidaci odpadu a zbytků materiálu, odstraní je Objednatel sám na náklady Zhotovitele. Zhotovitel je povinen uhradit Objednateli veškeré náklady dle předchozí věty, které mu budou Objednatelem vyúčtovány.</w:t>
      </w:r>
    </w:p>
    <w:p w14:paraId="0929911D" w14:textId="6AF844E6" w:rsidR="00521FE0" w:rsidRDefault="00285689" w:rsidP="00223F4C">
      <w:pPr>
        <w:pStyle w:val="Odstavec3"/>
        <w:tabs>
          <w:tab w:val="clear" w:pos="6184"/>
          <w:tab w:val="num" w:pos="1134"/>
        </w:tabs>
        <w:ind w:left="1134" w:hanging="708"/>
      </w:pPr>
      <w:r w:rsidRPr="00285689">
        <w:t>Přejímka Staveniště</w:t>
      </w:r>
      <w:r w:rsidR="003E4696">
        <w:t>/pracoviště</w:t>
      </w:r>
      <w:r w:rsidRPr="00285689">
        <w:t xml:space="preserve"> proběhne po dokončení díla dle Harmonogramu plnění. </w:t>
      </w:r>
      <w:r w:rsidR="00521FE0" w:rsidRPr="00F91EC2">
        <w:t>Zhotovitel je povinen předat vyklizené Staveniště</w:t>
      </w:r>
      <w:r w:rsidR="003E4696">
        <w:t>/pracoviště</w:t>
      </w:r>
      <w:r w:rsidR="00521FE0" w:rsidRPr="00F91EC2">
        <w:t xml:space="preserve"> bez vad ve lhůtě předání a převzetí Díla.</w:t>
      </w:r>
    </w:p>
    <w:p w14:paraId="1AB0C06E" w14:textId="77777777" w:rsidR="005C5D01" w:rsidRDefault="005C5D01" w:rsidP="004406B8">
      <w:pPr>
        <w:pStyle w:val="lnek"/>
        <w:spacing w:before="360"/>
        <w:ind w:left="17"/>
      </w:pPr>
      <w:r w:rsidRPr="00280022">
        <w:rPr>
          <w:rFonts w:eastAsiaTheme="minorEastAsia"/>
        </w:rPr>
        <w:t>Cena</w:t>
      </w:r>
      <w:r w:rsidRPr="005C5D01">
        <w:t xml:space="preserve"> díla</w:t>
      </w:r>
    </w:p>
    <w:p w14:paraId="09D30CF6" w14:textId="77777777" w:rsidR="005C5D01" w:rsidRPr="00D42935" w:rsidRDefault="005C5D01" w:rsidP="00B77AA5">
      <w:pPr>
        <w:pStyle w:val="Odstavec2"/>
        <w:ind w:left="567"/>
      </w:pPr>
      <w:bookmarkStart w:id="0" w:name="_Ref321240324"/>
      <w:r w:rsidRPr="00D42935">
        <w:t>Celková Cena díla v plném rozsahu dle této Smlouvy je stanovena jako smluvní cena bez DPH:</w:t>
      </w:r>
      <w:bookmarkEnd w:id="0"/>
    </w:p>
    <w:p w14:paraId="00A4FA69" w14:textId="77777777" w:rsidR="005C5D01" w:rsidRPr="00D42935" w:rsidRDefault="00D07AD8" w:rsidP="00FC188C">
      <w:pPr>
        <w:pStyle w:val="Odstavec2"/>
        <w:numPr>
          <w:ilvl w:val="0"/>
          <w:numId w:val="0"/>
        </w:numPr>
        <w:ind w:left="567"/>
        <w:jc w:val="center"/>
        <w:rPr>
          <w:b/>
        </w:rPr>
      </w:pPr>
      <w:r w:rsidRPr="00D42935">
        <w:rPr>
          <w:rFonts w:cs="Arial"/>
          <w:highlight w:val="yellow"/>
        </w:rPr>
        <w:t>[bude doplněno]</w:t>
      </w:r>
      <w:r w:rsidRPr="00D42935">
        <w:rPr>
          <w:rFonts w:cs="Arial"/>
        </w:rPr>
        <w:t xml:space="preserve"> </w:t>
      </w:r>
      <w:r w:rsidR="005C5D01" w:rsidRPr="00D42935">
        <w:rPr>
          <w:b/>
        </w:rPr>
        <w:t xml:space="preserve">Kč </w:t>
      </w:r>
    </w:p>
    <w:p w14:paraId="542734BB" w14:textId="77777777" w:rsidR="005C5D01" w:rsidRPr="00D42935" w:rsidRDefault="005C5D01" w:rsidP="005C5D01">
      <w:pPr>
        <w:pStyle w:val="Odstavec2"/>
        <w:numPr>
          <w:ilvl w:val="0"/>
          <w:numId w:val="0"/>
        </w:numPr>
        <w:ind w:left="567"/>
        <w:jc w:val="left"/>
      </w:pPr>
      <w:r w:rsidRPr="00D42935">
        <w:t>(dále a výše jen „</w:t>
      </w:r>
      <w:r w:rsidRPr="00D42935">
        <w:rPr>
          <w:b/>
          <w:i/>
        </w:rPr>
        <w:t>Cena díla</w:t>
      </w:r>
      <w:r w:rsidRPr="00D42935">
        <w:t>“).</w:t>
      </w:r>
    </w:p>
    <w:p w14:paraId="7F1ED8AD" w14:textId="77777777" w:rsidR="005C5D01" w:rsidRPr="00D42935" w:rsidRDefault="00773234" w:rsidP="00B77AA5">
      <w:pPr>
        <w:pStyle w:val="Odstavec2"/>
        <w:ind w:left="567"/>
      </w:pPr>
      <w:r w:rsidRPr="00D42935">
        <w:t xml:space="preserve">  </w:t>
      </w:r>
      <w:r w:rsidR="005C5D01" w:rsidRPr="00D42935">
        <w:t>K Ceně díla bude při fakturaci připočtena DPH v zákonné výši.</w:t>
      </w:r>
    </w:p>
    <w:p w14:paraId="5D6B5BFB" w14:textId="377D04B7" w:rsidR="00451C47" w:rsidRPr="00D42935" w:rsidRDefault="00451C47" w:rsidP="00B77AA5">
      <w:pPr>
        <w:pStyle w:val="Odstavec2"/>
        <w:ind w:left="567"/>
      </w:pPr>
      <w:r w:rsidRPr="00D42935">
        <w:t xml:space="preserve">Nabídka, na jejímž základě byla sjednaná Cena díla, má povahu úplného a závazného rozpočtu ve smyslu </w:t>
      </w:r>
      <w:proofErr w:type="spellStart"/>
      <w:r w:rsidRPr="00D42935">
        <w:t>ust</w:t>
      </w:r>
      <w:proofErr w:type="spellEnd"/>
      <w:r w:rsidRPr="00D42935">
        <w:t>. § 2621 zák. č. 89/201</w:t>
      </w:r>
      <w:r w:rsidR="003A2089" w:rsidRPr="00D42935">
        <w:t>2</w:t>
      </w:r>
      <w:r w:rsidRPr="00D42935">
        <w:t xml:space="preserve"> Sb., občanský zákoník, v platném znění. </w:t>
      </w:r>
    </w:p>
    <w:p w14:paraId="7AB4A531" w14:textId="6CAFD4E3" w:rsidR="00451C47" w:rsidRPr="00D42935" w:rsidRDefault="00451C47" w:rsidP="00B77AA5">
      <w:pPr>
        <w:pStyle w:val="Odstavec2"/>
        <w:ind w:left="567"/>
      </w:pPr>
      <w:r w:rsidRPr="00D42935">
        <w:t xml:space="preserve">Smluvní strany se dohodly, že Zhotovitel nemá v průběhu plnění Smlouvy nárok na zálohy ze strany Objednatele. Objednatel není povinen hradit v průběhu plnění Smlouvy přiměřenou část odměny ve smyslu </w:t>
      </w:r>
      <w:proofErr w:type="spellStart"/>
      <w:r w:rsidRPr="00D42935">
        <w:t>ust</w:t>
      </w:r>
      <w:proofErr w:type="spellEnd"/>
      <w:r w:rsidRPr="00D42935">
        <w:t>. § 2611 zák. č. 89/2012 Sb., občanský zákoník, v platném znění.</w:t>
      </w:r>
    </w:p>
    <w:p w14:paraId="1E26412B" w14:textId="522AB66C" w:rsidR="00697212" w:rsidRPr="00D42935" w:rsidRDefault="00697212" w:rsidP="00B77AA5">
      <w:pPr>
        <w:pStyle w:val="Odstavec2"/>
        <w:tabs>
          <w:tab w:val="clear" w:pos="567"/>
        </w:tabs>
        <w:ind w:left="567"/>
      </w:pPr>
      <w:r w:rsidRPr="00D42935">
        <w:lastRenderedPageBreak/>
        <w:t xml:space="preserve">Cena díla dle </w:t>
      </w:r>
      <w:r w:rsidR="00D6621C" w:rsidRPr="00D42935">
        <w:t>odst.</w:t>
      </w:r>
      <w:r w:rsidRPr="00D42935">
        <w:t xml:space="preserve"> 4.1 Smlouvy je nejvýše přípustná, konečná a nepřekročitelná. Cena díla zahrnuje veškeré náklady a zisk Zhotovitele nezbytné k řádnému a včasnému provedení Díla včetně vyhotovení všech dokladů předepsaných závaznými předpisy nebo dohodnutých ve Smlouvě.</w:t>
      </w:r>
    </w:p>
    <w:p w14:paraId="22E3BF6E" w14:textId="1B4D76EF" w:rsidR="00697212" w:rsidRPr="00D42935" w:rsidRDefault="00697212" w:rsidP="00B77AA5">
      <w:pPr>
        <w:pStyle w:val="Odstavec2"/>
        <w:tabs>
          <w:tab w:val="clear" w:pos="567"/>
        </w:tabs>
        <w:ind w:left="567"/>
      </w:pPr>
      <w:r w:rsidRPr="00D42935">
        <w:t>Cena díla zahrnuje mimo náklady na provedení Díla také veškeré náklady spojené s plněním Smlouvy zejména s případným přerušením či odložením plnění z důvodů na straně Objednatele, náklady na dopravu, náhrady za vynaložený čas strávený na cestách, náklady na ubytování, přesčasy, riziko špatného počasí, zatížení zimou, pojištění, clo, licence, vypracování všech dokumentů potřebných pro provoz a údržbu Díla.</w:t>
      </w:r>
    </w:p>
    <w:p w14:paraId="05D87988" w14:textId="406C00BE" w:rsidR="00697212" w:rsidRPr="00D42935" w:rsidRDefault="00697212" w:rsidP="00B77AA5">
      <w:pPr>
        <w:pStyle w:val="Odstavec2"/>
        <w:tabs>
          <w:tab w:val="clear" w:pos="567"/>
        </w:tabs>
        <w:ind w:left="567"/>
      </w:pPr>
      <w:r w:rsidRPr="00D42935">
        <w:t>Cena díla obsahuje i náklady související s plněním dohodnutých platebních podmínek. Cena díla obsahuje vývoj cen vstupních nákladů a zvýšení Ceny díla v závislosti na čase plnění, a to až do sjednaného termínu dokončení Díla.</w:t>
      </w:r>
    </w:p>
    <w:p w14:paraId="61AA460A" w14:textId="77777777" w:rsidR="003B3F47" w:rsidRPr="00D42935" w:rsidRDefault="003B3F47" w:rsidP="003B3F47">
      <w:pPr>
        <w:pStyle w:val="Odstavec2"/>
        <w:numPr>
          <w:ilvl w:val="1"/>
          <w:numId w:val="1"/>
        </w:numPr>
        <w:tabs>
          <w:tab w:val="clear" w:pos="567"/>
        </w:tabs>
        <w:ind w:left="567"/>
      </w:pPr>
      <w:r w:rsidRPr="00D42935">
        <w:t>Není-li v této Smlouvě uvedeno jinak, jsou v jednotkových cenách sloužících pro výpočet Ceny díla zahrnuty veškeré náklady Zhotovitele spojené s plněním této Smlouvy, zejména:</w:t>
      </w:r>
    </w:p>
    <w:p w14:paraId="5C4DDEC6" w14:textId="77777777" w:rsidR="003B3F47" w:rsidRPr="00D42935" w:rsidRDefault="003B3F47" w:rsidP="003B3F47">
      <w:pPr>
        <w:pStyle w:val="lnek"/>
        <w:numPr>
          <w:ilvl w:val="0"/>
          <w:numId w:val="11"/>
        </w:numPr>
        <w:spacing w:before="0" w:after="0"/>
        <w:ind w:left="714" w:hanging="357"/>
        <w:jc w:val="both"/>
        <w:rPr>
          <w:b w:val="0"/>
          <w:bCs w:val="0"/>
          <w:sz w:val="20"/>
        </w:rPr>
      </w:pPr>
      <w:r w:rsidRPr="00D42935">
        <w:rPr>
          <w:b w:val="0"/>
          <w:bCs w:val="0"/>
          <w:sz w:val="20"/>
        </w:rPr>
        <w:t>Náklady na veškerou svislou a vodorovnou dopravu na pracovišti.</w:t>
      </w:r>
    </w:p>
    <w:p w14:paraId="32683669" w14:textId="77777777" w:rsidR="003B3F47" w:rsidRPr="00D42935" w:rsidRDefault="003B3F47" w:rsidP="00A01EFA">
      <w:pPr>
        <w:pStyle w:val="lnek"/>
        <w:numPr>
          <w:ilvl w:val="0"/>
          <w:numId w:val="11"/>
        </w:numPr>
        <w:spacing w:before="60" w:after="0"/>
        <w:ind w:left="714" w:hanging="357"/>
        <w:jc w:val="both"/>
        <w:rPr>
          <w:b w:val="0"/>
          <w:bCs w:val="0"/>
          <w:sz w:val="20"/>
        </w:rPr>
      </w:pPr>
      <w:r w:rsidRPr="00D42935">
        <w:rPr>
          <w:rFonts w:cs="Arial"/>
          <w:b w:val="0"/>
          <w:bCs w:val="0"/>
          <w:sz w:val="20"/>
        </w:rPr>
        <w:t>Náklady na postavení, udržování</w:t>
      </w:r>
      <w:r w:rsidRPr="00D42935">
        <w:rPr>
          <w:b w:val="0"/>
          <w:bCs w:val="0"/>
          <w:sz w:val="20"/>
        </w:rPr>
        <w:t xml:space="preserve"> a odstranění lešení, pokud je ho potřeba.</w:t>
      </w:r>
    </w:p>
    <w:p w14:paraId="62FC23DF" w14:textId="77777777" w:rsidR="003B3F47" w:rsidRPr="00D42935" w:rsidRDefault="003B3F47" w:rsidP="00A01EFA">
      <w:pPr>
        <w:pStyle w:val="lnek"/>
        <w:numPr>
          <w:ilvl w:val="0"/>
          <w:numId w:val="11"/>
        </w:numPr>
        <w:spacing w:before="60" w:after="0"/>
        <w:ind w:left="714" w:hanging="357"/>
        <w:jc w:val="both"/>
        <w:rPr>
          <w:b w:val="0"/>
          <w:bCs w:val="0"/>
          <w:sz w:val="20"/>
        </w:rPr>
      </w:pPr>
      <w:r w:rsidRPr="00D42935">
        <w:rPr>
          <w:b w:val="0"/>
          <w:bCs w:val="0"/>
          <w:sz w:val="20"/>
        </w:rPr>
        <w:t>Náklady na zakrytí (nebo jiné zajištění) konstrukcí před znečištěním a poškozením a odstranění zakrytí.</w:t>
      </w:r>
    </w:p>
    <w:p w14:paraId="7DF91805" w14:textId="77777777" w:rsidR="003B3F47" w:rsidRPr="00D42935" w:rsidRDefault="003B3F47" w:rsidP="00A01EFA">
      <w:pPr>
        <w:pStyle w:val="lnek"/>
        <w:numPr>
          <w:ilvl w:val="0"/>
          <w:numId w:val="11"/>
        </w:numPr>
        <w:spacing w:before="60" w:after="0"/>
        <w:ind w:left="714" w:hanging="357"/>
        <w:jc w:val="both"/>
        <w:rPr>
          <w:b w:val="0"/>
          <w:bCs w:val="0"/>
          <w:sz w:val="20"/>
        </w:rPr>
      </w:pPr>
      <w:r w:rsidRPr="00D42935">
        <w:rPr>
          <w:b w:val="0"/>
          <w:bCs w:val="0"/>
          <w:sz w:val="20"/>
        </w:rPr>
        <w:t>Náklady na vyklizení pracoviště, odvoz zbytků materiálu včetně souvisejících nákladů.</w:t>
      </w:r>
    </w:p>
    <w:p w14:paraId="581B7B3D" w14:textId="77777777" w:rsidR="003B3F47" w:rsidRPr="00D42935" w:rsidRDefault="003B3F47" w:rsidP="00A01EFA">
      <w:pPr>
        <w:pStyle w:val="lnek"/>
        <w:numPr>
          <w:ilvl w:val="0"/>
          <w:numId w:val="11"/>
        </w:numPr>
        <w:spacing w:before="60" w:after="0"/>
        <w:ind w:left="714" w:hanging="357"/>
        <w:jc w:val="both"/>
        <w:rPr>
          <w:b w:val="0"/>
          <w:bCs w:val="0"/>
          <w:sz w:val="20"/>
        </w:rPr>
      </w:pPr>
      <w:r w:rsidRPr="00D42935">
        <w:rPr>
          <w:b w:val="0"/>
          <w:bCs w:val="0"/>
          <w:sz w:val="20"/>
        </w:rPr>
        <w:t>Náklady na veškerá opatření vyplývající z právních a ostatních předpisů k zajištění bezpečnosti a ochrany zdraví při práci a k zajištění požární ochrany a prevence závažných havárií.</w:t>
      </w:r>
    </w:p>
    <w:p w14:paraId="3153C414" w14:textId="77777777" w:rsidR="003B3F47" w:rsidRPr="00D42935" w:rsidRDefault="003B3F47" w:rsidP="00A01EFA">
      <w:pPr>
        <w:pStyle w:val="lnek"/>
        <w:numPr>
          <w:ilvl w:val="0"/>
          <w:numId w:val="11"/>
        </w:numPr>
        <w:spacing w:before="60" w:after="0"/>
        <w:ind w:left="714" w:hanging="357"/>
        <w:jc w:val="both"/>
        <w:rPr>
          <w:b w:val="0"/>
          <w:bCs w:val="0"/>
          <w:sz w:val="20"/>
        </w:rPr>
      </w:pPr>
      <w:r w:rsidRPr="00D42935">
        <w:rPr>
          <w:b w:val="0"/>
          <w:bCs w:val="0"/>
          <w:sz w:val="20"/>
        </w:rPr>
        <w:t>Náklady na opatření k zajištění bezpečnosti práce, ochranná zábradlí otvorů, volných okrajů a podobně.</w:t>
      </w:r>
    </w:p>
    <w:p w14:paraId="759602D6" w14:textId="77777777" w:rsidR="003B3F47" w:rsidRPr="00D42935" w:rsidRDefault="003B3F47" w:rsidP="00A01EFA">
      <w:pPr>
        <w:pStyle w:val="lnek"/>
        <w:numPr>
          <w:ilvl w:val="0"/>
          <w:numId w:val="11"/>
        </w:numPr>
        <w:spacing w:before="60" w:after="0"/>
        <w:ind w:left="714" w:hanging="357"/>
        <w:jc w:val="both"/>
        <w:rPr>
          <w:b w:val="0"/>
          <w:bCs w:val="0"/>
          <w:sz w:val="20"/>
        </w:rPr>
      </w:pPr>
      <w:r w:rsidRPr="00D42935">
        <w:rPr>
          <w:b w:val="0"/>
          <w:bCs w:val="0"/>
          <w:sz w:val="20"/>
        </w:rPr>
        <w:t>Náklady na opatření na ochranu konstrukcí před negativními vlivy počasí, např. deště, teploty a podobně.</w:t>
      </w:r>
    </w:p>
    <w:p w14:paraId="16F7C833" w14:textId="77777777" w:rsidR="003B3F47" w:rsidRPr="00D42935" w:rsidRDefault="003B3F47" w:rsidP="00A01EFA">
      <w:pPr>
        <w:pStyle w:val="lnek"/>
        <w:numPr>
          <w:ilvl w:val="0"/>
          <w:numId w:val="11"/>
        </w:numPr>
        <w:spacing w:before="60" w:after="0"/>
        <w:ind w:left="714" w:hanging="357"/>
        <w:jc w:val="both"/>
        <w:rPr>
          <w:b w:val="0"/>
          <w:bCs w:val="0"/>
          <w:sz w:val="20"/>
        </w:rPr>
      </w:pPr>
      <w:r w:rsidRPr="00D42935">
        <w:rPr>
          <w:b w:val="0"/>
          <w:bCs w:val="0"/>
          <w:sz w:val="20"/>
        </w:rPr>
        <w:t>Náklady na provádění zkoušek a atestů během realizace díla, jsou-li vyžadovány zadavatelem a/nebo platnými právními předpisy.</w:t>
      </w:r>
    </w:p>
    <w:p w14:paraId="3AC81B21" w14:textId="77777777" w:rsidR="003B3F47" w:rsidRPr="00D42935" w:rsidRDefault="003B3F47" w:rsidP="00A01EFA">
      <w:pPr>
        <w:pStyle w:val="lnek"/>
        <w:numPr>
          <w:ilvl w:val="0"/>
          <w:numId w:val="11"/>
        </w:numPr>
        <w:spacing w:before="60" w:after="0"/>
        <w:ind w:left="714" w:hanging="357"/>
        <w:jc w:val="both"/>
        <w:rPr>
          <w:b w:val="0"/>
          <w:bCs w:val="0"/>
          <w:sz w:val="20"/>
        </w:rPr>
      </w:pPr>
      <w:r w:rsidRPr="00D42935">
        <w:rPr>
          <w:b w:val="0"/>
          <w:bCs w:val="0"/>
          <w:sz w:val="20"/>
        </w:rPr>
        <w:t>Náklady na vypracování projektu skutečného provedení v listinné a elektronické podobě, jakož i geometrického zaměření a souvisejících dokumentů.</w:t>
      </w:r>
    </w:p>
    <w:p w14:paraId="29C58939" w14:textId="77777777" w:rsidR="003B3F47" w:rsidRPr="00D42935" w:rsidRDefault="003B3F47" w:rsidP="00A01EFA">
      <w:pPr>
        <w:pStyle w:val="lnek"/>
        <w:numPr>
          <w:ilvl w:val="0"/>
          <w:numId w:val="11"/>
        </w:numPr>
        <w:spacing w:before="60" w:after="0"/>
        <w:ind w:left="714" w:hanging="357"/>
        <w:jc w:val="both"/>
        <w:rPr>
          <w:b w:val="0"/>
          <w:bCs w:val="0"/>
          <w:sz w:val="20"/>
        </w:rPr>
      </w:pPr>
      <w:r w:rsidRPr="00D42935">
        <w:rPr>
          <w:b w:val="0"/>
          <w:bCs w:val="0"/>
          <w:sz w:val="20"/>
        </w:rPr>
        <w:t>Náklady na platby za požadované záruky a pojištění.</w:t>
      </w:r>
    </w:p>
    <w:p w14:paraId="1A2E0715" w14:textId="77777777" w:rsidR="003B3F47" w:rsidRPr="00D42935" w:rsidRDefault="003B3F47" w:rsidP="00A01EFA">
      <w:pPr>
        <w:pStyle w:val="lnek"/>
        <w:numPr>
          <w:ilvl w:val="0"/>
          <w:numId w:val="0"/>
        </w:numPr>
        <w:spacing w:before="60" w:after="0"/>
        <w:ind w:left="714"/>
        <w:jc w:val="both"/>
      </w:pPr>
      <w:r w:rsidRPr="00D42935">
        <w:rPr>
          <w:b w:val="0"/>
          <w:bCs w:val="0"/>
          <w:sz w:val="20"/>
        </w:rPr>
        <w:t>Náklady na veškeré práce, dodávky či výkony potřebné k řádnému provedení kompletního díla, jímž se má zabezpečit plná funkčnost a bezpečnost díla, jakož i náklady</w:t>
      </w:r>
      <w:r w:rsidRPr="00D42935">
        <w:rPr>
          <w:sz w:val="20"/>
        </w:rPr>
        <w:t xml:space="preserve"> </w:t>
      </w:r>
      <w:r w:rsidRPr="00D42935">
        <w:rPr>
          <w:b w:val="0"/>
          <w:bCs w:val="0"/>
          <w:sz w:val="20"/>
        </w:rPr>
        <w:t>na veškeré pomocné materiály a ostatní hmoty a pomocné práce, výkony či přípomoci neuvedené zvlášť v položkách výkazu výměr.</w:t>
      </w:r>
    </w:p>
    <w:p w14:paraId="72D26D05" w14:textId="77777777" w:rsidR="003B3F47" w:rsidRPr="00D42935" w:rsidRDefault="003B3F47" w:rsidP="00A01EFA">
      <w:pPr>
        <w:pStyle w:val="lnek"/>
        <w:numPr>
          <w:ilvl w:val="0"/>
          <w:numId w:val="11"/>
        </w:numPr>
        <w:spacing w:before="60" w:after="0"/>
        <w:ind w:left="714" w:hanging="357"/>
        <w:jc w:val="both"/>
        <w:rPr>
          <w:b w:val="0"/>
          <w:bCs w:val="0"/>
          <w:sz w:val="20"/>
        </w:rPr>
      </w:pPr>
      <w:r w:rsidRPr="00D42935">
        <w:rPr>
          <w:b w:val="0"/>
          <w:bCs w:val="0"/>
          <w:sz w:val="20"/>
        </w:rPr>
        <w:t>Náklady spojené s vypracováním veškerých technologických předpisů a postupů a jiných dokladů nutných k provedení díla.</w:t>
      </w:r>
    </w:p>
    <w:p w14:paraId="0DAD4218" w14:textId="77777777" w:rsidR="003B3F47" w:rsidRPr="00D42935" w:rsidRDefault="003B3F47" w:rsidP="00A01EFA">
      <w:pPr>
        <w:pStyle w:val="lnek"/>
        <w:numPr>
          <w:ilvl w:val="0"/>
          <w:numId w:val="11"/>
        </w:numPr>
        <w:spacing w:before="60" w:after="0"/>
        <w:ind w:left="714" w:hanging="357"/>
        <w:jc w:val="both"/>
        <w:rPr>
          <w:b w:val="0"/>
          <w:bCs w:val="0"/>
          <w:sz w:val="20"/>
        </w:rPr>
      </w:pPr>
      <w:r w:rsidRPr="00D42935">
        <w:rPr>
          <w:b w:val="0"/>
          <w:bCs w:val="0"/>
          <w:sz w:val="20"/>
        </w:rPr>
        <w:t>Náklady na dopravu a složení materiálu a jednotlivých zařízení franko pracoviště včetně skladování na pracovišti.</w:t>
      </w:r>
    </w:p>
    <w:p w14:paraId="4ACD4E23" w14:textId="77777777" w:rsidR="003B3F47" w:rsidRPr="00D42935" w:rsidRDefault="003B3F47" w:rsidP="00A01EFA">
      <w:pPr>
        <w:pStyle w:val="lnek"/>
        <w:numPr>
          <w:ilvl w:val="0"/>
          <w:numId w:val="11"/>
        </w:numPr>
        <w:spacing w:before="60" w:after="0"/>
        <w:ind w:left="714" w:hanging="357"/>
        <w:jc w:val="both"/>
        <w:rPr>
          <w:b w:val="0"/>
          <w:bCs w:val="0"/>
          <w:sz w:val="20"/>
        </w:rPr>
      </w:pPr>
      <w:r w:rsidRPr="00D42935">
        <w:rPr>
          <w:b w:val="0"/>
          <w:bCs w:val="0"/>
          <w:sz w:val="20"/>
        </w:rPr>
        <w:t>Náklady spojené s vyhotovením veškeré projektové dokumentace nutné pro provedení díla, jako i technologické předpisy a postupy, výkresy, výpočty, výrobní a dílenská dokumentace a jiné doklady nutné k provedení díla.</w:t>
      </w:r>
    </w:p>
    <w:p w14:paraId="6E11FD26" w14:textId="413B7021" w:rsidR="003B3F47" w:rsidRPr="00D42935" w:rsidRDefault="003B3F47" w:rsidP="00A01EFA">
      <w:pPr>
        <w:pStyle w:val="lnek"/>
        <w:numPr>
          <w:ilvl w:val="0"/>
          <w:numId w:val="11"/>
        </w:numPr>
        <w:spacing w:before="60" w:after="0"/>
        <w:ind w:left="714" w:hanging="357"/>
        <w:jc w:val="both"/>
        <w:rPr>
          <w:b w:val="0"/>
          <w:bCs w:val="0"/>
          <w:sz w:val="20"/>
        </w:rPr>
      </w:pPr>
      <w:r w:rsidRPr="00D42935">
        <w:rPr>
          <w:b w:val="0"/>
          <w:bCs w:val="0"/>
          <w:sz w:val="20"/>
        </w:rPr>
        <w:t>Náklady na zajištění koordinátora „BOZP při realizaci podle zákona č. 309/2006 Sb., o zajištění dalších podmínek BOZP, v platném znění, a dalších souvisejících předpisů</w:t>
      </w:r>
    </w:p>
    <w:p w14:paraId="0A653E7C" w14:textId="4BA5342F" w:rsidR="00697212" w:rsidRPr="00D42935" w:rsidRDefault="00697212" w:rsidP="001C2C96">
      <w:pPr>
        <w:pStyle w:val="Odstavec2"/>
        <w:tabs>
          <w:tab w:val="clear" w:pos="567"/>
        </w:tabs>
        <w:spacing w:before="120"/>
        <w:ind w:left="567"/>
      </w:pPr>
      <w:r w:rsidRPr="00D42935">
        <w:t xml:space="preserve">V celkové Ceně díla dle </w:t>
      </w:r>
      <w:r w:rsidR="00D6621C" w:rsidRPr="00D42935">
        <w:t>odst.</w:t>
      </w:r>
      <w:r w:rsidRPr="00D42935">
        <w:t xml:space="preserve"> 4.1 Smlouvy jsou zahrnuty i položky výslovně neuvedené v Závazných podkladech nebo pokynech Objednatele, které bylo možno předpokládat vzhledem k povaze a způsobu provádění a užívání Díla a odbornosti Zhotovitele.</w:t>
      </w:r>
    </w:p>
    <w:p w14:paraId="352771DD" w14:textId="1B9F5C70" w:rsidR="00697212" w:rsidRPr="009D5B61" w:rsidRDefault="00697212" w:rsidP="00B77AA5">
      <w:pPr>
        <w:pStyle w:val="Odstavec2"/>
        <w:tabs>
          <w:tab w:val="clear" w:pos="567"/>
        </w:tabs>
        <w:ind w:left="567"/>
      </w:pPr>
      <w:r w:rsidRPr="00D42935">
        <w:t xml:space="preserve">Smluvní strany prohlašují, že Objednatel je oprávněn, není-li to v rozporu s příslušnými ustanoveními obecně závazných právních předpisů (zejména zákona č. 134/2016 Sb., o zadávání veřejných zakázek, v platném znění), požadovat či odsouhlasit v průběhu provádění Díla změny v kvalitě, množství či druhu dodávky včetně změny realizačních prací, a to uzavřením dodatku ke Smlouvě. Objednatel je oprávněn, není-li to v rozporu s příslušnými ustanoveními obecně závazných právních předpisů (zejména zákona č. 134/2016 Sb., o zadávání veřejných zakázek, v platném znění), navrhnout Zhotoviteli změnu rozsahu předmětu Díla (zejména omezení nebo rozšíření rozsahu Díla o další dodávky a práce, které se mohou během realizace vyskytnout a které nejsou zahrnuty do předmětu Díla). Smluvní strany sjednávají, že za Vícepráce budou považovat pouze práce nad </w:t>
      </w:r>
      <w:r w:rsidRPr="00D42935">
        <w:lastRenderedPageBreak/>
        <w:t xml:space="preserve">rámec předmětu Díla, které však s prováděným předmětem Díla souvisí s tím, že růst cen materiálů a prací po dobu trvání této Smlouvy není považován za Vícepráce, ale je rizikem Zhotovitele, které jde k jeho tíži. Za Méněpráce Smluvní strany považují práce a dodávky v předmětu Díla nebo při plnění dalších povinností předvídané, avšak neuskutečněné nebo práce a dodávky sice uskutečněné, avšak </w:t>
      </w:r>
      <w:r w:rsidRPr="009D5B61">
        <w:t xml:space="preserve">v menším </w:t>
      </w:r>
      <w:r w:rsidR="00D63788" w:rsidRPr="009D5B61">
        <w:t>rozsahu,</w:t>
      </w:r>
      <w:r w:rsidRPr="009D5B61">
        <w:t xml:space="preserve"> než se přepokládalo.</w:t>
      </w:r>
    </w:p>
    <w:p w14:paraId="7F491667" w14:textId="701364CA" w:rsidR="00697212" w:rsidRPr="009D5B61" w:rsidRDefault="00697212" w:rsidP="00B77AA5">
      <w:pPr>
        <w:pStyle w:val="Odstavec2"/>
        <w:tabs>
          <w:tab w:val="clear" w:pos="567"/>
        </w:tabs>
        <w:ind w:left="567"/>
      </w:pPr>
      <w:r w:rsidRPr="009D5B61">
        <w:t>Není-li to v rozporu s obecně závaznými předpisy českého právního řádu, může být rozsah Díla naopak zúžen, a to vždy na základě požadavků Objednatele. V případě změny rozsahu Díla a s tím spojené změně Ceny díla budou Smluvní strany postupovat výslovně v souladu s ustanovením VOP, nebude-li v konkrétním případě sjednáno jinak.</w:t>
      </w:r>
    </w:p>
    <w:p w14:paraId="7F32300C" w14:textId="31F6B840" w:rsidR="005C5D01" w:rsidRPr="009D5B61" w:rsidRDefault="005C5D01" w:rsidP="00C333C0">
      <w:pPr>
        <w:pStyle w:val="lnek"/>
        <w:spacing w:before="360"/>
        <w:ind w:left="17"/>
      </w:pPr>
      <w:r w:rsidRPr="009D5B61">
        <w:t xml:space="preserve">Platební </w:t>
      </w:r>
      <w:r w:rsidRPr="009D5B61">
        <w:rPr>
          <w:rFonts w:eastAsiaTheme="minorEastAsia"/>
        </w:rPr>
        <w:t>podmínky</w:t>
      </w:r>
    </w:p>
    <w:p w14:paraId="2623A14F" w14:textId="60A1BC94" w:rsidR="008F316D" w:rsidRPr="009D5B61" w:rsidRDefault="008F316D" w:rsidP="00B77AA5">
      <w:pPr>
        <w:pStyle w:val="Odstavec2"/>
        <w:ind w:left="567"/>
      </w:pPr>
      <w:r w:rsidRPr="009D5B61">
        <w:t xml:space="preserve">Cena díla bude Objednatelem hrazena na základě dílčích daňových dokladů – faktur (dále také jen „faktury“ jednotlivě též jen „faktura“) vystavených Zhotovitelem 1x měsíčně, přičemž datem </w:t>
      </w:r>
      <w:r w:rsidR="005E0049" w:rsidRPr="009D5B61">
        <w:t xml:space="preserve">uskutečnění </w:t>
      </w:r>
      <w:r w:rsidRPr="009D5B61">
        <w:t xml:space="preserve">zdanitelného plnění </w:t>
      </w:r>
      <w:r w:rsidR="005E0049" w:rsidRPr="009D5B61">
        <w:t xml:space="preserve">(dále též „DUZP“) </w:t>
      </w:r>
      <w:r w:rsidRPr="009D5B61">
        <w:t xml:space="preserve">je poslední den příslušného měsíce a na základě poslední dílčí faktury vystavené, přičemž u této faktury </w:t>
      </w:r>
      <w:r w:rsidRPr="009D5B61">
        <w:rPr>
          <w:rFonts w:cs="Arial"/>
        </w:rPr>
        <w:t xml:space="preserve">bude za datum zdanitelného plnění považován datum převzetí Díla bez vad. Faktura bude vystavená </w:t>
      </w:r>
      <w:r w:rsidRPr="009D5B61">
        <w:t>vždy na základě skutečně a účelně provedených prací a spotřebovaného materiálu v odpovídajícím měsíci odsouhlaseném Objednatelem (dále také jen „</w:t>
      </w:r>
      <w:r w:rsidRPr="009D5B61">
        <w:rPr>
          <w:b/>
        </w:rPr>
        <w:t>Soupis provedených prací</w:t>
      </w:r>
      <w:r w:rsidRPr="009D5B61">
        <w:t>“).  Součástí faktury bude vždy kopie Soupisu provedených prací a/nebo předávacího protokolu, ze kterého bude vyplývat, že Objednatel příslušn</w:t>
      </w:r>
      <w:r w:rsidR="00D6621C" w:rsidRPr="009D5B61">
        <w:t>é</w:t>
      </w:r>
      <w:r w:rsidRPr="009D5B61">
        <w:t xml:space="preserve"> práce odsouhlasil a/nebo příslušnou část Díla převzal. Faktura musí dále obsahovat odpovídající číselný kód klasifikace produkce CZ-CPA. Faktura bude vystavena do </w:t>
      </w:r>
      <w:proofErr w:type="gramStart"/>
      <w:r w:rsidRPr="009D5B61">
        <w:t>5ti</w:t>
      </w:r>
      <w:proofErr w:type="gramEnd"/>
      <w:r w:rsidRPr="009D5B61">
        <w:t xml:space="preserve"> </w:t>
      </w:r>
      <w:r w:rsidR="00E16EF0" w:rsidRPr="009D5B61">
        <w:t xml:space="preserve">pracovních </w:t>
      </w:r>
      <w:r w:rsidRPr="009D5B61">
        <w:t>dnů od DUZP.</w:t>
      </w:r>
    </w:p>
    <w:p w14:paraId="3FF01483" w14:textId="30C1AA75" w:rsidR="008F316D" w:rsidRPr="009D5B61" w:rsidRDefault="008F316D" w:rsidP="00B77AA5">
      <w:pPr>
        <w:pStyle w:val="Odstavec2"/>
        <w:ind w:left="567"/>
      </w:pPr>
      <w:r w:rsidRPr="009D5B61">
        <w:t xml:space="preserve">V případě, že předmětem fakturace budou stavební a montážní práce podléhající režimu přenesení daňové povinnosti podle ustanovení § 92e zákona o DPH, uvede </w:t>
      </w:r>
      <w:r w:rsidR="00931278" w:rsidRPr="009D5B61">
        <w:t>Z</w:t>
      </w:r>
      <w:r w:rsidRPr="009D5B61">
        <w:t xml:space="preserve">hotovitel na faktuře spolu s číselným kódem </w:t>
      </w:r>
      <w:r w:rsidRPr="009D5B61">
        <w:rPr>
          <w:rFonts w:cs="Arial"/>
        </w:rPr>
        <w:t>klasifikace Českého statistického úřadu – CZ CPA (dále jen „</w:t>
      </w:r>
      <w:r w:rsidRPr="009D5B61">
        <w:rPr>
          <w:rFonts w:cs="Arial"/>
          <w:b/>
          <w:iCs/>
        </w:rPr>
        <w:t>CZ CPA</w:t>
      </w:r>
      <w:r w:rsidRPr="009D5B61">
        <w:rPr>
          <w:rFonts w:cs="Arial"/>
        </w:rPr>
        <w:t xml:space="preserve">“) </w:t>
      </w:r>
      <w:r w:rsidRPr="009D5B61">
        <w:t xml:space="preserve">i upozornění, že výši DPH je povinen doplnit a přiznat </w:t>
      </w:r>
      <w:r w:rsidR="00931278" w:rsidRPr="009D5B61">
        <w:t>O</w:t>
      </w:r>
      <w:r w:rsidRPr="009D5B61">
        <w:t>bjednatel jako plátce, pro kterého bylo plnění uskutečněno</w:t>
      </w:r>
    </w:p>
    <w:p w14:paraId="784FC3FF" w14:textId="42E4FC15" w:rsidR="008F316D" w:rsidRPr="009D5B61" w:rsidRDefault="008F316D" w:rsidP="00B77AA5">
      <w:pPr>
        <w:pStyle w:val="Odstavec2"/>
        <w:ind w:left="567"/>
      </w:pPr>
      <w:r w:rsidRPr="009D5B61">
        <w:t xml:space="preserve">Smluvní strany si sjednávají zádržné. Úhrada každé faktury bude provedena vždy pouze do výše 90% fakturované částky s tím, že zbývajících 10 % je zádržné. Výše zádržného bude vyčíslena v měně Ceny díla bez DPH, tj. v korunách českých, není-li sjednáno jinak, vždy na faktuře, ke které se zádržné vztahuje. </w:t>
      </w:r>
      <w:r w:rsidRPr="009D5B61">
        <w:rPr>
          <w:b/>
        </w:rPr>
        <w:t>Celková fakturace všemi dílčími fakturami a poslední dílčí fakturou nepřesáhne 90% Ceny díla bez DPH. Zádržné ve výši 10</w:t>
      </w:r>
      <w:r w:rsidR="00DA4258" w:rsidRPr="009D5B61">
        <w:rPr>
          <w:b/>
        </w:rPr>
        <w:t xml:space="preserve"> </w:t>
      </w:r>
      <w:r w:rsidRPr="009D5B61">
        <w:rPr>
          <w:b/>
        </w:rPr>
        <w:t xml:space="preserve">% z Ceny díla bez DPH </w:t>
      </w:r>
      <w:r w:rsidRPr="009D5B61">
        <w:t>bude použito k případné úhradě nákladů a škod, které Objednateli vzniknou porušením povinnosti Zhotovitele plynoucích z této Smlouvy nebo z platných právních předpisů.</w:t>
      </w:r>
    </w:p>
    <w:p w14:paraId="5F629DE2" w14:textId="1C40EA5C" w:rsidR="005C5D01" w:rsidRPr="009D5B61" w:rsidRDefault="008F316D" w:rsidP="00B77AA5">
      <w:pPr>
        <w:pStyle w:val="Odstavec2"/>
        <w:tabs>
          <w:tab w:val="clear" w:pos="567"/>
        </w:tabs>
        <w:ind w:left="567"/>
      </w:pPr>
      <w:r w:rsidRPr="009D5B61">
        <w:t>Smluvní strany sjednávají, že zádržné bude Zhotoviteli Objednatelem uhrazeno zpět na základě písemné výzvy Zhotovitele po podpisu protokolu o předání a převzetí celého Díla, či v případě, že Objednatel převezme Dílo s vadami a nedodělky, bude celá část zádržného Zhotoviteli uhrazena na základě výzvy Zhotovitele až po podpisu Protokolu o odstranění vad a nedodělků (příslušné ustanovení 7.8.2 VOP se v tomto případě mezi stranami neuplatní)</w:t>
      </w:r>
      <w:r w:rsidR="005C5D01" w:rsidRPr="009D5B61">
        <w:t>.</w:t>
      </w:r>
      <w:r w:rsidR="00721C8A" w:rsidRPr="009D5B61">
        <w:t xml:space="preserve"> </w:t>
      </w:r>
    </w:p>
    <w:p w14:paraId="79EB1E0F" w14:textId="63FC75FE" w:rsidR="00994DBB" w:rsidRPr="009D5B61" w:rsidRDefault="00994DBB" w:rsidP="00994DBB">
      <w:pPr>
        <w:pStyle w:val="Odstavec2"/>
        <w:ind w:left="567"/>
      </w:pPr>
      <w:bookmarkStart w:id="1" w:name="_Ref382984056"/>
      <w:r w:rsidRPr="009D5B61">
        <w:t xml:space="preserve">Platba ceny předmětu plnění </w:t>
      </w:r>
      <w:r w:rsidR="00931278" w:rsidRPr="009D5B61">
        <w:t xml:space="preserve">této Smlouvy </w:t>
      </w:r>
      <w:r w:rsidRPr="009D5B61">
        <w:t>bude provedena bezhotovostním převodem na účet Zhotovitele, uvedený v</w:t>
      </w:r>
      <w:r w:rsidR="00931278" w:rsidRPr="009D5B61">
        <w:t xml:space="preserve"> čl. 1 </w:t>
      </w:r>
      <w:r w:rsidRPr="009D5B61">
        <w:t xml:space="preserve">této </w:t>
      </w:r>
      <w:r w:rsidR="00931278" w:rsidRPr="009D5B61">
        <w:t>S</w:t>
      </w:r>
      <w:r w:rsidRPr="009D5B61">
        <w:t>mlouv</w:t>
      </w:r>
      <w:r w:rsidR="00931278" w:rsidRPr="009D5B61">
        <w:t>y</w:t>
      </w:r>
      <w:r w:rsidRPr="009D5B61">
        <w:t xml:space="preserve"> na základě faktury vystavené Zhotovitelem. </w:t>
      </w:r>
      <w:r w:rsidR="00931278" w:rsidRPr="009D5B61">
        <w:t xml:space="preserve">V případě, že Zhotovitel bude mít zájem změnit číslo účtu během relevantní doby, lze tak učinit pouze na základě dohody stran dodatkem k této Smlouvě. </w:t>
      </w:r>
      <w:r w:rsidRPr="009D5B61">
        <w:t xml:space="preserve">Každá faktura vystavená dle této </w:t>
      </w:r>
      <w:r w:rsidR="00931278" w:rsidRPr="009D5B61">
        <w:t>S</w:t>
      </w:r>
      <w:r w:rsidRPr="009D5B61">
        <w:t xml:space="preserve">mlouvy je splatná do </w:t>
      </w:r>
      <w:r w:rsidRPr="009D5B61">
        <w:rPr>
          <w:b/>
        </w:rPr>
        <w:t>30 dnů</w:t>
      </w:r>
      <w:r w:rsidRPr="009D5B61">
        <w:t xml:space="preserve"> od jejího doručení Objednateli.</w:t>
      </w:r>
    </w:p>
    <w:p w14:paraId="4BED19AA" w14:textId="25FE3253" w:rsidR="00994DBB" w:rsidRPr="009D5B61" w:rsidRDefault="00994DBB" w:rsidP="00994DBB">
      <w:pPr>
        <w:pStyle w:val="Odstavec2"/>
        <w:ind w:left="567"/>
      </w:pPr>
      <w:r w:rsidRPr="009D5B61">
        <w:t xml:space="preserve">Zhotovitel je povinen vystavit fakturu a doručit ji na fakturační adresu Objednatele do </w:t>
      </w:r>
      <w:r w:rsidR="00E16EF0" w:rsidRPr="009D5B61">
        <w:rPr>
          <w:b/>
        </w:rPr>
        <w:t>5</w:t>
      </w:r>
      <w:r w:rsidR="0029095D" w:rsidRPr="009D5B61">
        <w:rPr>
          <w:b/>
        </w:rPr>
        <w:t xml:space="preserve">ti pracovních </w:t>
      </w:r>
      <w:r w:rsidRPr="009D5B61">
        <w:rPr>
          <w:b/>
        </w:rPr>
        <w:t xml:space="preserve"> dnů</w:t>
      </w:r>
      <w:r w:rsidRPr="009D5B61">
        <w:t xml:space="preserve"> </w:t>
      </w:r>
      <w:r w:rsidRPr="009D5B61">
        <w:rPr>
          <w:rFonts w:cs="Arial"/>
        </w:rPr>
        <w:t>po předání a převzetí Díla, o kterém bude sepsán Protokol o předání a převzetí</w:t>
      </w:r>
      <w:r w:rsidRPr="009D5B61">
        <w:t xml:space="preserve">. </w:t>
      </w:r>
    </w:p>
    <w:bookmarkEnd w:id="1"/>
    <w:p w14:paraId="5272B94F" w14:textId="77777777" w:rsidR="00994DBB" w:rsidRPr="009D5B61" w:rsidRDefault="00994DBB" w:rsidP="0053471E">
      <w:pPr>
        <w:pStyle w:val="Odstavec2"/>
        <w:ind w:left="567"/>
      </w:pPr>
      <w:r w:rsidRPr="009D5B61">
        <w:t>Závazek úhrady faktury Objednatelem se považuje za splněný dnem odepsání fakturované částky z účtu Objednatele ve prospěch účtu Zhotovitele.</w:t>
      </w:r>
    </w:p>
    <w:p w14:paraId="163BF247" w14:textId="77777777" w:rsidR="00994DBB" w:rsidRPr="009D5B61" w:rsidRDefault="00994DBB" w:rsidP="0053471E">
      <w:pPr>
        <w:pStyle w:val="Odstavec2"/>
        <w:ind w:left="567"/>
      </w:pPr>
      <w:r w:rsidRPr="009D5B61">
        <w:t>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18B0B8A9" w14:textId="3E101F28" w:rsidR="00E3750D" w:rsidRPr="009D5B61" w:rsidRDefault="00E3750D" w:rsidP="00E3750D">
      <w:pPr>
        <w:pStyle w:val="Odstavec2"/>
        <w:tabs>
          <w:tab w:val="left" w:pos="1843"/>
        </w:tabs>
        <w:ind w:left="568" w:hanging="568"/>
      </w:pPr>
      <w:r w:rsidRPr="009D5B61">
        <w:lastRenderedPageBreak/>
        <w:t xml:space="preserve">Faktura vystavená </w:t>
      </w:r>
      <w:r w:rsidR="0001215E" w:rsidRPr="009D5B61">
        <w:t>Zhotovitele</w:t>
      </w:r>
      <w:r w:rsidRPr="009D5B61">
        <w:t xml:space="preserve"> bude obsahovat náležitosti daňového dokladu dle platné a účinné legislativy, číslo Smlouvy, číslo objednávky sdělené Objednatelem </w:t>
      </w:r>
      <w:r w:rsidR="00A11317" w:rsidRPr="009D5B61">
        <w:t>Zhotoviteli</w:t>
      </w:r>
      <w:r w:rsidRPr="009D5B61">
        <w:t xml:space="preserve"> a další náležitosti stanovené Smlouvou, včetně požadovaných příloh.</w:t>
      </w:r>
    </w:p>
    <w:p w14:paraId="3FA320E0" w14:textId="67F4AE55" w:rsidR="00E3750D" w:rsidRPr="009D5B61" w:rsidRDefault="00E3750D" w:rsidP="00CA244C">
      <w:pPr>
        <w:pStyle w:val="Odstavec2"/>
        <w:spacing w:before="120"/>
        <w:ind w:left="567"/>
      </w:pPr>
      <w:bookmarkStart w:id="2" w:name="_Hlk132710362"/>
      <w:r w:rsidRPr="009D5B61">
        <w:t xml:space="preserve">Adresa pro doručení faktur: </w:t>
      </w:r>
      <w:hyperlink r:id="rId14" w:history="1">
        <w:r w:rsidRPr="009D5B61">
          <w:rPr>
            <w:rStyle w:val="Hypertextovodkaz"/>
            <w:rFonts w:ascii="Helvetica" w:hAnsi="Helvetica" w:cs="Helvetica"/>
            <w:color w:val="auto"/>
          </w:rPr>
          <w:t>dosle.faktury@ceproas.cz</w:t>
        </w:r>
      </w:hyperlink>
      <w:r w:rsidRPr="009D5B61">
        <w:t>;</w:t>
      </w:r>
    </w:p>
    <w:bookmarkEnd w:id="2"/>
    <w:p w14:paraId="2DA43F18" w14:textId="723FD1FE" w:rsidR="00994DBB" w:rsidRPr="009D5B61" w:rsidRDefault="00FB4A82" w:rsidP="0053471E">
      <w:pPr>
        <w:pStyle w:val="Odstavec2"/>
        <w:spacing w:before="120"/>
        <w:ind w:left="567"/>
      </w:pPr>
      <w:r w:rsidRPr="009D5B61">
        <w:t xml:space="preserve">Každá faktura dle této Smlouvy je splatná do 30 dnů od jejího doručení Objednateli, tj. na fakturační adresu Objednatele uvedenou v této Smlouvě </w:t>
      </w:r>
      <w:r w:rsidR="00994DBB" w:rsidRPr="009D5B61">
        <w:t>V případě prodlení Objednatele s platbou uhradí Objednatel Zhotoviteli dlužnou částku a dále úrok z prodlení ve výši stanovené nařízením vlády č. 351/2013 Sb.</w:t>
      </w:r>
    </w:p>
    <w:p w14:paraId="11153BDC" w14:textId="77777777" w:rsidR="00994DBB" w:rsidRPr="00C43C5E" w:rsidRDefault="00994DBB" w:rsidP="0053471E">
      <w:pPr>
        <w:pStyle w:val="Odstavec2"/>
        <w:tabs>
          <w:tab w:val="clear" w:pos="4058"/>
        </w:tabs>
        <w:ind w:left="567"/>
      </w:pPr>
      <w:bookmarkStart w:id="3" w:name="_Ref352844977"/>
      <w:r w:rsidRPr="009D5B61">
        <w:t xml:space="preserve">Smluvní strany sjednávají, že v případech, kdy Objednatel je, nebo může být ručitelem za odvedení daně z přidané hodnoty Zhotovitelem z příslušného plnění, nebo pokud se jím Objednatel stane nebo může stát v důsledku změny zákonné úpravy, je Objednatel oprávněn uhradit na účet Zhotovitele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Zhotoviteli jako Zhotoviteli zdanitelného plnění uhradit v souladu s příslušnými ustanoveními zákona o DPH (tj. zejména dle ustanovení §§ 109, 109a, event. dalších) přímo na příslušný účet správce daně Zhotovitele jako Zhotovitele zdanitelného plnění s údaji potřebnými pro identifikaci platby dle příslušných ustanovení zákona o DPH. Úhradou daně z přidané hodnoty na účet správce daně Zhotovitele tak bude splněn </w:t>
      </w:r>
      <w:r w:rsidRPr="00C43C5E">
        <w:t>závazek Objednatele vůči Zhotoviteli zaplatit cenu plnění v částce uhrazené na účet správce daně Zhotovitele.</w:t>
      </w:r>
      <w:bookmarkEnd w:id="3"/>
    </w:p>
    <w:p w14:paraId="76A62CFA" w14:textId="7B1602B0" w:rsidR="00994DBB" w:rsidRPr="00C43C5E" w:rsidRDefault="00994DBB" w:rsidP="0053471E">
      <w:pPr>
        <w:pStyle w:val="Odstavec2"/>
        <w:ind w:left="567"/>
      </w:pPr>
      <w:r w:rsidRPr="00C43C5E">
        <w:t xml:space="preserve">O postupu Objednatele dle odstavce </w:t>
      </w:r>
      <w:r w:rsidR="00527031" w:rsidRPr="00C43C5E">
        <w:t>5.1</w:t>
      </w:r>
      <w:r w:rsidR="00C43C5E" w:rsidRPr="00C43C5E">
        <w:t>2</w:t>
      </w:r>
      <w:r w:rsidRPr="00C43C5E">
        <w:t xml:space="preserve"> výše bude Objednatel písemně bez zbytečného odkladu informovat Zhotovitele jako </w:t>
      </w:r>
      <w:r w:rsidR="00B534A7" w:rsidRPr="00C43C5E">
        <w:t>poskytova</w:t>
      </w:r>
      <w:r w:rsidRPr="00C43C5E">
        <w:t>tele zdanitelného plnění, za nějž byla daň z přidané hodnoty takto odvedena.</w:t>
      </w:r>
    </w:p>
    <w:p w14:paraId="60186CA7" w14:textId="2EEC50A9" w:rsidR="00994DBB" w:rsidRPr="00085614" w:rsidRDefault="00994DBB" w:rsidP="0053471E">
      <w:pPr>
        <w:pStyle w:val="Odstavec2"/>
        <w:ind w:left="567"/>
      </w:pPr>
      <w:r w:rsidRPr="00C43C5E">
        <w:t xml:space="preserve">Uhrazení závazku učiněné způsobem uvedeným v odstavci </w:t>
      </w:r>
      <w:r w:rsidR="00527031" w:rsidRPr="00C43C5E">
        <w:t>5.1</w:t>
      </w:r>
      <w:r w:rsidR="00C43C5E" w:rsidRPr="00C43C5E">
        <w:t>2</w:t>
      </w:r>
      <w:r w:rsidRPr="00C43C5E">
        <w:t xml:space="preserve"> výše je v souladu se zákonem o DPH a není porušením smluvních sankcí za neuhrazení finančních</w:t>
      </w:r>
      <w:r w:rsidRPr="00085614">
        <w:t xml:space="preserve"> prostředků ze strany Objednatele a nezakládá ani nárok Zhotoviteli na náhradu škody.</w:t>
      </w:r>
    </w:p>
    <w:p w14:paraId="240D29FF" w14:textId="77777777" w:rsidR="00994DBB" w:rsidRPr="00085614" w:rsidRDefault="00994DBB" w:rsidP="0053471E">
      <w:pPr>
        <w:pStyle w:val="Odstavec2"/>
        <w:ind w:left="567"/>
      </w:pPr>
      <w:r w:rsidRPr="00085614">
        <w:t xml:space="preserve">Smluvní strany se dohodly, že Objednatel je oprávněn pozastavit úhradu faktury Zhotoviteli, pokud bude na Zhotovitele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w:t>
      </w:r>
      <w:proofErr w:type="gramStart"/>
      <w:r w:rsidRPr="00085614">
        <w:t>obdrží</w:t>
      </w:r>
      <w:proofErr w:type="gramEnd"/>
      <w:r w:rsidRPr="00085614">
        <w:t xml:space="preserve"> od Zhotovitele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12434D50" w14:textId="77777777" w:rsidR="007B1761" w:rsidRDefault="007B1761" w:rsidP="00C333C0">
      <w:pPr>
        <w:pStyle w:val="lnek"/>
        <w:spacing w:before="360"/>
        <w:ind w:left="17"/>
      </w:pPr>
      <w:r w:rsidRPr="007B1761">
        <w:t xml:space="preserve">Předání a </w:t>
      </w:r>
      <w:r w:rsidRPr="00280022">
        <w:rPr>
          <w:rFonts w:eastAsiaTheme="minorEastAsia"/>
        </w:rPr>
        <w:t>převzetí</w:t>
      </w:r>
      <w:r w:rsidRPr="007B1761">
        <w:t xml:space="preserve"> Díla</w:t>
      </w:r>
    </w:p>
    <w:p w14:paraId="3AF9B561" w14:textId="19E90630" w:rsidR="003C6F9E" w:rsidRDefault="00AE3CC7" w:rsidP="00B77AA5">
      <w:pPr>
        <w:pStyle w:val="Odstavec2"/>
        <w:ind w:left="567"/>
      </w:pPr>
      <w:r w:rsidRPr="00AE3CC7">
        <w:t>Předání</w:t>
      </w:r>
      <w:r>
        <w:t xml:space="preserve"> a převzetí Díla se </w:t>
      </w:r>
      <w:r w:rsidRPr="00F91EC2">
        <w:t xml:space="preserve">uskuteční </w:t>
      </w:r>
      <w:r w:rsidR="00F91EC2">
        <w:t>po řádném dokončení celého Díla</w:t>
      </w:r>
      <w:r w:rsidR="00F56751">
        <w:t>.</w:t>
      </w:r>
    </w:p>
    <w:p w14:paraId="18B01060" w14:textId="1CCB2E01" w:rsidR="006F5596" w:rsidRDefault="00BE2E82" w:rsidP="00B77AA5">
      <w:pPr>
        <w:pStyle w:val="Odstavec2"/>
        <w:ind w:left="567"/>
      </w:pPr>
      <w:bookmarkStart w:id="4" w:name="_Ref334787654"/>
      <w:r w:rsidRPr="00CD1BFE">
        <w:t xml:space="preserve">Pro účely přejímky a před přejímkou je Zhotovitel povinen včas připravit a předložit v českém jazyce </w:t>
      </w:r>
      <w:r w:rsidR="00CD1BFE" w:rsidRPr="00CD1BFE">
        <w:t>kromě veškerých dokladů sjednaných jinde ve Smlouvě a</w:t>
      </w:r>
      <w:r w:rsidRPr="00CD1BFE">
        <w:t xml:space="preserve"> plynoucí</w:t>
      </w:r>
      <w:r w:rsidR="00CD1BFE" w:rsidRPr="00CD1BFE">
        <w:t>ch</w:t>
      </w:r>
      <w:r w:rsidRPr="00CD1BFE">
        <w:t xml:space="preserve"> z obecně závazných právních a technických předpisů</w:t>
      </w:r>
      <w:r w:rsidR="00CD1BFE" w:rsidRPr="00CD1BFE">
        <w:t xml:space="preserve"> i následující doklady</w:t>
      </w:r>
      <w:r w:rsidRPr="00CD1BFE">
        <w:t>:</w:t>
      </w:r>
      <w:bookmarkEnd w:id="4"/>
    </w:p>
    <w:p w14:paraId="6405E2E3" w14:textId="77777777" w:rsidR="00835AEE" w:rsidRPr="001F6CA9" w:rsidRDefault="00835AEE" w:rsidP="00476B21">
      <w:pPr>
        <w:pStyle w:val="Odstavec3"/>
        <w:tabs>
          <w:tab w:val="clear" w:pos="6184"/>
          <w:tab w:val="num" w:pos="1134"/>
          <w:tab w:val="num" w:pos="4058"/>
        </w:tabs>
        <w:ind w:left="1134" w:hanging="708"/>
        <w:rPr>
          <w:rFonts w:cs="Arial"/>
        </w:rPr>
      </w:pPr>
      <w:r w:rsidRPr="001F6CA9">
        <w:rPr>
          <w:rFonts w:cs="Arial"/>
        </w:rPr>
        <w:t xml:space="preserve">prohlášení o shodě ve smyslu § 13 odst. 2 zákona č. 22/1997 Sb., o technických požadavcích na výrobky a o změně a doplnění některých zákonů, v platném znění; </w:t>
      </w:r>
    </w:p>
    <w:p w14:paraId="50DE0D5C" w14:textId="77777777" w:rsidR="00835AEE" w:rsidRPr="001F6CA9" w:rsidRDefault="00835AEE" w:rsidP="00476B21">
      <w:pPr>
        <w:pStyle w:val="Odstavec3"/>
        <w:tabs>
          <w:tab w:val="clear" w:pos="6184"/>
          <w:tab w:val="num" w:pos="1134"/>
          <w:tab w:val="num" w:pos="4058"/>
        </w:tabs>
        <w:ind w:left="1134" w:hanging="708"/>
        <w:rPr>
          <w:rFonts w:cs="Arial"/>
        </w:rPr>
      </w:pPr>
      <w:r w:rsidRPr="001F6CA9">
        <w:rPr>
          <w:rFonts w:cs="Arial"/>
        </w:rPr>
        <w:t>atesty, certifikáty a osvědčení o jakosti (zkouškách) použitých materiálů a zařízení dle požadavků PD;</w:t>
      </w:r>
    </w:p>
    <w:p w14:paraId="71B355AA" w14:textId="77777777" w:rsidR="00835AEE" w:rsidRPr="001F6CA9" w:rsidRDefault="00835AEE" w:rsidP="00476B21">
      <w:pPr>
        <w:pStyle w:val="Odstavec3"/>
        <w:tabs>
          <w:tab w:val="clear" w:pos="6184"/>
          <w:tab w:val="num" w:pos="1134"/>
          <w:tab w:val="num" w:pos="4058"/>
        </w:tabs>
        <w:ind w:left="1134" w:hanging="708"/>
        <w:rPr>
          <w:rFonts w:cs="Arial"/>
        </w:rPr>
      </w:pPr>
      <w:r w:rsidRPr="001F6CA9">
        <w:rPr>
          <w:rFonts w:cs="Arial"/>
        </w:rPr>
        <w:t>doklady o ekologické likvidaci veškerého odpadu vzniklého při provádění díla;</w:t>
      </w:r>
    </w:p>
    <w:p w14:paraId="07EA5365" w14:textId="0350DC84" w:rsidR="00835AEE" w:rsidRDefault="00835AEE" w:rsidP="00476B21">
      <w:pPr>
        <w:pStyle w:val="Odstavec3"/>
        <w:tabs>
          <w:tab w:val="clear" w:pos="6184"/>
          <w:tab w:val="num" w:pos="1134"/>
          <w:tab w:val="num" w:pos="4058"/>
        </w:tabs>
        <w:ind w:left="1134" w:hanging="708"/>
        <w:rPr>
          <w:rFonts w:cs="Arial"/>
        </w:rPr>
      </w:pPr>
      <w:r w:rsidRPr="001F6CA9">
        <w:rPr>
          <w:rFonts w:cs="Arial"/>
        </w:rPr>
        <w:t xml:space="preserve">1x originál stavebního </w:t>
      </w:r>
      <w:r w:rsidRPr="001F6CA9">
        <w:rPr>
          <w:rFonts w:cs="Arial"/>
          <w:i/>
        </w:rPr>
        <w:t>(montážního, pracovního</w:t>
      </w:r>
      <w:r w:rsidRPr="001F6CA9">
        <w:rPr>
          <w:rFonts w:cs="Arial"/>
        </w:rPr>
        <w:t>) deníku</w:t>
      </w:r>
      <w:r w:rsidR="00B119E8">
        <w:rPr>
          <w:rFonts w:cs="Arial"/>
        </w:rPr>
        <w:t xml:space="preserve"> </w:t>
      </w:r>
      <w:r w:rsidR="0065106A">
        <w:rPr>
          <w:rFonts w:cs="Arial"/>
        </w:rPr>
        <w:t>vedeného v el. pod</w:t>
      </w:r>
      <w:r w:rsidR="00F8471C">
        <w:rPr>
          <w:rFonts w:cs="Arial"/>
        </w:rPr>
        <w:t>o</w:t>
      </w:r>
      <w:r w:rsidR="0065106A">
        <w:rPr>
          <w:rFonts w:cs="Arial"/>
        </w:rPr>
        <w:t>bě</w:t>
      </w:r>
      <w:r w:rsidRPr="001F6CA9">
        <w:rPr>
          <w:rFonts w:cs="Arial"/>
        </w:rPr>
        <w:t xml:space="preserve">; </w:t>
      </w:r>
    </w:p>
    <w:p w14:paraId="438E0E40" w14:textId="77777777" w:rsidR="00835AEE" w:rsidRPr="001F6CA9" w:rsidRDefault="00835AEE" w:rsidP="00476B21">
      <w:pPr>
        <w:pStyle w:val="Odstavec3"/>
        <w:tabs>
          <w:tab w:val="clear" w:pos="6184"/>
          <w:tab w:val="num" w:pos="1134"/>
          <w:tab w:val="num" w:pos="4058"/>
        </w:tabs>
        <w:ind w:left="1134" w:hanging="708"/>
        <w:rPr>
          <w:rFonts w:cs="Arial"/>
        </w:rPr>
      </w:pPr>
      <w:r w:rsidRPr="001F6CA9">
        <w:rPr>
          <w:rFonts w:cs="Arial"/>
        </w:rPr>
        <w:t>fotodokumentace postupu prací při provádění díla,</w:t>
      </w:r>
    </w:p>
    <w:p w14:paraId="3BC58ECF" w14:textId="77777777" w:rsidR="00835AEE" w:rsidRPr="001F6CA9" w:rsidRDefault="00835AEE" w:rsidP="00476B21">
      <w:pPr>
        <w:pStyle w:val="Odstavec3"/>
        <w:tabs>
          <w:tab w:val="clear" w:pos="6184"/>
          <w:tab w:val="num" w:pos="1134"/>
          <w:tab w:val="num" w:pos="4058"/>
        </w:tabs>
        <w:ind w:left="1134" w:hanging="708"/>
        <w:rPr>
          <w:rFonts w:cs="Arial"/>
        </w:rPr>
      </w:pPr>
      <w:r w:rsidRPr="001F6CA9">
        <w:rPr>
          <w:rFonts w:cs="Arial"/>
        </w:rPr>
        <w:t>veškeré záruční listy, návody k obsluze a údržbě s ohledem na bezpečnost práce v českém jazyce,</w:t>
      </w:r>
    </w:p>
    <w:p w14:paraId="250461B5" w14:textId="77777777" w:rsidR="00835AEE" w:rsidRPr="00AF7D06" w:rsidRDefault="00835AEE" w:rsidP="00476B21">
      <w:pPr>
        <w:pStyle w:val="Odstavec3"/>
        <w:tabs>
          <w:tab w:val="clear" w:pos="6184"/>
          <w:tab w:val="num" w:pos="1134"/>
          <w:tab w:val="num" w:pos="4058"/>
        </w:tabs>
        <w:ind w:left="1134" w:hanging="708"/>
      </w:pPr>
      <w:r w:rsidRPr="00AF7D06">
        <w:t xml:space="preserve">protokoly o provedených provozních a </w:t>
      </w:r>
      <w:proofErr w:type="spellStart"/>
      <w:r w:rsidRPr="00AF7D06">
        <w:t>technicko</w:t>
      </w:r>
      <w:proofErr w:type="spellEnd"/>
      <w:r w:rsidRPr="00AF7D06">
        <w:t xml:space="preserve"> – bezpečnostních zkouškách (uvedení do provozu, kompletní zkoušky a ověření spolehlivosti funkce)</w:t>
      </w:r>
    </w:p>
    <w:p w14:paraId="342533AC" w14:textId="77777777" w:rsidR="00835AEE" w:rsidRPr="00AF7D06" w:rsidRDefault="00835AEE" w:rsidP="00476B21">
      <w:pPr>
        <w:pStyle w:val="Odstavec3"/>
        <w:tabs>
          <w:tab w:val="clear" w:pos="6184"/>
          <w:tab w:val="num" w:pos="1134"/>
          <w:tab w:val="num" w:pos="4058"/>
        </w:tabs>
        <w:ind w:left="1134" w:hanging="708"/>
        <w:rPr>
          <w:rFonts w:cs="Arial"/>
        </w:rPr>
      </w:pPr>
      <w:r w:rsidRPr="00AF7D06">
        <w:rPr>
          <w:rFonts w:cs="Arial"/>
        </w:rPr>
        <w:lastRenderedPageBreak/>
        <w:t xml:space="preserve">projektovou dokumentaci /dokumentaci skutečného provedení vč. všech podpisů a razítek/ </w:t>
      </w:r>
      <w:r w:rsidRPr="00AF7D06">
        <w:t>ve formátu „</w:t>
      </w:r>
      <w:proofErr w:type="spellStart"/>
      <w:r w:rsidRPr="00AF7D06">
        <w:t>pdf</w:t>
      </w:r>
      <w:proofErr w:type="spellEnd"/>
      <w:r w:rsidRPr="00AF7D06">
        <w:t>“ a ve zdrojových formátech „doc“, „</w:t>
      </w:r>
      <w:proofErr w:type="spellStart"/>
      <w:r w:rsidRPr="00AF7D06">
        <w:t>xls</w:t>
      </w:r>
      <w:proofErr w:type="spellEnd"/>
      <w:r w:rsidRPr="00AF7D06">
        <w:t>“ a „</w:t>
      </w:r>
      <w:proofErr w:type="spellStart"/>
      <w:r w:rsidRPr="00AF7D06">
        <w:t>dwg</w:t>
      </w:r>
      <w:proofErr w:type="spellEnd"/>
      <w:r w:rsidRPr="00AF7D06">
        <w:t>“ na CD nebo DVD).</w:t>
      </w:r>
      <w:r w:rsidRPr="00AF7D06">
        <w:rPr>
          <w:rFonts w:cs="Arial"/>
        </w:rPr>
        <w:t xml:space="preserve"> </w:t>
      </w:r>
    </w:p>
    <w:p w14:paraId="123C1BF0" w14:textId="77777777" w:rsidR="00835AEE" w:rsidRPr="00AF7D06" w:rsidRDefault="00835AEE" w:rsidP="00476B21">
      <w:pPr>
        <w:pStyle w:val="Odstavec3"/>
        <w:tabs>
          <w:tab w:val="clear" w:pos="6184"/>
          <w:tab w:val="num" w:pos="1134"/>
          <w:tab w:val="num" w:pos="4058"/>
        </w:tabs>
        <w:ind w:left="1134" w:hanging="708"/>
        <w:rPr>
          <w:rFonts w:cs="Arial"/>
        </w:rPr>
      </w:pPr>
      <w:r w:rsidRPr="00AF7D06">
        <w:rPr>
          <w:rFonts w:cs="Arial"/>
          <w:bCs/>
        </w:rPr>
        <w:t>pokyny pro provoz a údržbu (plány kontrol),</w:t>
      </w:r>
    </w:p>
    <w:p w14:paraId="2708807C" w14:textId="77777777" w:rsidR="00835AEE" w:rsidRPr="00AF7D06" w:rsidRDefault="00835AEE" w:rsidP="00476B21">
      <w:pPr>
        <w:pStyle w:val="Odstavec3"/>
        <w:tabs>
          <w:tab w:val="clear" w:pos="6184"/>
          <w:tab w:val="num" w:pos="1134"/>
          <w:tab w:val="num" w:pos="4058"/>
        </w:tabs>
        <w:ind w:left="1134" w:hanging="708"/>
      </w:pPr>
      <w:r w:rsidRPr="00AF7D06">
        <w:t>doklady, prokazující bezpečný provoz technických a technologických zařízení, které jsou k prokázání podle požadavků, stanovených právními předpisy, normativními požadavky a průvodní dokumentací výrobků,</w:t>
      </w:r>
    </w:p>
    <w:p w14:paraId="0C35D4AA" w14:textId="77777777" w:rsidR="00835AEE" w:rsidRPr="00AF7D06" w:rsidRDefault="00835AEE" w:rsidP="00476B21">
      <w:pPr>
        <w:pStyle w:val="Odstavec3"/>
        <w:tabs>
          <w:tab w:val="clear" w:pos="6184"/>
          <w:tab w:val="num" w:pos="1134"/>
          <w:tab w:val="num" w:pos="4058"/>
        </w:tabs>
        <w:ind w:left="1134" w:hanging="708"/>
      </w:pPr>
      <w:r w:rsidRPr="00AF7D06">
        <w:t>revize na elektrické zařízení, Stanovisko TIČR</w:t>
      </w:r>
    </w:p>
    <w:p w14:paraId="082C3968" w14:textId="77777777" w:rsidR="00835AEE" w:rsidRPr="00AF7D06" w:rsidRDefault="00835AEE" w:rsidP="00F81EC5">
      <w:pPr>
        <w:pStyle w:val="Odstavec3"/>
        <w:tabs>
          <w:tab w:val="clear" w:pos="6184"/>
          <w:tab w:val="num" w:pos="1134"/>
          <w:tab w:val="num" w:pos="4058"/>
        </w:tabs>
        <w:ind w:left="1134" w:hanging="708"/>
        <w:rPr>
          <w:rFonts w:cs="Arial"/>
        </w:rPr>
      </w:pPr>
      <w:r w:rsidRPr="00AF7D06">
        <w:t>doklad o zaškolení obsluhy zařízení instalovaných v rámci provádění Díla,</w:t>
      </w:r>
    </w:p>
    <w:p w14:paraId="506A457B" w14:textId="23A2EE60" w:rsidR="00835AEE" w:rsidRPr="00C4431D" w:rsidRDefault="00835AEE" w:rsidP="00F81EC5">
      <w:pPr>
        <w:pStyle w:val="Odstavec3"/>
        <w:tabs>
          <w:tab w:val="clear" w:pos="6184"/>
          <w:tab w:val="num" w:pos="1134"/>
          <w:tab w:val="num" w:pos="4058"/>
        </w:tabs>
        <w:ind w:left="1134" w:hanging="708"/>
      </w:pPr>
      <w:r w:rsidRPr="00580BFB">
        <w:t>další potřebné dokumenty dle právních a technických předpisů vydaných a platných v ČR</w:t>
      </w:r>
    </w:p>
    <w:p w14:paraId="3FC98770" w14:textId="333581F5" w:rsidR="00CD1BFE" w:rsidRDefault="00CD1BFE" w:rsidP="00B77AA5">
      <w:pPr>
        <w:pStyle w:val="Odstavec2"/>
        <w:ind w:left="567"/>
      </w:pPr>
      <w:r w:rsidRPr="00A262AB">
        <w:t>Není-li v jiných ustanoveních Smlouvy</w:t>
      </w:r>
      <w:r w:rsidRPr="00CD1BFE">
        <w:t xml:space="preserve"> uvedeno jinak, Zhotovitel předá Objednateli dokumenty v tomto počtu vyhotovení:</w:t>
      </w:r>
    </w:p>
    <w:p w14:paraId="315DA43D" w14:textId="58E82538" w:rsidR="00CD1BFE" w:rsidRDefault="00B966F7">
      <w:pPr>
        <w:pStyle w:val="Odstavec2"/>
        <w:numPr>
          <w:ilvl w:val="0"/>
          <w:numId w:val="6"/>
        </w:numPr>
      </w:pPr>
      <w:r>
        <w:t xml:space="preserve">2 x </w:t>
      </w:r>
      <w:r w:rsidR="00CD1BFE">
        <w:t>v listinné podobě;</w:t>
      </w:r>
    </w:p>
    <w:p w14:paraId="0AC70B9B" w14:textId="3046DF5F" w:rsidR="009B4036" w:rsidRDefault="008C6718" w:rsidP="0017066C">
      <w:pPr>
        <w:pStyle w:val="Odstavec2"/>
        <w:numPr>
          <w:ilvl w:val="0"/>
          <w:numId w:val="0"/>
        </w:numPr>
        <w:ind w:left="1287"/>
      </w:pPr>
      <w:r>
        <w:t xml:space="preserve">1 </w:t>
      </w:r>
      <w:r w:rsidR="00CD1BFE">
        <w:t xml:space="preserve">x v elektronické podobě ve formátu </w:t>
      </w:r>
      <w:proofErr w:type="spellStart"/>
      <w:r w:rsidR="00CD1BFE" w:rsidRPr="008C6718">
        <w:t>docx</w:t>
      </w:r>
      <w:proofErr w:type="spellEnd"/>
      <w:r w:rsidR="00CD1BFE" w:rsidRPr="008C6718">
        <w:t xml:space="preserve"> / </w:t>
      </w:r>
      <w:proofErr w:type="spellStart"/>
      <w:r w:rsidR="00CD1BFE" w:rsidRPr="008C6718">
        <w:t>xlsx</w:t>
      </w:r>
      <w:proofErr w:type="spellEnd"/>
      <w:r w:rsidR="00CD1BFE" w:rsidRPr="008C6718">
        <w:t xml:space="preserve"> / </w:t>
      </w:r>
      <w:proofErr w:type="spellStart"/>
      <w:r w:rsidR="00CD1BFE" w:rsidRPr="008C6718">
        <w:t>pdf</w:t>
      </w:r>
      <w:proofErr w:type="spellEnd"/>
      <w:r w:rsidR="00827D2F">
        <w:t>,</w:t>
      </w:r>
      <w:r w:rsidR="00D63788">
        <w:t xml:space="preserve"> / </w:t>
      </w:r>
      <w:proofErr w:type="spellStart"/>
      <w:r w:rsidR="00D63788">
        <w:t>dwg</w:t>
      </w:r>
      <w:proofErr w:type="spellEnd"/>
      <w:r w:rsidR="00D63788">
        <w:t xml:space="preserve">, </w:t>
      </w:r>
      <w:r w:rsidR="00827D2F">
        <w:t xml:space="preserve">a to dle charakteru dokumentu či požadavku </w:t>
      </w:r>
      <w:r w:rsidR="00E7609C">
        <w:t>Objednatele</w:t>
      </w:r>
      <w:r w:rsidR="001E58B9">
        <w:t>.</w:t>
      </w:r>
    </w:p>
    <w:p w14:paraId="721C2C6D" w14:textId="77777777" w:rsidR="00CD1BFE" w:rsidRPr="004406B8" w:rsidRDefault="00CD1BFE" w:rsidP="00C333C0">
      <w:pPr>
        <w:pStyle w:val="lnek"/>
        <w:spacing w:before="360"/>
        <w:ind w:left="17"/>
      </w:pPr>
      <w:r w:rsidRPr="004406B8">
        <w:rPr>
          <w:rFonts w:eastAsiaTheme="minorEastAsia"/>
        </w:rPr>
        <w:t>Záruka</w:t>
      </w:r>
      <w:r w:rsidRPr="004406B8">
        <w:t xml:space="preserve"> a záruční doba</w:t>
      </w:r>
    </w:p>
    <w:p w14:paraId="3DE13E2B" w14:textId="148EAB8E" w:rsidR="00CD1BFE" w:rsidRPr="004406B8" w:rsidRDefault="00CD1BFE" w:rsidP="00B77AA5">
      <w:pPr>
        <w:pStyle w:val="Odstavec2"/>
        <w:ind w:left="567"/>
      </w:pPr>
      <w:r w:rsidRPr="004406B8">
        <w:t xml:space="preserve">Záruční doba </w:t>
      </w:r>
      <w:r w:rsidR="001F4469">
        <w:t xml:space="preserve">Díla </w:t>
      </w:r>
      <w:r w:rsidRPr="004406B8">
        <w:t>se sjednává v délce trvání</w:t>
      </w:r>
      <w:r w:rsidR="001F4469">
        <w:t xml:space="preserve"> 60 měsíců</w:t>
      </w:r>
      <w:r w:rsidR="000270B1">
        <w:t xml:space="preserve"> na stavební a technologické práce a 24 měsíců na dodávky jednotlivých komponentů</w:t>
      </w:r>
      <w:r w:rsidR="001F4469">
        <w:t>.</w:t>
      </w:r>
    </w:p>
    <w:p w14:paraId="051AD91B" w14:textId="55F4E5E7" w:rsidR="00216448" w:rsidRPr="004406B8" w:rsidRDefault="00216448" w:rsidP="00B77AA5">
      <w:pPr>
        <w:pStyle w:val="Odstavec2"/>
        <w:ind w:left="567"/>
      </w:pPr>
      <w:r w:rsidRPr="004406B8">
        <w:t xml:space="preserve">Zhotovitel je povinen </w:t>
      </w:r>
      <w:r w:rsidR="004406B8">
        <w:t xml:space="preserve">reklamované </w:t>
      </w:r>
      <w:r w:rsidRPr="004406B8">
        <w:t>vady o</w:t>
      </w:r>
      <w:r w:rsidRPr="004406B8">
        <w:rPr>
          <w:rFonts w:eastAsia="MS Mincho"/>
        </w:rPr>
        <w:t>d</w:t>
      </w:r>
      <w:r w:rsidRPr="004406B8">
        <w:t xml:space="preserve">stranit nejpozději do </w:t>
      </w:r>
      <w:r w:rsidR="004406B8" w:rsidRPr="004406B8">
        <w:t xml:space="preserve">5 </w:t>
      </w:r>
      <w:r w:rsidR="00D875C2">
        <w:t xml:space="preserve">pracovních </w:t>
      </w:r>
      <w:r w:rsidR="004406B8" w:rsidRPr="004406B8">
        <w:t>dnů od obdržení výzvy.</w:t>
      </w:r>
    </w:p>
    <w:p w14:paraId="7207A058" w14:textId="77777777" w:rsidR="00216448" w:rsidRDefault="00216448" w:rsidP="00B77AA5">
      <w:pPr>
        <w:pStyle w:val="Odstavec2"/>
        <w:tabs>
          <w:tab w:val="clear" w:pos="567"/>
        </w:tabs>
        <w:ind w:left="567"/>
      </w:pPr>
      <w:r w:rsidRPr="00216448">
        <w:t>Zhotovitel přijímá písemné re</w:t>
      </w:r>
      <w:r w:rsidR="00893834">
        <w:t xml:space="preserve">klamace vad na poštovní adrese: </w:t>
      </w:r>
      <w:r w:rsidR="00023735" w:rsidRPr="00C333C0">
        <w:rPr>
          <w:rFonts w:cs="Arial"/>
          <w:highlight w:val="yellow"/>
        </w:rPr>
        <w:t>[bude doplněno]</w:t>
      </w:r>
      <w:r w:rsidR="00E7609C" w:rsidRPr="00C333C0">
        <w:rPr>
          <w:rFonts w:cs="Arial"/>
          <w:highlight w:val="yellow"/>
        </w:rPr>
        <w:t>,</w:t>
      </w:r>
      <w:r w:rsidR="00E7609C">
        <w:rPr>
          <w:rFonts w:cs="Arial"/>
        </w:rPr>
        <w:t xml:space="preserve"> </w:t>
      </w:r>
      <w:r w:rsidR="009020BF" w:rsidRPr="00216448">
        <w:t xml:space="preserve">v pracovní dny v pracovní době </w:t>
      </w:r>
      <w:r w:rsidR="009020BF" w:rsidRPr="00893834">
        <w:t xml:space="preserve">od </w:t>
      </w:r>
      <w:r w:rsidR="00893834" w:rsidRPr="00893834">
        <w:t>8:00</w:t>
      </w:r>
      <w:r w:rsidR="009020BF" w:rsidRPr="00893834">
        <w:t xml:space="preserve"> do </w:t>
      </w:r>
      <w:r w:rsidR="00893834">
        <w:t>17:00</w:t>
      </w:r>
      <w:r w:rsidR="009020BF" w:rsidRPr="00216448">
        <w:t xml:space="preserve"> hodin</w:t>
      </w:r>
      <w:r w:rsidR="009020BF">
        <w:t xml:space="preserve">, </w:t>
      </w:r>
      <w:r w:rsidRPr="00216448">
        <w:t xml:space="preserve">nebo na e-mailové adrese: </w:t>
      </w:r>
      <w:r w:rsidR="00292526" w:rsidRPr="00C333C0">
        <w:rPr>
          <w:rFonts w:cs="Arial"/>
          <w:highlight w:val="yellow"/>
        </w:rPr>
        <w:t>[bude doplněno]</w:t>
      </w:r>
      <w:r w:rsidRPr="00C333C0">
        <w:rPr>
          <w:highlight w:val="yellow"/>
        </w:rPr>
        <w:t>,</w:t>
      </w:r>
      <w:r w:rsidRPr="00216448">
        <w:t xml:space="preserve"> na které přijímá nahlášení vad 24 hodin denně 7 dní v</w:t>
      </w:r>
      <w:r w:rsidR="000E6996">
        <w:t> </w:t>
      </w:r>
      <w:r w:rsidRPr="00216448">
        <w:t>týdnu</w:t>
      </w:r>
      <w:r w:rsidR="000E6996">
        <w:t>.</w:t>
      </w:r>
    </w:p>
    <w:p w14:paraId="299F515F" w14:textId="77777777" w:rsidR="00216448" w:rsidRDefault="00216448" w:rsidP="00C333C0">
      <w:pPr>
        <w:pStyle w:val="lnek"/>
        <w:spacing w:before="360"/>
        <w:ind w:left="17"/>
      </w:pPr>
      <w:r w:rsidRPr="00216448">
        <w:t xml:space="preserve">Pojištění </w:t>
      </w:r>
      <w:r w:rsidRPr="00280022">
        <w:t>Zhotovitele</w:t>
      </w:r>
    </w:p>
    <w:p w14:paraId="600177A9" w14:textId="6430B82F" w:rsidR="00216448" w:rsidRPr="00216448" w:rsidRDefault="00216448" w:rsidP="00B77AA5">
      <w:pPr>
        <w:pStyle w:val="Odstavec2"/>
        <w:ind w:left="567"/>
      </w:pPr>
      <w:r w:rsidRPr="00216448">
        <w:t xml:space="preserve">Zhotovitel prohlašuje, že má ke dni podpisu Smlouvy platně </w:t>
      </w:r>
      <w:r w:rsidRPr="00216448">
        <w:rPr>
          <w:iCs/>
        </w:rPr>
        <w:t>uzavřeno příslušné pojištění</w:t>
      </w:r>
      <w:r w:rsidR="00044BDD">
        <w:rPr>
          <w:iCs/>
        </w:rPr>
        <w:t>:</w:t>
      </w:r>
    </w:p>
    <w:p w14:paraId="3358798B" w14:textId="0F37B795" w:rsidR="00216448" w:rsidRPr="000270B1" w:rsidRDefault="00216448">
      <w:pPr>
        <w:pStyle w:val="Odstavec2"/>
        <w:numPr>
          <w:ilvl w:val="0"/>
          <w:numId w:val="7"/>
        </w:numPr>
      </w:pPr>
      <w:r w:rsidRPr="008C6718">
        <w:t>pro případ odpovědnosti za škodu způsobenou třetí osobě vzniklou v souvislosti s výkonem jeho podnikatelské činnosti s pojistným plněním ve výši min</w:t>
      </w:r>
      <w:r w:rsidRPr="000270B1">
        <w:t xml:space="preserve">. </w:t>
      </w:r>
      <w:r w:rsidR="00AF7D06">
        <w:t>3</w:t>
      </w:r>
      <w:r w:rsidR="0022388B">
        <w:t>0</w:t>
      </w:r>
      <w:r w:rsidR="000270B1">
        <w:t xml:space="preserve"> </w:t>
      </w:r>
      <w:r w:rsidR="00C666FC" w:rsidRPr="000270B1">
        <w:t>0</w:t>
      </w:r>
      <w:r w:rsidR="008C6718" w:rsidRPr="000270B1">
        <w:t>00 000</w:t>
      </w:r>
      <w:r w:rsidRPr="000270B1">
        <w:t>,- Kč.</w:t>
      </w:r>
    </w:p>
    <w:p w14:paraId="643B9998" w14:textId="081266F4" w:rsidR="00AA0670" w:rsidRDefault="00AA0670">
      <w:pPr>
        <w:pStyle w:val="Odstavec2"/>
        <w:numPr>
          <w:ilvl w:val="0"/>
          <w:numId w:val="7"/>
        </w:numPr>
      </w:pPr>
      <w:r w:rsidRPr="000270B1">
        <w:rPr>
          <w:rFonts w:cs="Arial"/>
        </w:rPr>
        <w:t xml:space="preserve">pro </w:t>
      </w:r>
      <w:r w:rsidRPr="000270B1">
        <w:t>případ odpovědnosti za škodu na životním prostředí (</w:t>
      </w:r>
      <w:r w:rsidR="00DF0135">
        <w:t xml:space="preserve">zejména </w:t>
      </w:r>
      <w:r w:rsidRPr="000270B1">
        <w:t xml:space="preserve">za únik znečišťujících látek) s pojistným plněním ve výši min. </w:t>
      </w:r>
      <w:r w:rsidR="00AF7D06">
        <w:t>2</w:t>
      </w:r>
      <w:r w:rsidR="0022388B">
        <w:t>0</w:t>
      </w:r>
      <w:r w:rsidR="000270B1">
        <w:t> </w:t>
      </w:r>
      <w:r w:rsidRPr="000270B1">
        <w:t>000</w:t>
      </w:r>
      <w:r w:rsidR="000270B1">
        <w:t xml:space="preserve"> </w:t>
      </w:r>
      <w:r w:rsidRPr="000270B1">
        <w:t>000,- Kč</w:t>
      </w:r>
      <w:r w:rsidR="00123A98" w:rsidRPr="000270B1">
        <w:t>.</w:t>
      </w:r>
    </w:p>
    <w:p w14:paraId="14458397" w14:textId="2290DAE0" w:rsidR="00A10175" w:rsidRPr="000270B1" w:rsidRDefault="00DE4742" w:rsidP="00A10175">
      <w:pPr>
        <w:pStyle w:val="Odstavec2"/>
        <w:numPr>
          <w:ilvl w:val="0"/>
          <w:numId w:val="0"/>
        </w:numPr>
        <w:ind w:left="709" w:hanging="567"/>
      </w:pPr>
      <w:r>
        <w:tab/>
      </w:r>
      <w:r w:rsidR="00A10175">
        <w:t>a zavazuje se jej mít uzavřené po celou dobu trvání Smlouvy.</w:t>
      </w:r>
    </w:p>
    <w:p w14:paraId="1BA6839D" w14:textId="6566F2D7" w:rsidR="00280022" w:rsidRDefault="00280022" w:rsidP="00A10175">
      <w:pPr>
        <w:pStyle w:val="Odstavec2"/>
        <w:tabs>
          <w:tab w:val="num" w:pos="1222"/>
        </w:tabs>
        <w:ind w:left="567"/>
        <w:rPr>
          <w:iCs/>
        </w:rPr>
      </w:pPr>
      <w:r w:rsidRPr="00F7122B">
        <w:rPr>
          <w:iCs/>
        </w:rPr>
        <w:t xml:space="preserve">Zhotovitel </w:t>
      </w:r>
      <w:proofErr w:type="gramStart"/>
      <w:r w:rsidRPr="00F7122B">
        <w:rPr>
          <w:iCs/>
        </w:rPr>
        <w:t>předloží</w:t>
      </w:r>
      <w:proofErr w:type="gramEnd"/>
      <w:r w:rsidRPr="00F7122B">
        <w:rPr>
          <w:iCs/>
        </w:rPr>
        <w:t xml:space="preserve"> Objednateli originál pojistné smlouvy před podpisem Smlouvy s tím, že Objednatel je oprávněn si udělat kopii předloženého originálu pojistné smlouvy.</w:t>
      </w:r>
    </w:p>
    <w:p w14:paraId="595A7027" w14:textId="77777777" w:rsidR="00A10175" w:rsidRPr="008B0EF6" w:rsidRDefault="00A10175" w:rsidP="00A10175">
      <w:pPr>
        <w:pStyle w:val="Odstavec2"/>
        <w:numPr>
          <w:ilvl w:val="1"/>
          <w:numId w:val="1"/>
        </w:numPr>
        <w:tabs>
          <w:tab w:val="num" w:pos="1222"/>
        </w:tabs>
        <w:ind w:left="567"/>
      </w:pPr>
      <w:r>
        <w:rPr>
          <w:iCs/>
        </w:rP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7D8D629A" w14:textId="77777777" w:rsidR="00A10175" w:rsidRDefault="00A10175" w:rsidP="00A10175">
      <w:pPr>
        <w:pStyle w:val="Odstavec2"/>
        <w:numPr>
          <w:ilvl w:val="1"/>
          <w:numId w:val="1"/>
        </w:numPr>
        <w:tabs>
          <w:tab w:val="num" w:pos="1222"/>
        </w:tabs>
        <w:ind w:left="567"/>
      </w:pPr>
      <w:r>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1A28AD3D" w14:textId="0ADFDC27" w:rsidR="005E271A" w:rsidRDefault="005E271A" w:rsidP="00A10175">
      <w:pPr>
        <w:pStyle w:val="Odstavec2"/>
        <w:numPr>
          <w:ilvl w:val="1"/>
          <w:numId w:val="1"/>
        </w:numPr>
        <w:tabs>
          <w:tab w:val="num" w:pos="1222"/>
        </w:tabs>
        <w:ind w:left="567"/>
      </w:pPr>
      <w:r>
        <w:t>V případě výše uvedené změny pojistné smlouvy nebo jejího nového sjednání je Zhotovitel povinen a Objednatel oprávněn postupovat obdobně podle odst. 8.2. Smlouvy.</w:t>
      </w:r>
    </w:p>
    <w:p w14:paraId="1A1A965F" w14:textId="77777777" w:rsidR="00F33C6B" w:rsidRDefault="00F33C6B" w:rsidP="00F33C6B">
      <w:pPr>
        <w:pStyle w:val="Odstavec2"/>
        <w:numPr>
          <w:ilvl w:val="0"/>
          <w:numId w:val="0"/>
        </w:numPr>
        <w:ind w:left="567"/>
      </w:pPr>
    </w:p>
    <w:p w14:paraId="5E13E1EB" w14:textId="77777777" w:rsidR="00280022" w:rsidRDefault="00280022" w:rsidP="00C333C0">
      <w:pPr>
        <w:pStyle w:val="lnek"/>
        <w:spacing w:before="360"/>
        <w:ind w:left="17"/>
      </w:pPr>
      <w:r w:rsidRPr="00280022">
        <w:t>Smluvní pokuty a úrok z</w:t>
      </w:r>
      <w:r w:rsidR="00057845">
        <w:t> </w:t>
      </w:r>
      <w:r w:rsidRPr="00280022">
        <w:t>prodlení</w:t>
      </w:r>
    </w:p>
    <w:p w14:paraId="3BCEE3F1" w14:textId="25EF42FD" w:rsidR="00280022" w:rsidRPr="00C93BFE" w:rsidRDefault="00280022" w:rsidP="00B77AA5">
      <w:pPr>
        <w:pStyle w:val="Odstavec2"/>
        <w:ind w:left="567"/>
      </w:pPr>
      <w:r w:rsidRPr="00C93BFE">
        <w:t xml:space="preserve">Smluvní strana je oprávněna v případě prodlení druhé Smluvní strany s úhradou peněžitého plnění požadovat úhradu úroku z prodlení v zákonné výši podle občanskoprávních předpisů, se kterým je povinná strana v prodlení, a to za každý i započatý den prodlení. </w:t>
      </w:r>
    </w:p>
    <w:p w14:paraId="0B0B59CA" w14:textId="4EB5AC0B" w:rsidR="00280022" w:rsidRPr="00C93BFE" w:rsidRDefault="00280022" w:rsidP="00B77AA5">
      <w:pPr>
        <w:pStyle w:val="Odstavec2"/>
        <w:ind w:left="567"/>
      </w:pPr>
      <w:r w:rsidRPr="00C93BFE">
        <w:rPr>
          <w:bCs/>
        </w:rPr>
        <w:lastRenderedPageBreak/>
        <w:t xml:space="preserve">Bude-li Zhotovitel v prodlení se splněním dohodnutého termínu předání Díla z důvodu na své straně, je Objednatel oprávněn požadovat po Zhotoviteli úhradu smluvní pokuty ve výši </w:t>
      </w:r>
      <w:r w:rsidR="008C6718" w:rsidRPr="00C93BFE">
        <w:rPr>
          <w:bCs/>
        </w:rPr>
        <w:t>0,</w:t>
      </w:r>
      <w:r w:rsidR="0022388B" w:rsidRPr="00C93BFE">
        <w:rPr>
          <w:bCs/>
        </w:rPr>
        <w:t>1</w:t>
      </w:r>
      <w:r w:rsidR="00432092" w:rsidRPr="00C93BFE">
        <w:rPr>
          <w:bCs/>
        </w:rPr>
        <w:t xml:space="preserve"> </w:t>
      </w:r>
      <w:r w:rsidRPr="00C93BFE">
        <w:rPr>
          <w:bCs/>
        </w:rPr>
        <w:t>% z Ceny díla</w:t>
      </w:r>
      <w:r w:rsidR="00451C47" w:rsidRPr="00C93BFE">
        <w:rPr>
          <w:bCs/>
        </w:rPr>
        <w:t xml:space="preserve"> bez DPH</w:t>
      </w:r>
      <w:r w:rsidRPr="00C93BFE">
        <w:rPr>
          <w:bCs/>
        </w:rPr>
        <w:t xml:space="preserve"> za každý i započatý den prodlení.</w:t>
      </w:r>
    </w:p>
    <w:p w14:paraId="4D804790" w14:textId="2FEE1855" w:rsidR="00280022" w:rsidRPr="00C93BFE" w:rsidRDefault="00280022" w:rsidP="00B77AA5">
      <w:pPr>
        <w:pStyle w:val="Odstavec2"/>
        <w:ind w:left="567"/>
      </w:pPr>
      <w:r w:rsidRPr="00C93BFE">
        <w:rPr>
          <w:bCs/>
        </w:rPr>
        <w:t xml:space="preserve">Nedostaví-li se Zhotovitel k převzetí Staveniště ve stanoveném termínu, je Objednatel oprávněn po Zhotoviteli požadovat úhradu smluvní pokuty ve výši </w:t>
      </w:r>
      <w:r w:rsidR="000021E7" w:rsidRPr="00C93BFE">
        <w:rPr>
          <w:bCs/>
        </w:rPr>
        <w:t>5</w:t>
      </w:r>
      <w:r w:rsidR="008C6718" w:rsidRPr="00C93BFE">
        <w:rPr>
          <w:bCs/>
        </w:rPr>
        <w:t xml:space="preserve">0 000,- </w:t>
      </w:r>
      <w:r w:rsidRPr="00C93BFE">
        <w:rPr>
          <w:bCs/>
        </w:rPr>
        <w:t>Kč.</w:t>
      </w:r>
    </w:p>
    <w:p w14:paraId="4D464D75" w14:textId="76392C5E" w:rsidR="00280022" w:rsidRPr="00C93BFE" w:rsidRDefault="00280022" w:rsidP="007A4642">
      <w:pPr>
        <w:pStyle w:val="Odstavec2"/>
        <w:ind w:left="567"/>
      </w:pPr>
      <w:r w:rsidRPr="00C93BFE">
        <w:rPr>
          <w:bCs/>
        </w:rPr>
        <w:t>Pokud</w:t>
      </w:r>
      <w:r w:rsidRPr="00C93BFE">
        <w:t xml:space="preserve"> Zhotovitel neodstraní nedodělky či vady zjištěné při přejímacím řízení v dohodnutém termínu, je Objednatel oprávněn požadovat po Zhotoviteli úhradu smluvní pokuty </w:t>
      </w:r>
      <w:r w:rsidR="000021E7" w:rsidRPr="00C93BFE">
        <w:t>10</w:t>
      </w:r>
      <w:r w:rsidR="008C6718" w:rsidRPr="00C93BFE">
        <w:t> 000,-</w:t>
      </w:r>
      <w:r w:rsidRPr="00C93BFE">
        <w:t xml:space="preserve"> Kč </w:t>
      </w:r>
      <w:r w:rsidR="005949F2" w:rsidRPr="00C93BFE">
        <w:t>za každý</w:t>
      </w:r>
      <w:r w:rsidRPr="00C93BFE">
        <w:t xml:space="preserve"> nedodělek či vadu a za každý </w:t>
      </w:r>
      <w:r w:rsidR="00451C47" w:rsidRPr="00C93BFE">
        <w:t xml:space="preserve">i započatý </w:t>
      </w:r>
      <w:r w:rsidRPr="00C93BFE">
        <w:t>den prodlení.</w:t>
      </w:r>
    </w:p>
    <w:p w14:paraId="1D165BCC" w14:textId="433C202B" w:rsidR="00280022" w:rsidRPr="00C93BFE" w:rsidRDefault="00280022" w:rsidP="007A4642">
      <w:pPr>
        <w:pStyle w:val="Odstavec2"/>
        <w:ind w:left="567"/>
      </w:pPr>
      <w:r w:rsidRPr="00C93BFE">
        <w:t xml:space="preserve">Pokud Zhotovitel nevyklidí Staveniště ve sjednaném termínu, je Objednatel oprávněn požadovat po Zhotoviteli úhradu smluvní pokuty ve výši </w:t>
      </w:r>
      <w:r w:rsidR="000021E7" w:rsidRPr="00C93BFE">
        <w:t>10</w:t>
      </w:r>
      <w:r w:rsidR="008C6718" w:rsidRPr="00C93BFE">
        <w:t> 000,-</w:t>
      </w:r>
      <w:r w:rsidRPr="00C93BFE">
        <w:t xml:space="preserve"> Kč za každý i započatý den prodlení.</w:t>
      </w:r>
    </w:p>
    <w:p w14:paraId="5C377E1D" w14:textId="77777777" w:rsidR="00DE4742" w:rsidRPr="00C93BFE" w:rsidRDefault="00DE4742" w:rsidP="00DE4742">
      <w:pPr>
        <w:pStyle w:val="Odstavec2"/>
        <w:ind w:left="567"/>
      </w:pPr>
      <w:r w:rsidRPr="00C93BFE">
        <w:t>Bude-li Zhotovitel v prodlení se splněním informační povinnosti dle odst. 8.3. této Smlouvy, je Objednatel oprávněn požadovat po Zhotoviteli úhradu smluvní pokuty ve výši 5 000,- Kč za každý i započatý den prodlení.</w:t>
      </w:r>
    </w:p>
    <w:p w14:paraId="74AAEC48" w14:textId="386C01E1" w:rsidR="00DE4742" w:rsidRPr="00C93BFE" w:rsidRDefault="00DE4742" w:rsidP="00DE4742">
      <w:pPr>
        <w:pStyle w:val="Odstavec2"/>
        <w:ind w:left="567"/>
      </w:pPr>
      <w:r w:rsidRPr="00C93BFE">
        <w:t xml:space="preserve">Pokud Zhotovitel </w:t>
      </w:r>
      <w:proofErr w:type="gramStart"/>
      <w:r w:rsidRPr="00C93BFE">
        <w:t>poruší</w:t>
      </w:r>
      <w:proofErr w:type="gramEnd"/>
      <w:r w:rsidRPr="00C93BFE">
        <w:t xml:space="preserve"> povinnost mít uzavřené příslušné pojištění po celou dobu trvání Smlouvy, je Objednatel oprávněn požadovat po Zhotoviteli úhradu smluvní pokuty ve výši 1 % z minimálního pojistného plnění pro to pojištění, které nemá uzavřeno.</w:t>
      </w:r>
    </w:p>
    <w:p w14:paraId="7DCC4FDC" w14:textId="415CB980" w:rsidR="00280022" w:rsidRPr="00C93BFE" w:rsidRDefault="00280022" w:rsidP="007A4642">
      <w:pPr>
        <w:pStyle w:val="Odstavec2"/>
        <w:ind w:left="567"/>
      </w:pPr>
      <w:r w:rsidRPr="00C93BFE">
        <w:rPr>
          <w:bCs/>
        </w:rPr>
        <w:t>Smluvní pokuta za neodstranění reklamovaných vad v záruční době</w:t>
      </w:r>
      <w:r w:rsidR="00044BDD" w:rsidRPr="00C93BFE">
        <w:rPr>
          <w:bCs/>
        </w:rPr>
        <w:t>:</w:t>
      </w:r>
    </w:p>
    <w:p w14:paraId="2220B850" w14:textId="385ACA0D" w:rsidR="00280022" w:rsidRPr="00C93BFE" w:rsidRDefault="00280022" w:rsidP="00097464">
      <w:pPr>
        <w:pStyle w:val="Odstavec3"/>
        <w:ind w:left="993" w:hanging="567"/>
      </w:pPr>
      <w:r w:rsidRPr="00C93BFE">
        <w:t xml:space="preserve">Při prodlení se splněním dohodnutého termínu odstranění reklamované vady Díla nebo dohodnutého termínu nástupu na odstranění reklamované vady Díla, je Objednatel oprávněn po Zhotoviteli požadovat úhradu smluvní pokuty ve výši </w:t>
      </w:r>
      <w:r w:rsidR="000021E7" w:rsidRPr="00C93BFE">
        <w:t>10</w:t>
      </w:r>
      <w:r w:rsidR="008C6718" w:rsidRPr="00C93BFE">
        <w:t xml:space="preserve"> 000,- </w:t>
      </w:r>
      <w:r w:rsidRPr="00C93BFE">
        <w:t>Kč za každou vadu a den prodlení.</w:t>
      </w:r>
    </w:p>
    <w:p w14:paraId="5C4BA59C" w14:textId="0E06365C" w:rsidR="00280022" w:rsidRPr="00C93BFE" w:rsidRDefault="00280022" w:rsidP="00097464">
      <w:pPr>
        <w:pStyle w:val="Odstavec3"/>
        <w:ind w:left="993" w:hanging="567"/>
      </w:pPr>
      <w:r w:rsidRPr="00C93BFE">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w:t>
      </w:r>
      <w:r w:rsidR="000270B1" w:rsidRPr="00C93BFE">
        <w:t>1</w:t>
      </w:r>
      <w:r w:rsidR="000021E7" w:rsidRPr="00C93BFE">
        <w:t>0</w:t>
      </w:r>
      <w:r w:rsidR="000270B1" w:rsidRPr="00C93BFE">
        <w:t xml:space="preserve"> 0</w:t>
      </w:r>
      <w:r w:rsidR="008C6718" w:rsidRPr="00C93BFE">
        <w:t xml:space="preserve">00,- </w:t>
      </w:r>
      <w:r w:rsidRPr="00C93BFE">
        <w:t>Kč za každou oprávněnou reklamaci.</w:t>
      </w:r>
    </w:p>
    <w:p w14:paraId="5D1D35A0" w14:textId="77777777" w:rsidR="00280022" w:rsidRPr="00C93BFE" w:rsidRDefault="00655C3C" w:rsidP="00097464">
      <w:pPr>
        <w:pStyle w:val="Odstavec3"/>
        <w:ind w:left="993" w:hanging="567"/>
      </w:pPr>
      <w:r w:rsidRPr="00C93BFE">
        <w:t xml:space="preserve">Pokud Zhotovitel poruší své povinnosti, jak je uvedeno v předchozích dvou odstavcích a v reklamaci je vada Objednatelem oprávněně označena za vadu bránící řádnému užívání Díla, nebo že v důsledku vady hrozí Havárie, sjednávají obě Smluvní strany smluvní pokuty </w:t>
      </w:r>
      <w:proofErr w:type="gramStart"/>
      <w:r w:rsidRPr="00C93BFE">
        <w:t>v</w:t>
      </w:r>
      <w:proofErr w:type="gramEnd"/>
      <w:r w:rsidRPr="00C93BFE">
        <w:t xml:space="preserve"> dvojnásobné výši smluvních pokut uvedených v předchozích dvou odstavcích.</w:t>
      </w:r>
    </w:p>
    <w:p w14:paraId="449F20CE" w14:textId="34FBCB9F" w:rsidR="00655C3C" w:rsidRPr="00C93BFE" w:rsidRDefault="002D1DA0" w:rsidP="007A4642">
      <w:pPr>
        <w:pStyle w:val="Odstavec2"/>
        <w:ind w:left="567"/>
      </w:pPr>
      <w:r w:rsidRPr="00C93BFE">
        <w:t xml:space="preserve">V případě porušení právních a ostatních obecně závazných předpisů k zajištění BOZP, PO, nakládání s odpady a vnitřních předpisů Objednatele, je Objednatel oprávněn požadovat po Zhotoviteli úhradu smluvní pokuty ve výši </w:t>
      </w:r>
      <w:r w:rsidRPr="00C93BFE">
        <w:rPr>
          <w:rFonts w:eastAsia="Calibri" w:cs="Arial"/>
        </w:rPr>
        <w:t xml:space="preserve">stanovené </w:t>
      </w:r>
      <w:r w:rsidR="00073B09" w:rsidRPr="00C93BFE">
        <w:rPr>
          <w:rFonts w:eastAsia="Calibri" w:cs="Arial"/>
        </w:rPr>
        <w:t>v Registru</w:t>
      </w:r>
      <w:r w:rsidRPr="00C93BFE">
        <w:rPr>
          <w:rFonts w:eastAsia="Calibri" w:cs="Arial"/>
        </w:rPr>
        <w:t xml:space="preserve"> bezpečnostních požadavků ČEPRO, a.s. (dále jen „</w:t>
      </w:r>
      <w:r w:rsidRPr="00C93BFE">
        <w:rPr>
          <w:rFonts w:eastAsia="Calibri" w:cs="Arial"/>
          <w:b/>
        </w:rPr>
        <w:t>Registr</w:t>
      </w:r>
      <w:r w:rsidRPr="00C93BFE">
        <w:rPr>
          <w:rFonts w:eastAsia="Calibri" w:cs="Arial"/>
        </w:rPr>
        <w:t xml:space="preserve">“), který </w:t>
      </w:r>
      <w:proofErr w:type="gramStart"/>
      <w:r w:rsidRPr="00C93BFE">
        <w:rPr>
          <w:rFonts w:eastAsia="Calibri" w:cs="Arial"/>
        </w:rPr>
        <w:t>tvoří</w:t>
      </w:r>
      <w:proofErr w:type="gramEnd"/>
      <w:r w:rsidRPr="00C93BFE">
        <w:rPr>
          <w:rFonts w:eastAsia="Calibri" w:cs="Arial"/>
        </w:rPr>
        <w:t xml:space="preserve">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w:t>
      </w:r>
      <w:r w:rsidR="00BB2B6D" w:rsidRPr="00C93BFE">
        <w:rPr>
          <w:rFonts w:eastAsia="Calibri" w:cs="Arial"/>
        </w:rPr>
        <w:t xml:space="preserve">v rozsahu min. 5 000,- Kč až </w:t>
      </w:r>
      <w:r w:rsidR="00A82C15" w:rsidRPr="00C93BFE">
        <w:rPr>
          <w:rFonts w:eastAsia="Calibri" w:cs="Arial"/>
        </w:rPr>
        <w:t xml:space="preserve">max. </w:t>
      </w:r>
      <w:r w:rsidR="000021E7" w:rsidRPr="00C93BFE">
        <w:rPr>
          <w:rFonts w:eastAsia="Calibri" w:cs="Arial"/>
        </w:rPr>
        <w:t>10</w:t>
      </w:r>
      <w:r w:rsidR="00BB5277" w:rsidRPr="00C93BFE">
        <w:rPr>
          <w:rFonts w:eastAsia="Calibri" w:cs="Arial"/>
        </w:rPr>
        <w:t xml:space="preserve"> </w:t>
      </w:r>
      <w:r w:rsidRPr="00C93BFE">
        <w:rPr>
          <w:rFonts w:eastAsia="Calibri" w:cs="Arial"/>
        </w:rPr>
        <w:t>000,- Kč za každý jednotlivý případ porušení</w:t>
      </w:r>
      <w:r w:rsidRPr="00C93BFE">
        <w:t>. Porušení bude zaznamenáno ve Stavebním deníku a/nebo jiným vhodným způsobem oprávněným Zástupcem Objednatele</w:t>
      </w:r>
      <w:r w:rsidR="00655C3C" w:rsidRPr="00C93BFE">
        <w:t>.</w:t>
      </w:r>
    </w:p>
    <w:p w14:paraId="68F82104" w14:textId="507104B1" w:rsidR="007D6856" w:rsidRPr="00C93BFE" w:rsidRDefault="007D6856" w:rsidP="007A4642">
      <w:pPr>
        <w:pStyle w:val="Odstavec2"/>
        <w:ind w:left="567"/>
      </w:pPr>
      <w:r w:rsidRPr="00C93BFE">
        <w:t xml:space="preserve">Pokud Zhotovitel uvede nepravdivé údaje v čestném prohlášení o neexistenci střetu zájmů a pravdivosti údajů o skutečném majiteli, které je přílohou č. 3 této Smlouvy, zavazuje se uhradit Objednateli smluvní pokutu ve výši ve výši 50 000,- Kč (slovy: </w:t>
      </w:r>
      <w:proofErr w:type="spellStart"/>
      <w:r w:rsidRPr="00C93BFE">
        <w:t>padesáttisíckorun</w:t>
      </w:r>
      <w:proofErr w:type="spellEnd"/>
      <w:r w:rsidRPr="00C93BFE">
        <w:t xml:space="preserve"> českých).</w:t>
      </w:r>
    </w:p>
    <w:p w14:paraId="360D8497" w14:textId="1D2CDF5A" w:rsidR="007D6856" w:rsidRPr="00C93BFE" w:rsidRDefault="006B3F3A" w:rsidP="007A4642">
      <w:pPr>
        <w:pStyle w:val="Odstavec2"/>
        <w:ind w:left="567"/>
      </w:pPr>
      <w:r w:rsidRPr="00C93BFE">
        <w:t>V případě, že Zhotovitel poruší povinnost dle odst. 1</w:t>
      </w:r>
      <w:r w:rsidR="00736C15" w:rsidRPr="00C93BFE">
        <w:t>1</w:t>
      </w:r>
      <w:r w:rsidRPr="00C93BFE">
        <w:t>.1</w:t>
      </w:r>
      <w:r w:rsidR="00736C15" w:rsidRPr="00C93BFE">
        <w:t>6</w:t>
      </w:r>
      <w:r w:rsidRPr="00C93BFE">
        <w:t xml:space="preserve">. této Smlouvy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1 000,- Kč (slovy: </w:t>
      </w:r>
      <w:proofErr w:type="spellStart"/>
      <w:r w:rsidRPr="00C93BFE">
        <w:t>jedentisíckorun</w:t>
      </w:r>
      <w:proofErr w:type="spellEnd"/>
      <w:r w:rsidRPr="00C93BFE">
        <w:t xml:space="preserve"> českých) za každý započatý den prodlení s porušením této povinnosti, došlo-li v důsledku této změny k zápisu veřejného funkcionáře uvedeného v </w:t>
      </w:r>
      <w:proofErr w:type="spellStart"/>
      <w:r w:rsidRPr="00C93BFE">
        <w:t>ust</w:t>
      </w:r>
      <w:proofErr w:type="spellEnd"/>
      <w:r w:rsidRPr="00C93BFE">
        <w:t xml:space="preserve">. § 2 odst. 1 písm. c) zákona č. 159/2006 Sb., o střetu zájmů, ve znění pozdějších předpisů (dále jen „ZSZ“) jako skutečného majitele </w:t>
      </w:r>
      <w:r w:rsidR="00A02841" w:rsidRPr="00C93BFE">
        <w:t>Zhotovitele nebo</w:t>
      </w:r>
      <w:r w:rsidRPr="00C93BFE">
        <w:t xml:space="preserve"> poddodavatele z titulu osoby s koncovým vlivem, nebo smluvní pokutu ve výši ve výši 500,</w:t>
      </w:r>
      <w:r w:rsidR="00BB5277" w:rsidRPr="00C93BFE">
        <w:t>- Kč</w:t>
      </w:r>
      <w:r w:rsidRPr="00C93BFE">
        <w:t xml:space="preserve"> (slovy: pětsetkorun českých) za každý započatý den prodlení s porušením této povinnosti, došlo</w:t>
      </w:r>
      <w:r w:rsidR="00DE237E" w:rsidRPr="00C93BFE">
        <w:t>-</w:t>
      </w:r>
      <w:r w:rsidRPr="00C93BFE">
        <w:t>li v důsledku této změny k zápisu jakékoliv jiné změny.</w:t>
      </w:r>
    </w:p>
    <w:p w14:paraId="077FAD22" w14:textId="5871350F" w:rsidR="00656869" w:rsidRPr="00C93BFE" w:rsidRDefault="00656869" w:rsidP="00656869">
      <w:pPr>
        <w:pStyle w:val="Odstavec2"/>
        <w:ind w:left="567"/>
      </w:pPr>
      <w:r w:rsidRPr="00C93BFE">
        <w:t xml:space="preserve">Pokud Zhotovitel uvede nepravdivé údaje v čestném prohlášení o nepodléhání omezujícím opatřením, které je přílohou č. </w:t>
      </w:r>
      <w:r w:rsidR="00736C15" w:rsidRPr="00C93BFE">
        <w:t>4</w:t>
      </w:r>
      <w:r w:rsidRPr="00C93BFE">
        <w:t xml:space="preserve"> této rámcové dohody, zavazuje se uhradit Objednateli smluvní pokutu ve výši ve výši </w:t>
      </w:r>
      <w:r w:rsidR="00A82C15" w:rsidRPr="00C93BFE">
        <w:t>500</w:t>
      </w:r>
      <w:r w:rsidRPr="00C93BFE">
        <w:t xml:space="preserve"> 000 Kč (slovy: 1 milión korun českých). </w:t>
      </w:r>
    </w:p>
    <w:p w14:paraId="248EB1B2" w14:textId="34A3BD19" w:rsidR="0059256B" w:rsidRPr="00C93BFE" w:rsidRDefault="00656869" w:rsidP="00480451">
      <w:pPr>
        <w:pStyle w:val="Odstavec2"/>
        <w:ind w:left="567"/>
      </w:pPr>
      <w:r w:rsidRPr="00C93BFE">
        <w:lastRenderedPageBreak/>
        <w:t xml:space="preserve">V případě, že Zhotovitel </w:t>
      </w:r>
      <w:proofErr w:type="gramStart"/>
      <w:r w:rsidRPr="00C93BFE">
        <w:t>poruší</w:t>
      </w:r>
      <w:proofErr w:type="gramEnd"/>
      <w:r w:rsidRPr="00C93BFE">
        <w:t xml:space="preserve"> povinnost dle odst. </w:t>
      </w:r>
      <w:r w:rsidR="002E61AC" w:rsidRPr="00C93BFE">
        <w:t>11.</w:t>
      </w:r>
      <w:r w:rsidR="00894719" w:rsidRPr="00C93BFE">
        <w:t>20</w:t>
      </w:r>
      <w:r w:rsidRPr="00C93BFE">
        <w:t xml:space="preserve"> této Smlouvy informovat Objednatele o změně údajů Zhotovitele a skutečností, o nichž činil Zhotovitel čestné prohlášení o nepodléhání omezujícím opatřením, které je přílohou č. </w:t>
      </w:r>
      <w:r w:rsidR="00736C15" w:rsidRPr="00C93BFE">
        <w:t>4</w:t>
      </w:r>
      <w:r w:rsidRPr="00C93BFE">
        <w:t xml:space="preserve"> této Smlouvy a které vedou k jeho nepravdivosti, zavazuje se uhradit Objednateli smluvní pokutu ve výši 10 000 Kč (slovy: </w:t>
      </w:r>
      <w:proofErr w:type="spellStart"/>
      <w:r w:rsidRPr="00C93BFE">
        <w:t>desettisíckorun</w:t>
      </w:r>
      <w:proofErr w:type="spellEnd"/>
      <w:r w:rsidRPr="00C93BFE">
        <w:t xml:space="preserve"> českých) za každý započatý den prodlení s porušením této povinnost</w:t>
      </w:r>
      <w:r w:rsidR="007B4DCB" w:rsidRPr="00C93BFE">
        <w:t>.</w:t>
      </w:r>
    </w:p>
    <w:p w14:paraId="27BA44F8" w14:textId="2B35592B" w:rsidR="00655C3C" w:rsidRPr="00C93BFE" w:rsidRDefault="00655C3C" w:rsidP="007A4642">
      <w:pPr>
        <w:pStyle w:val="Odstavec2"/>
        <w:ind w:left="567"/>
      </w:pPr>
      <w:r w:rsidRPr="00C93BFE">
        <w:t>Smluvní pokutu vyúčtuje oprávněná Smluvní strana povinné Smluvní straně písemnou formou.</w:t>
      </w:r>
    </w:p>
    <w:p w14:paraId="2FF4B889" w14:textId="7420D918" w:rsidR="00655C3C" w:rsidRPr="00C93BFE" w:rsidRDefault="00655C3C" w:rsidP="007A4642">
      <w:pPr>
        <w:pStyle w:val="Odstavec2"/>
        <w:ind w:left="567"/>
      </w:pPr>
      <w:r w:rsidRPr="00C93BFE">
        <w:rPr>
          <w:iCs/>
        </w:rPr>
        <w:t>Ve vyúčtování musí být uvedeno ustanovení Smlouvy, které k vyúčtování smluvní pokuty opravňuje a způsob výpočtu celkové výše smluvní pokuty.</w:t>
      </w:r>
    </w:p>
    <w:p w14:paraId="5A581C76" w14:textId="77777777" w:rsidR="00655C3C" w:rsidRPr="00C93BFE" w:rsidRDefault="00655C3C" w:rsidP="007A4642">
      <w:pPr>
        <w:pStyle w:val="Odstavec2"/>
        <w:ind w:left="567"/>
      </w:pPr>
      <w:r w:rsidRPr="00C93BFE">
        <w:rPr>
          <w:iCs/>
        </w:rPr>
        <w:t>Povinná Smluvní strana je povinna uhradit vyúčtované smluvní pokuty nejpozději do 30 dnů ode dne obdržení příslušného vyúčtování.</w:t>
      </w:r>
    </w:p>
    <w:p w14:paraId="0148B9A8" w14:textId="77777777" w:rsidR="00655C3C" w:rsidRPr="00C93BFE" w:rsidRDefault="00655C3C" w:rsidP="007A4642">
      <w:pPr>
        <w:pStyle w:val="Odstavec2"/>
        <w:ind w:left="567"/>
      </w:pPr>
      <w:r w:rsidRPr="00C93BFE">
        <w:rPr>
          <w:iCs/>
        </w:rPr>
        <w:t>Zaplacením jakékoli smluvní pokuty není dotčeno právo Objednatele požadovat na Zhotoviteli náhradu škody, a to v plném rozsahu.</w:t>
      </w:r>
    </w:p>
    <w:p w14:paraId="5E070CE4" w14:textId="77777777" w:rsidR="00451C47" w:rsidRDefault="00451C47" w:rsidP="007A4642">
      <w:pPr>
        <w:pStyle w:val="Odstavec2"/>
        <w:ind w:left="567"/>
      </w:pPr>
      <w:r w:rsidRPr="00C93BFE">
        <w:t>Zhotovitel prohlašuje, že smluvní pokuty stanovené touto Smlouvou považuje za přiměřené, a to s ohledem na povinnosti, ke kterým se vztahují</w:t>
      </w:r>
      <w:r>
        <w:t xml:space="preserve">. </w:t>
      </w:r>
    </w:p>
    <w:p w14:paraId="5CFF7CF0" w14:textId="0840404E" w:rsidR="00D05403" w:rsidRDefault="00FB3E6A" w:rsidP="00C333C0">
      <w:pPr>
        <w:pStyle w:val="lnek"/>
        <w:spacing w:before="360"/>
        <w:ind w:left="17"/>
        <w:rPr>
          <w:iCs/>
        </w:rPr>
      </w:pPr>
      <w:r w:rsidRPr="00FB3E6A">
        <w:rPr>
          <w:iCs/>
        </w:rPr>
        <w:t xml:space="preserve"> </w:t>
      </w:r>
      <w:r w:rsidR="00A65122">
        <w:rPr>
          <w:iCs/>
        </w:rPr>
        <w:t>Z</w:t>
      </w:r>
      <w:r w:rsidRPr="00FB3E6A">
        <w:rPr>
          <w:iCs/>
        </w:rPr>
        <w:t>působy ukončení, zánik smlouvy</w:t>
      </w:r>
    </w:p>
    <w:p w14:paraId="14250C29" w14:textId="77777777" w:rsidR="00C05CBE" w:rsidRPr="007D1EA7" w:rsidRDefault="00C05CBE" w:rsidP="00A65122">
      <w:pPr>
        <w:pStyle w:val="Odstavec2"/>
        <w:ind w:left="567"/>
        <w:rPr>
          <w:rFonts w:cs="Arial"/>
        </w:rPr>
      </w:pPr>
      <w:r w:rsidRPr="007D1EA7">
        <w:rPr>
          <w:lang w:eastAsia="ar-SA"/>
        </w:rPr>
        <w:t>Tato Smlouva je uzavřena okamžikem jejího podpisu zástupci obou Smluvních stran. Je-li u podpisů zástupců Smluvních stran uvedeno více dní, považuje se za okamžik uzavření den pozdější.</w:t>
      </w:r>
    </w:p>
    <w:p w14:paraId="5C0CF126" w14:textId="6263E56E" w:rsidR="00C05CBE" w:rsidRPr="007D1EA7" w:rsidRDefault="00C05CBE" w:rsidP="00A65122">
      <w:pPr>
        <w:pStyle w:val="Odstavec2"/>
        <w:ind w:left="567"/>
      </w:pPr>
      <w:r w:rsidRPr="007D1EA7">
        <w:t>Smluvní strany se dohodly, že tato Smlouva, zaniká písemnou dohodou Smluvních stran či jednostranným právním jednáním jedné ze Smluvních stran v souladu s platnou a účinnou legislativou.</w:t>
      </w:r>
      <w:bookmarkStart w:id="5" w:name="_Ref401561625"/>
    </w:p>
    <w:p w14:paraId="778C1DBC" w14:textId="77777777" w:rsidR="00C05CBE" w:rsidRPr="007D1EA7" w:rsidRDefault="00C05CBE" w:rsidP="00A65122">
      <w:pPr>
        <w:pStyle w:val="Odstavec2"/>
        <w:ind w:left="567"/>
      </w:pPr>
      <w:r w:rsidRPr="007D1EA7">
        <w:t>Smluvní strany se dohodly, že Objednatel má právo odstoupit od této Smlouvy zcela či zčásti v těchto případech:</w:t>
      </w:r>
      <w:bookmarkEnd w:id="5"/>
      <w:r w:rsidRPr="007D1EA7">
        <w:t xml:space="preserve"> </w:t>
      </w:r>
    </w:p>
    <w:p w14:paraId="555DBAD1" w14:textId="5DB8C7F4" w:rsidR="00C05CBE" w:rsidRPr="007D1EA7" w:rsidRDefault="00C05CBE" w:rsidP="00A65122">
      <w:pPr>
        <w:pStyle w:val="Odstavec3"/>
        <w:ind w:left="1418" w:hanging="851"/>
      </w:pPr>
      <w:r w:rsidRPr="007D1EA7">
        <w:t xml:space="preserve">bezdůvodné odmítnutí uzavřít </w:t>
      </w:r>
      <w:r w:rsidR="00C027C6">
        <w:t>S</w:t>
      </w:r>
      <w:r w:rsidRPr="007D1EA7">
        <w:t xml:space="preserve">mlouvu; </w:t>
      </w:r>
    </w:p>
    <w:p w14:paraId="07D4D825" w14:textId="77777777" w:rsidR="00C05CBE" w:rsidRPr="007D1EA7" w:rsidRDefault="00C05CBE" w:rsidP="00A65122">
      <w:pPr>
        <w:pStyle w:val="Odstavec3"/>
        <w:ind w:left="1418" w:hanging="851"/>
      </w:pPr>
      <w:r w:rsidRPr="007D1EA7">
        <w:t xml:space="preserve">Zhotovitel neprovádí Dílo řádně a včas; </w:t>
      </w:r>
    </w:p>
    <w:p w14:paraId="0B74AC5B" w14:textId="77777777" w:rsidR="00C05CBE" w:rsidRPr="007D1EA7" w:rsidRDefault="00C05CBE" w:rsidP="00A65122">
      <w:pPr>
        <w:pStyle w:val="Odstavec3"/>
        <w:tabs>
          <w:tab w:val="clear" w:pos="6184"/>
        </w:tabs>
        <w:ind w:left="567" w:firstLine="0"/>
      </w:pPr>
      <w:r w:rsidRPr="007D1EA7">
        <w:t xml:space="preserve">Zhotovitel opakovaně </w:t>
      </w:r>
      <w:proofErr w:type="gramStart"/>
      <w:r w:rsidRPr="007D1EA7">
        <w:t>nedodrží</w:t>
      </w:r>
      <w:proofErr w:type="gramEnd"/>
      <w:r w:rsidRPr="007D1EA7">
        <w:t xml:space="preserve"> podmínky stanovené touto Smlouvou; </w:t>
      </w:r>
    </w:p>
    <w:p w14:paraId="1604D948" w14:textId="77777777" w:rsidR="00C05CBE" w:rsidRPr="007D1EA7" w:rsidRDefault="00C05CBE" w:rsidP="00A65122">
      <w:pPr>
        <w:pStyle w:val="Odstavec3"/>
        <w:tabs>
          <w:tab w:val="clear" w:pos="6184"/>
          <w:tab w:val="num" w:pos="1418"/>
        </w:tabs>
        <w:ind w:left="1418" w:hanging="851"/>
      </w:pPr>
      <w:r w:rsidRPr="007D1EA7">
        <w:t xml:space="preserve">bude na Zhotovitele podán návrh na zahájení insolvenčního řízení dle zákona č. 182/2006 Sb., insolvenční zákon, v platném znění; </w:t>
      </w:r>
    </w:p>
    <w:p w14:paraId="531057CD" w14:textId="77777777" w:rsidR="00C05CBE" w:rsidRPr="007D1EA7" w:rsidRDefault="00C05CBE" w:rsidP="00A65122">
      <w:pPr>
        <w:pStyle w:val="Odstavec3"/>
        <w:tabs>
          <w:tab w:val="clear" w:pos="1134"/>
          <w:tab w:val="clear" w:pos="6184"/>
          <w:tab w:val="num" w:pos="1418"/>
        </w:tabs>
        <w:ind w:left="709" w:hanging="142"/>
      </w:pPr>
      <w:r w:rsidRPr="007D1EA7">
        <w:t xml:space="preserve">dojde ke vstupu Zhotovitele do likvidace; </w:t>
      </w:r>
    </w:p>
    <w:p w14:paraId="3505399A" w14:textId="77777777" w:rsidR="00C05CBE" w:rsidRPr="007D1EA7" w:rsidRDefault="00C05CBE" w:rsidP="00A65122">
      <w:pPr>
        <w:pStyle w:val="Odstavec3"/>
        <w:tabs>
          <w:tab w:val="clear" w:pos="1134"/>
          <w:tab w:val="clear" w:pos="6184"/>
          <w:tab w:val="left" w:pos="709"/>
        </w:tabs>
        <w:ind w:left="1418" w:hanging="851"/>
      </w:pPr>
      <w:r w:rsidRPr="007D1EA7">
        <w:t xml:space="preserve">Zhotoviteli zanikne oprávnění nezbytné pro řádné plnění povinností ze Smlouvy a dílčích smluv; </w:t>
      </w:r>
    </w:p>
    <w:p w14:paraId="247F9287" w14:textId="77777777" w:rsidR="00C05CBE" w:rsidRPr="007D1EA7" w:rsidRDefault="00C05CBE" w:rsidP="00A65122">
      <w:pPr>
        <w:pStyle w:val="Odstavec3"/>
        <w:tabs>
          <w:tab w:val="clear" w:pos="6184"/>
          <w:tab w:val="num" w:pos="1418"/>
        </w:tabs>
        <w:ind w:left="1418" w:hanging="851"/>
      </w:pPr>
      <w:r w:rsidRPr="007D1EA7">
        <w:t>pravomocné odsouzení Zhotovitele pro trestný čin podle zákona č. 418/2011 Sb., o trestní odpovědnosti právnických osob a řízení proti nim, ve znění pozdějších předpisů;</w:t>
      </w:r>
    </w:p>
    <w:p w14:paraId="4D2506C1" w14:textId="69AC318B" w:rsidR="00C05CBE" w:rsidRPr="007D1EA7" w:rsidRDefault="00C05CBE" w:rsidP="00A65122">
      <w:pPr>
        <w:pStyle w:val="Odstavec3"/>
        <w:tabs>
          <w:tab w:val="clear" w:pos="1134"/>
          <w:tab w:val="clear" w:pos="6184"/>
          <w:tab w:val="left" w:pos="1418"/>
        </w:tabs>
        <w:ind w:left="1418" w:hanging="851"/>
      </w:pPr>
      <w:r w:rsidRPr="007D1EA7">
        <w:t>zahájení trestního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2080FF6B" w14:textId="53BC7425" w:rsidR="00C05CBE" w:rsidRPr="00590D10" w:rsidRDefault="00C05CBE" w:rsidP="00A65122">
      <w:pPr>
        <w:pStyle w:val="Odstavec2"/>
        <w:tabs>
          <w:tab w:val="clear" w:pos="567"/>
          <w:tab w:val="left" w:pos="709"/>
        </w:tabs>
        <w:ind w:left="709" w:hanging="709"/>
        <w:rPr>
          <w:rFonts w:cs="Arial"/>
        </w:rPr>
      </w:pPr>
      <w:r w:rsidRPr="007D1EA7">
        <w:t xml:space="preserve">Pro </w:t>
      </w:r>
      <w:r w:rsidRPr="00590D10">
        <w:t>účely odstoupení od Smlouvy jednou ze Smluvních stran platí příslušná ustanovení č. 15 VOP</w:t>
      </w:r>
      <w:r w:rsidRPr="00590D10">
        <w:rPr>
          <w:rFonts w:cs="Arial"/>
        </w:rPr>
        <w:t>.</w:t>
      </w:r>
    </w:p>
    <w:p w14:paraId="32008E64" w14:textId="1A144D2C" w:rsidR="00C05CBE" w:rsidRPr="00590D10" w:rsidRDefault="00C05CBE" w:rsidP="00A65122">
      <w:pPr>
        <w:pStyle w:val="Odstavec2"/>
        <w:tabs>
          <w:tab w:val="clear" w:pos="567"/>
          <w:tab w:val="left" w:pos="709"/>
        </w:tabs>
        <w:ind w:left="709" w:hanging="709"/>
      </w:pPr>
      <w:r w:rsidRPr="00590D10">
        <w:t xml:space="preserve">Objednatel je oprávněn od této Smlouvy odstoupit v případě, že Zhotovitel uvedl nepravdivé údaje v čestném prohlášení o neexistenci střetu zájmů a pravdivosti údajů o skutečném majiteli, které je přílohou č. </w:t>
      </w:r>
      <w:r w:rsidR="00C027C6" w:rsidRPr="00590D10">
        <w:t>3</w:t>
      </w:r>
      <w:r w:rsidRPr="00590D10">
        <w:t xml:space="preserve"> této </w:t>
      </w:r>
      <w:r w:rsidR="00C027C6" w:rsidRPr="00590D10">
        <w:t>S</w:t>
      </w:r>
      <w:r w:rsidRPr="00590D10">
        <w:t>mlouvy.</w:t>
      </w:r>
    </w:p>
    <w:p w14:paraId="5A635C5B" w14:textId="109B11A5" w:rsidR="00C05CBE" w:rsidRPr="00590D10" w:rsidRDefault="00A65122" w:rsidP="00A65122">
      <w:pPr>
        <w:pStyle w:val="Odstavec2"/>
        <w:ind w:left="709" w:hanging="709"/>
      </w:pPr>
      <w:r w:rsidRPr="00590D10">
        <w:t xml:space="preserve">  </w:t>
      </w:r>
      <w:r w:rsidR="00C05CBE" w:rsidRPr="00590D10">
        <w:t xml:space="preserve">Objednatel je oprávněn od této Smlouvy odstoupit také v případě, že Zhotovitel ve lhůtě dle odst. </w:t>
      </w:r>
      <w:r w:rsidR="006E2DDB" w:rsidRPr="00590D10">
        <w:t>11.1</w:t>
      </w:r>
      <w:r w:rsidR="00C027C6" w:rsidRPr="00590D10">
        <w:t>6</w:t>
      </w:r>
      <w:r w:rsidR="00C05CBE" w:rsidRPr="00590D10">
        <w:t xml:space="preserve">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w:t>
      </w:r>
      <w:proofErr w:type="spellStart"/>
      <w:r w:rsidR="00C05CBE" w:rsidRPr="00590D10">
        <w:t>ust</w:t>
      </w:r>
      <w:proofErr w:type="spellEnd"/>
      <w:r w:rsidR="00C05CBE" w:rsidRPr="00590D10">
        <w:t>. § 2 odst. 1 písm. c) ZSZ.</w:t>
      </w:r>
    </w:p>
    <w:p w14:paraId="30DAFA95" w14:textId="368919C1" w:rsidR="00C05CBE" w:rsidRPr="00590D10" w:rsidRDefault="00C05CBE" w:rsidP="0001651C">
      <w:pPr>
        <w:pStyle w:val="Odstavec2"/>
        <w:ind w:left="567"/>
      </w:pPr>
      <w:r w:rsidRPr="00590D10">
        <w:t xml:space="preserve">Objednatel je oprávněn od této Smlouvy odstoupit také v případě, že Zhotovitel dle odst. </w:t>
      </w:r>
      <w:r w:rsidR="0001651C" w:rsidRPr="00590D10">
        <w:t>8</w:t>
      </w:r>
      <w:r w:rsidRPr="00590D10">
        <w:t xml:space="preserve">.3. této Smlouvy nevyrozuměl Objednatele o snížení výše pojistného plnění pod minimální stanovenou výši </w:t>
      </w:r>
      <w:r w:rsidRPr="00590D10">
        <w:lastRenderedPageBreak/>
        <w:t>nebo o ukončení pojistné smlouvy a se splněním této povinnosti je v prodlení alespoň 10 pracovních dní.</w:t>
      </w:r>
    </w:p>
    <w:p w14:paraId="5BCBF2B4" w14:textId="0E30D68D" w:rsidR="00C05CBE" w:rsidRPr="00590D10" w:rsidRDefault="00C05CBE" w:rsidP="00A12A48">
      <w:pPr>
        <w:pStyle w:val="Odstavec2"/>
        <w:ind w:left="567"/>
      </w:pPr>
      <w:r w:rsidRPr="00590D10">
        <w:t xml:space="preserve">Objednatel je oprávněn od této Smlouvy odstoupit také v případě, že Zhotoviteli bude pozastaveno provádění Díla dle odst. </w:t>
      </w:r>
      <w:r w:rsidR="00A12A48" w:rsidRPr="00590D10">
        <w:t>8</w:t>
      </w:r>
      <w:r w:rsidRPr="00590D10">
        <w:t>.4. Smlouvy.</w:t>
      </w:r>
    </w:p>
    <w:p w14:paraId="3A2AD5A8" w14:textId="2800A2E3" w:rsidR="00C05CBE" w:rsidRPr="00590D10" w:rsidRDefault="00C05CBE" w:rsidP="00A12A48">
      <w:pPr>
        <w:pStyle w:val="Odstavec2"/>
        <w:ind w:left="567"/>
      </w:pPr>
      <w:r w:rsidRPr="00590D10">
        <w:t xml:space="preserve">Objednatel je oprávněn od této Smlouvy odstoupit v případě, že Zhotovitel </w:t>
      </w:r>
      <w:bookmarkStart w:id="6" w:name="_Hlk73711307"/>
      <w:r w:rsidRPr="00590D10">
        <w:t xml:space="preserve">uvedl nepravdivé údaje v čestném prohlášení o nepodléhání omezujícím opatřením, které je přílohou č. </w:t>
      </w:r>
      <w:r w:rsidR="00C027C6" w:rsidRPr="00590D10">
        <w:t>4</w:t>
      </w:r>
      <w:r w:rsidRPr="00590D10">
        <w:t xml:space="preserve"> této Smlouvy.</w:t>
      </w:r>
    </w:p>
    <w:p w14:paraId="185367F3" w14:textId="7CA8E12A" w:rsidR="00C05CBE" w:rsidRPr="00590D10" w:rsidRDefault="00C05CBE" w:rsidP="00A12A48">
      <w:pPr>
        <w:pStyle w:val="Odstavec2"/>
        <w:ind w:left="567"/>
        <w:rPr>
          <w:rFonts w:cs="Arial"/>
        </w:rPr>
      </w:pPr>
      <w:r w:rsidRPr="00590D10">
        <w:t xml:space="preserve">Objednatel je oprávněn od této Smlouvy odstoupit také v případě, že Zhotovitel nevyrozuměl Objednatele o změně údajů a skutečností, o nichž činil Zhotovitel čestné prohlášení o nepodléhání omezujícím opatřením, které je přílohou č. </w:t>
      </w:r>
      <w:r w:rsidR="00736C15" w:rsidRPr="00590D10">
        <w:t>4</w:t>
      </w:r>
      <w:r w:rsidRPr="00590D10">
        <w:t xml:space="preserve"> této Smlouvy a které vedou k jeho nepravdivosti, a to </w:t>
      </w:r>
      <w:bookmarkEnd w:id="6"/>
      <w:r w:rsidRPr="00590D10">
        <w:t>ve lhůtě stanovené v ustanovení 1</w:t>
      </w:r>
      <w:r w:rsidR="00A32C5D" w:rsidRPr="00590D10">
        <w:t>1</w:t>
      </w:r>
      <w:r w:rsidRPr="00590D10">
        <w:t>.</w:t>
      </w:r>
      <w:r w:rsidR="002A1D88">
        <w:t>20</w:t>
      </w:r>
      <w:r w:rsidRPr="00590D10">
        <w:t xml:space="preserve"> této Smlouvy</w:t>
      </w:r>
    </w:p>
    <w:p w14:paraId="4BA827DB" w14:textId="77938B61" w:rsidR="00C05CBE" w:rsidRPr="00590D10" w:rsidRDefault="00C05CBE" w:rsidP="001D774E">
      <w:pPr>
        <w:pStyle w:val="Odstavec2"/>
        <w:ind w:left="567"/>
      </w:pPr>
      <w:r w:rsidRPr="00590D10">
        <w:t xml:space="preserve">Zhotovitel je oprávněn písemně odstoupit od Smlouvy, vyjma důvodů uvedených v zákoně č. 89/2012 Sb., občanský zákoník, v platném znění, též z důvodu: </w:t>
      </w:r>
    </w:p>
    <w:p w14:paraId="0D0DCB29" w14:textId="69C4BF5A" w:rsidR="00C05CBE" w:rsidRPr="00590D10" w:rsidRDefault="00C05CBE" w:rsidP="001D774E">
      <w:pPr>
        <w:pStyle w:val="Odstavec3"/>
        <w:ind w:left="1418" w:hanging="851"/>
      </w:pPr>
      <w:r w:rsidRPr="00590D10">
        <w:t>prodlení Objednatele s úhradou Ceny díla</w:t>
      </w:r>
      <w:r w:rsidR="00C027C6" w:rsidRPr="00590D10">
        <w:t xml:space="preserve"> o více než 30 dnů</w:t>
      </w:r>
      <w:r w:rsidRPr="00590D10">
        <w:t xml:space="preserve">; </w:t>
      </w:r>
    </w:p>
    <w:p w14:paraId="6537AC20" w14:textId="77777777" w:rsidR="00C05CBE" w:rsidRPr="00590D10" w:rsidRDefault="00C05CBE" w:rsidP="001D774E">
      <w:pPr>
        <w:pStyle w:val="Odstavec3"/>
        <w:ind w:left="1418" w:hanging="851"/>
      </w:pPr>
      <w:r w:rsidRPr="00590D10">
        <w:t xml:space="preserve">Objednatel vstoupí do likvidace nebo bude zjištěn úpadek Objednatele dle zákona č. 182/2006 Sb., insolvenční zákon, v platném znění; </w:t>
      </w:r>
    </w:p>
    <w:p w14:paraId="23D3255D" w14:textId="77777777" w:rsidR="00C05CBE" w:rsidRPr="00590D10" w:rsidRDefault="00C05CBE" w:rsidP="002A2DCF">
      <w:pPr>
        <w:pStyle w:val="Odstavec3"/>
        <w:ind w:left="1418" w:hanging="851"/>
      </w:pPr>
      <w:r w:rsidRPr="00590D10">
        <w:t>pravomocné odsouzení Objednatele pro trestný čin podle zákona č. 418/2011 Sb., o trestní odpovědnosti právnických osob a řízení proti nim, ve znění pozdějších předpisů.</w:t>
      </w:r>
    </w:p>
    <w:p w14:paraId="764D1D2D" w14:textId="228B51E7" w:rsidR="00C05CBE" w:rsidRPr="00590D10" w:rsidRDefault="008A75B2" w:rsidP="008A75B2">
      <w:pPr>
        <w:pStyle w:val="Odstavec2"/>
        <w:ind w:left="567"/>
      </w:pPr>
      <w:r w:rsidRPr="00590D10">
        <w:t xml:space="preserve"> </w:t>
      </w:r>
      <w:r w:rsidR="00C05CBE" w:rsidRPr="00590D10">
        <w:t>Odstoupení od Smlouvy</w:t>
      </w:r>
      <w:r w:rsidR="00D875C2" w:rsidRPr="00590D10">
        <w:t xml:space="preserve"> </w:t>
      </w:r>
      <w:r w:rsidR="00C05CBE" w:rsidRPr="00590D10">
        <w:t>je účinné dnem doručení písemného oznámení o odstoupení druhé Smluvní straně. Odstoupení od Smlouvy se však nedotýká nároku na úhradu částek již poskytnutého plnění plynoucí ze Smlouvy.</w:t>
      </w:r>
    </w:p>
    <w:p w14:paraId="076530A0" w14:textId="01C7C67D" w:rsidR="00C05CBE" w:rsidRPr="007D1EA7" w:rsidRDefault="00C05CBE" w:rsidP="008A75B2">
      <w:pPr>
        <w:pStyle w:val="Odstavec2"/>
        <w:ind w:left="567"/>
      </w:pPr>
      <w:r w:rsidRPr="00590D10">
        <w:t xml:space="preserve">Smluvní strany se dohodly, že kterákoli ze </w:t>
      </w:r>
      <w:r w:rsidR="00C027C6" w:rsidRPr="00590D10">
        <w:t>S</w:t>
      </w:r>
      <w:r w:rsidRPr="00590D10">
        <w:t>mluvních stran může tuto Smlouvu vypovědět bez udání důvodu ve výpovědní lhůtě dvou (2) měsíců. Výpovědní doba počíná běžet prvním dnem v měsíci následujícím po měsíci, ve kterém byla výpověď druhé Smluvní straně doručena</w:t>
      </w:r>
      <w:r w:rsidRPr="007D1EA7">
        <w:t>.</w:t>
      </w:r>
    </w:p>
    <w:p w14:paraId="5007258B" w14:textId="18079886" w:rsidR="00C05CBE" w:rsidRPr="007D1EA7" w:rsidRDefault="00C05CBE" w:rsidP="008A75B2">
      <w:pPr>
        <w:pStyle w:val="Odstavec2"/>
        <w:ind w:left="567"/>
      </w:pPr>
      <w:r w:rsidRPr="007D1EA7">
        <w:t>Výpověď nebo odstoupení od Smlouvy dle předchozích odstavců tohoto článku Smlouvy musí být písemné a musí být doručeno osobním doručením a předáním druhé Smluvní straně nebo doporučenou poštou na adresu druhé Smluvní strany uvedené v této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16159B51" w14:textId="0A0141C8" w:rsidR="00C05CBE" w:rsidRPr="00C05CBE" w:rsidRDefault="00C05CBE" w:rsidP="00F805E2">
      <w:pPr>
        <w:pStyle w:val="Odstavec2"/>
        <w:ind w:left="567"/>
      </w:pPr>
      <w:r w:rsidRPr="007D1EA7">
        <w:rPr>
          <w:rFonts w:cs="Arial"/>
        </w:rPr>
        <w:t xml:space="preserve">Výpovědí se tato Smlouva </w:t>
      </w:r>
      <w:proofErr w:type="gramStart"/>
      <w:r w:rsidRPr="007D1EA7">
        <w:rPr>
          <w:rFonts w:cs="Arial"/>
        </w:rPr>
        <w:t>ruší</w:t>
      </w:r>
      <w:proofErr w:type="gramEnd"/>
      <w:r w:rsidRPr="007D1EA7">
        <w:rPr>
          <w:rFonts w:cs="Arial"/>
        </w:rPr>
        <w:t xml:space="preserve"> s výjimkou ustanovení, z jejichž povahy vyplývá, že mají trvat i po skončení této Smlouvy</w:t>
      </w:r>
      <w:r w:rsidR="00F805E2">
        <w:rPr>
          <w:rFonts w:cs="Arial"/>
        </w:rPr>
        <w:t>.</w:t>
      </w:r>
    </w:p>
    <w:p w14:paraId="4F865CC5" w14:textId="267120AE" w:rsidR="00AF7DD3" w:rsidRDefault="00AF7DD3" w:rsidP="00C333C0">
      <w:pPr>
        <w:pStyle w:val="lnek"/>
        <w:spacing w:before="360"/>
        <w:ind w:left="17"/>
        <w:rPr>
          <w:iCs/>
        </w:rPr>
      </w:pPr>
      <w:r>
        <w:rPr>
          <w:iCs/>
        </w:rPr>
        <w:t>Další ujednání</w:t>
      </w:r>
    </w:p>
    <w:p w14:paraId="488BDA32" w14:textId="43AF9C06" w:rsidR="00063C23" w:rsidRPr="000F21BD" w:rsidRDefault="00063C23" w:rsidP="00063C23">
      <w:pPr>
        <w:pStyle w:val="Odstavec2"/>
        <w:ind w:left="567"/>
      </w:pPr>
      <w:bookmarkStart w:id="7" w:name="_Hlk96952292"/>
      <w:r w:rsidRPr="000F21BD">
        <w:t>Smluvní strana je povinna zachovávat mlčenlivost o veškerých informacích, které (a) se týkají Předmětu plnění (b) přímo nebo nepřímo získala od druhé Smluvní strany v souvislosti s uzavřením a plněním Smlouvy</w:t>
      </w:r>
      <w:r w:rsidR="00D875C2">
        <w:t xml:space="preserve"> </w:t>
      </w:r>
      <w:r w:rsidRPr="000F21BD">
        <w:t>a/nebo (c) jsou obsaženy ve Smlouvě</w:t>
      </w:r>
      <w:r w:rsidR="00D875C2">
        <w:t xml:space="preserve"> </w:t>
      </w:r>
      <w:r w:rsidRPr="000F21BD">
        <w:t>a/nebo (d) jí v souvislosti se Smlouvou</w:t>
      </w:r>
      <w:r w:rsidR="00D875C2">
        <w:t xml:space="preserve"> </w:t>
      </w:r>
      <w:r w:rsidRPr="000F21BD">
        <w:t>sdělí druhá Smluvní strana a/nebo (e) se týkají Smluvní strany, jejích obchodních partnerů nebo informace, které tvoří obchodní tajemství nebo mohou mít povahu obchodního tajemství Smluvní strany nebo jakékoliv jiné důvěrné informace, které jsou jí známy ("</w:t>
      </w:r>
      <w:r w:rsidRPr="00457AB7">
        <w:rPr>
          <w:b/>
        </w:rPr>
        <w:t>Důvěrné informace</w:t>
      </w:r>
      <w:r w:rsidRPr="000F21BD">
        <w:t>") a Důvěrné informace nezneužije. Důvěrné informace jsou pokládány za důvěrné ve smyslu § 1730 zákona č. 89/2012 sb., občanského zákoníku, v platném znění, a současně za obchodní tajemství ve smyslu § 504 téhož zákona. Tímto ustanovením nejsou dotčeny povinnosti vyplývající z jiných právních předpisů, např. zákon č. 412/2005 Sb., o ochraně utajovaných informací a o bezpečnostní způsobilosti, ve znění pozdějších předpisů.</w:t>
      </w:r>
      <w:r>
        <w:t xml:space="preserve"> </w:t>
      </w:r>
    </w:p>
    <w:p w14:paraId="383E9EFC" w14:textId="4DFC3DB5" w:rsidR="00063C23" w:rsidRPr="000F21BD" w:rsidRDefault="00063C23" w:rsidP="005E4E8B">
      <w:pPr>
        <w:pStyle w:val="Odstavec2"/>
        <w:ind w:left="567"/>
      </w:pPr>
      <w:r w:rsidRPr="000F21BD">
        <w:t>Pro případ, že tato Smlouva podléhá uveřejnění v registru smluv dle zákona č. 340/2015 Sb., o zvláštních podmínkách účinnosti některých smluv, uveřejňování těchto smluv a o registru smluv (dále jen "</w:t>
      </w:r>
      <w:r w:rsidRPr="00CC36EB">
        <w:rPr>
          <w:b/>
        </w:rPr>
        <w:t>zákon o registru smluv</w:t>
      </w:r>
      <w:r w:rsidRPr="000F21BD">
        <w:t xml:space="preserve">"), Smluvní strany si sjednávají, že uveřejnění této Smlouvy včetně jejich případných dodatků v registru smluv zajistí Objednatel v souladu se zákonem o registru smluv. V případě, že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 v registru smluv či již uveřejněnou Smlouvu opravit. V případě porušení zákazu uveřejnění či opravy Smlouvy v registru </w:t>
      </w:r>
      <w:r w:rsidRPr="000F21BD">
        <w:lastRenderedPageBreak/>
        <w:t>smluv ze strany Zhotovitele, je Objednatel oprávněn požadovat po Zhotoviteli zaplacení smluvní pokuty ve výši 10</w:t>
      </w:r>
      <w:r w:rsidR="00C83AFD">
        <w:t xml:space="preserve"> </w:t>
      </w:r>
      <w:r w:rsidRPr="000F21BD">
        <w:t>000,- Kč, která je splatná do 30 dnů ode dne doručení výzvy k jejímu zaplacení Zhotoviteli. Zhotovitel podpisem této Smlouvy potvrzuje a souhlasí s uveřejněním Smlouvy v registru smluv.</w:t>
      </w:r>
    </w:p>
    <w:p w14:paraId="5565F5D3" w14:textId="07968EFA" w:rsidR="00063C23" w:rsidRPr="000F21BD" w:rsidRDefault="00063C23" w:rsidP="00C83AFD">
      <w:pPr>
        <w:pStyle w:val="Odstavec2"/>
        <w:ind w:left="567"/>
      </w:pPr>
      <w:r w:rsidRPr="000F21BD">
        <w:t>Zhotovitel bere na vědomí a souhlasí s tím, že Objednatel je povinen a zveřejní v souladu se zákonem č. 106/1999 Sb., o svobodném přístupu k informacím, ve znění pozdějších předpisů, na základě žádosti základní informace o dodavateli a znění této uzavřené Smlouvy</w:t>
      </w:r>
      <w:r w:rsidR="00C83AFD">
        <w:t>.</w:t>
      </w:r>
    </w:p>
    <w:p w14:paraId="4394760B" w14:textId="77777777" w:rsidR="00063C23" w:rsidRDefault="00063C23" w:rsidP="002746AC">
      <w:pPr>
        <w:pStyle w:val="Odstavec2"/>
        <w:ind w:left="567"/>
      </w:pPr>
      <w:r w:rsidRPr="00B04D5B">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00CC36EB">
        <w:rPr>
          <w:b/>
        </w:rPr>
        <w:t>Etický kodex</w:t>
      </w:r>
      <w:r w:rsidRPr="00B04D5B">
        <w:t xml:space="preserve">“) a zavazuje se tento dodržovat na vlastní náklady a odpovědnost při plnění svých závazků vzniklých z této smlouvy. Etický kodex v platném znění je uveřejněn na webových stránkách ČEPRO, a.s. </w:t>
      </w:r>
      <w:hyperlink r:id="rId15" w:history="1">
        <w:r w:rsidRPr="00961DE6">
          <w:rPr>
            <w:rStyle w:val="Hypertextovodkaz"/>
          </w:rPr>
          <w:t>www.ceproas.cz</w:t>
        </w:r>
      </w:hyperlink>
      <w:r>
        <w:t xml:space="preserve"> </w:t>
      </w:r>
      <w:r w:rsidRPr="00B04D5B">
        <w:t xml:space="preserve">. </w:t>
      </w:r>
    </w:p>
    <w:p w14:paraId="31816E65" w14:textId="6A0419A8" w:rsidR="00063C23" w:rsidRDefault="00063C23" w:rsidP="002746AC">
      <w:pPr>
        <w:pStyle w:val="Odstavec2"/>
        <w:ind w:left="567"/>
      </w:pPr>
      <w:r>
        <w:t>Č</w:t>
      </w:r>
      <w:r w:rsidRPr="00B04D5B">
        <w:t>EPRO, a.s. je oprávněno Etický kodex jednostranně měnit k 31. 12. příslušného kalendářního roku, přičemž Etický kodex v aktuálním znění v případě změny vždy k tomuto datu zveřejní na shora uvedených webových stránkách</w:t>
      </w:r>
    </w:p>
    <w:p w14:paraId="4D74EFD5" w14:textId="77777777" w:rsidR="00063C23" w:rsidRPr="000F21BD" w:rsidRDefault="00063C23" w:rsidP="002746AC">
      <w:pPr>
        <w:pStyle w:val="Odstavec2"/>
        <w:ind w:left="567"/>
      </w:pPr>
      <w:r w:rsidRPr="000F21BD">
        <w:t xml:space="preserve">Povinnosti vyplývající z Etického kodexu </w:t>
      </w:r>
      <w:r>
        <w:t xml:space="preserve">se </w:t>
      </w:r>
      <w:r w:rsidRPr="000F21BD">
        <w:t xml:space="preserve">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1A21A1BD" w14:textId="44B799E7" w:rsidR="00063C23" w:rsidRPr="00316EFD" w:rsidRDefault="00063C23" w:rsidP="0048681A">
      <w:pPr>
        <w:pStyle w:val="Odstavec2"/>
        <w:ind w:left="567"/>
      </w:pPr>
      <w:r w:rsidRPr="00316EFD">
        <w:t xml:space="preserve">Zhotovitel se touto Smlouvou zavazuje a prohlašuje, že naplňuje a bude po celou dobu trvání této Smlouvy dodržovat a splňovat kritéria a standardy chování společnosti ČEPRO, a.s. v obchodním styku, specifikované a Objednatelem uveřejněné na adrese </w:t>
      </w:r>
      <w:hyperlink r:id="rId16" w:history="1">
        <w:r w:rsidRPr="00316EFD">
          <w:t>https://www.ceproas.cz/vyberova-rizeni</w:t>
        </w:r>
      </w:hyperlink>
      <w:r w:rsidRPr="00316EFD">
        <w:t xml:space="preserve"> a etické zásady, obsažené v Etickém kodexu. </w:t>
      </w:r>
    </w:p>
    <w:p w14:paraId="17467D98" w14:textId="77777777" w:rsidR="00063C23" w:rsidRPr="000F21BD" w:rsidRDefault="00063C23" w:rsidP="0048681A">
      <w:pPr>
        <w:pStyle w:val="Odstavec2"/>
        <w:ind w:left="567"/>
      </w:pPr>
      <w:r w:rsidRPr="000F21BD">
        <w:t xml:space="preserve">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t>
      </w:r>
      <w:hyperlink r:id="rId17" w:history="1">
        <w:r w:rsidRPr="00736528">
          <w:rPr>
            <w:rStyle w:val="Hypertextovodkaz"/>
          </w:rPr>
          <w:t>www.ceproas.cz</w:t>
        </w:r>
      </w:hyperlink>
      <w:r>
        <w:t xml:space="preserve"> </w:t>
      </w:r>
      <w:r w:rsidRPr="000F21BD">
        <w:t xml:space="preserve"> v sekci Ochrana osobních údajů.</w:t>
      </w:r>
    </w:p>
    <w:p w14:paraId="064CF0F6" w14:textId="4F1F64C6" w:rsidR="00063C23" w:rsidRPr="00AD2283" w:rsidRDefault="00063C23" w:rsidP="0048681A">
      <w:pPr>
        <w:pStyle w:val="Odstavec2"/>
        <w:ind w:left="567"/>
      </w:pPr>
      <w:r w:rsidRPr="00AD2283">
        <w:t xml:space="preserve">Zhotovitel odpovídá Objednateli za splnění veškerých povinností plynoucích z této Smlouvy a veškeré důsledky vzniklé porušením některé povinnosti Zhotovitele jdou k tíži Zhotovitele a Zhotovitel se nemůže zprostit odpovědnosti vůči Objednateli poukazem na případné nesplnění povinností třetí osobou. </w:t>
      </w:r>
    </w:p>
    <w:p w14:paraId="50C4BE72" w14:textId="1790500C" w:rsidR="00063C23" w:rsidRPr="00AD2283" w:rsidRDefault="00063C23" w:rsidP="00177A51">
      <w:pPr>
        <w:pStyle w:val="Odstavec2"/>
        <w:ind w:left="567"/>
      </w:pPr>
      <w:r w:rsidRPr="00AD2283">
        <w:t>Zhotovitel je povinen Objednateli nahradit újmu vzniklou při plnění této Smlouvy a v souvislosti s ní nesplněním závazku či porušením povinnosti plynoucích z této Smlouvy</w:t>
      </w:r>
      <w:r w:rsidR="00177A51">
        <w:t>.</w:t>
      </w:r>
      <w:r w:rsidRPr="00AD2283">
        <w:t xml:space="preserve"> Pro náhradu majetkové a nemajetkové újmy se užijí příslušná ustanovení platné legislativy, nebude-li mezi stranami výslovně dohodnuto jinak. </w:t>
      </w:r>
    </w:p>
    <w:p w14:paraId="26CAF448" w14:textId="066ED0DB" w:rsidR="00063C23" w:rsidRPr="00AD2283" w:rsidRDefault="00063C23" w:rsidP="00177A51">
      <w:pPr>
        <w:pStyle w:val="Odstavec2"/>
        <w:ind w:left="567"/>
      </w:pPr>
      <w:r w:rsidRPr="00AD2283">
        <w:t>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w:t>
      </w:r>
      <w:r w:rsidR="00177A51">
        <w:t>.</w:t>
      </w:r>
      <w:r w:rsidRPr="00AD2283">
        <w:t xml:space="preserve"> </w:t>
      </w:r>
    </w:p>
    <w:p w14:paraId="530A31F7" w14:textId="77777777" w:rsidR="00063C23" w:rsidRPr="00AD2283" w:rsidRDefault="00063C23" w:rsidP="00177A51">
      <w:pPr>
        <w:pStyle w:val="Odstavec2"/>
        <w:ind w:left="567"/>
      </w:pPr>
      <w:r w:rsidRPr="00177A51">
        <w:t>Vznikne-li Objednateli v důsledku porušení smluvních povinností či v důsledku porušení povinnosti</w:t>
      </w:r>
      <w:r w:rsidRPr="00AD2283">
        <w:t xml:space="preserve"> vyplývající z obecně závazných předpisů ze strany Zhotovitele újma (majetková a nemajetková), je Zhotovitel povinen nahradit Objednateli újmu, včetně újmy na jmění v souladu s platnými právními předpisy. Škoda se nahrazuje uvedením do předešlého stavu, nepožádá-li Objednatel o náhradu škody uvedením v penězích.</w:t>
      </w:r>
    </w:p>
    <w:p w14:paraId="492BB955" w14:textId="77777777" w:rsidR="00063C23" w:rsidRPr="00AD2283" w:rsidRDefault="00063C23" w:rsidP="007D4773">
      <w:pPr>
        <w:pStyle w:val="Odstavec2"/>
        <w:ind w:left="567"/>
      </w:pPr>
      <w:r w:rsidRPr="00AD2283">
        <w:t xml:space="preserve">Smluvní strany se zavazují nesdělovat žádné třetí osobě žádné informace o existenci anebo obsahu této Smlouvy a informace, které o druhé smluvní straně získala při jednáních o této Smlouvě, během její platnosti i po jejím skončení bez předchozího písemného souhlasu druhé smluvní strany, s výjimkou případů, kdy tak vyžaduje tato Smlouva, zákon či jiný obecně závazný předpis, zejména zákon č. 106/1999 Sb., o svobodném přístupu k informacím, zákon č. 134/2016 Sb., o zadávání </w:t>
      </w:r>
      <w:r w:rsidRPr="00AD2283">
        <w:lastRenderedPageBreak/>
        <w:t>veřejných zakázek a zákon č. 340/2015 Sb., o zvláštních podmínkách účinnosti některých smluv, uveřejňování těchto smluv a o registru smluv.</w:t>
      </w:r>
    </w:p>
    <w:p w14:paraId="2D71BB3C" w14:textId="77777777" w:rsidR="00063C23" w:rsidRPr="00AD2283" w:rsidRDefault="00063C23" w:rsidP="007D4773">
      <w:pPr>
        <w:pStyle w:val="Odstavec2"/>
        <w:ind w:left="567"/>
        <w:rPr>
          <w:rFonts w:cs="Arial"/>
        </w:rPr>
      </w:pPr>
      <w:r w:rsidRPr="00AD2283">
        <w:t>Zhotovitel prohlašuje, že veřejný funkcionář uvedený v </w:t>
      </w:r>
      <w:proofErr w:type="spellStart"/>
      <w:r w:rsidRPr="00AD2283">
        <w:t>ust</w:t>
      </w:r>
      <w:proofErr w:type="spellEnd"/>
      <w:r w:rsidRPr="00AD2283">
        <w:t xml:space="preserve">. § 2 odst. 1 písm. c) </w:t>
      </w:r>
      <w:r w:rsidRPr="00AD2283">
        <w:rPr>
          <w:bCs/>
        </w:rPr>
        <w:t>ZSZ</w:t>
      </w:r>
      <w:r w:rsidRPr="00AD2283">
        <w:t xml:space="preserve">, nebo jím ovládaná osoba ve Zhotoviteli nevlastní podíl představující alespoň 25 % účasti společníka. Zhotovitel současně prohlašuje, že veřejný funkcionář uvedený v </w:t>
      </w:r>
      <w:proofErr w:type="spellStart"/>
      <w:r w:rsidRPr="00AD2283">
        <w:t>ust</w:t>
      </w:r>
      <w:proofErr w:type="spellEnd"/>
      <w:r w:rsidRPr="00AD2283">
        <w: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7F28BFF7" w14:textId="77777777" w:rsidR="00063C23" w:rsidRPr="00AD2283" w:rsidRDefault="00063C23" w:rsidP="00EC59B3">
      <w:pPr>
        <w:pStyle w:val="Odstavec2"/>
        <w:ind w:left="567"/>
      </w:pPr>
      <w:r w:rsidRPr="00AD2283">
        <w:t xml:space="preserve">Pokud po uzavření této Smlouvy veřejný funkcionář uvedený v </w:t>
      </w:r>
      <w:proofErr w:type="spellStart"/>
      <w:r w:rsidRPr="00AD2283">
        <w:t>ust</w:t>
      </w:r>
      <w:proofErr w:type="spellEnd"/>
      <w:r w:rsidRPr="00AD2283">
        <w:t xml:space="preserve">.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59595865" w14:textId="77777777" w:rsidR="00063C23" w:rsidRPr="00AD2283" w:rsidRDefault="00063C23" w:rsidP="00C1059F">
      <w:pPr>
        <w:pStyle w:val="Odstavec2"/>
        <w:ind w:left="567"/>
      </w:pPr>
      <w:r w:rsidRPr="00AD2283">
        <w:t>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53A109A9" w14:textId="77777777" w:rsidR="00063C23" w:rsidRPr="00AD2283" w:rsidRDefault="00063C23" w:rsidP="00063C23">
      <w:pPr>
        <w:spacing w:after="80"/>
        <w:ind w:left="283" w:firstLine="284"/>
        <w:rPr>
          <w:rFonts w:cstheme="minorHAnsi"/>
          <w:sz w:val="19"/>
          <w:szCs w:val="19"/>
          <w:highlight w:val="yellow"/>
        </w:rPr>
      </w:pPr>
      <w:r w:rsidRPr="00AD2283">
        <w:rPr>
          <w:rFonts w:cstheme="minorHAnsi"/>
          <w:bCs/>
          <w:i/>
          <w:iCs/>
          <w:sz w:val="19"/>
          <w:szCs w:val="19"/>
          <w:highlight w:val="yellow"/>
        </w:rPr>
        <w:t>Alternativní varianta pro právnické osoby se sídlem v České republice</w:t>
      </w:r>
    </w:p>
    <w:p w14:paraId="63FC729B" w14:textId="77777777" w:rsidR="00063C23" w:rsidRPr="00AD2283" w:rsidRDefault="00063C23" w:rsidP="000F1564">
      <w:pPr>
        <w:pStyle w:val="Odstavec2"/>
        <w:ind w:left="567"/>
        <w:rPr>
          <w:rFonts w:cstheme="minorHAnsi"/>
          <w:sz w:val="19"/>
          <w:szCs w:val="19"/>
          <w:highlight w:val="yellow"/>
        </w:rPr>
      </w:pPr>
      <w:r w:rsidRPr="00AD2283">
        <w:rPr>
          <w:rFonts w:cstheme="minorHAnsi"/>
          <w:sz w:val="19"/>
          <w:szCs w:val="19"/>
          <w:highlight w:val="yellow"/>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w:t>
      </w:r>
      <w:r w:rsidRPr="00AD2283">
        <w:rPr>
          <w:rFonts w:cstheme="minorHAnsi"/>
          <w:b/>
          <w:bCs/>
          <w:sz w:val="19"/>
          <w:szCs w:val="19"/>
          <w:highlight w:val="yellow"/>
        </w:rPr>
        <w:t>ZESM</w:t>
      </w:r>
      <w:r w:rsidRPr="00AD2283">
        <w:rPr>
          <w:rFonts w:cstheme="minorHAnsi"/>
          <w:sz w:val="19"/>
          <w:szCs w:val="19"/>
          <w:highlight w:val="yellow"/>
        </w:rPr>
        <w:t>“). Zhotovitel současně prohlašuje, že jeho skutečným majitelem zapsaným v evidenci skutečných majitelů z titulu osoby s koncovým vlivem není veřejný funkcionář uvedený v </w:t>
      </w:r>
      <w:proofErr w:type="spellStart"/>
      <w:r w:rsidRPr="00AD2283">
        <w:rPr>
          <w:rFonts w:cstheme="minorHAnsi"/>
          <w:sz w:val="19"/>
          <w:szCs w:val="19"/>
          <w:highlight w:val="yellow"/>
        </w:rPr>
        <w:t>ust</w:t>
      </w:r>
      <w:proofErr w:type="spellEnd"/>
      <w:r w:rsidRPr="00AD2283">
        <w:rPr>
          <w:rFonts w:cstheme="minorHAnsi"/>
          <w:sz w:val="19"/>
          <w:szCs w:val="19"/>
          <w:highlight w:val="yellow"/>
        </w:rPr>
        <w:t>. § 2 odst. 1 písm. c) ZSZ.</w:t>
      </w:r>
    </w:p>
    <w:p w14:paraId="66C598D2" w14:textId="77777777" w:rsidR="00063C23" w:rsidRPr="00AD2283" w:rsidRDefault="00063C23" w:rsidP="00B8164E">
      <w:pPr>
        <w:pStyle w:val="Odstavec2"/>
        <w:ind w:left="567"/>
        <w:rPr>
          <w:rFonts w:cstheme="minorHAnsi"/>
          <w:sz w:val="19"/>
          <w:szCs w:val="19"/>
          <w:highlight w:val="yellow"/>
        </w:rPr>
      </w:pPr>
      <w:r w:rsidRPr="00AD2283">
        <w:rPr>
          <w:rFonts w:cstheme="minorHAnsi"/>
          <w:sz w:val="19"/>
          <w:szCs w:val="19"/>
          <w:highlight w:val="yellow"/>
        </w:rPr>
        <w:t xml:space="preserve">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w:t>
      </w:r>
      <w:r w:rsidRPr="00AD2283">
        <w:rPr>
          <w:rFonts w:cstheme="minorHAnsi"/>
          <w:bCs/>
          <w:sz w:val="19"/>
          <w:szCs w:val="19"/>
          <w:highlight w:val="yellow"/>
        </w:rPr>
        <w:t>skutečným majitelem zapsaným v této evidenci z titulu osoby s koncovým vlivem není</w:t>
      </w:r>
      <w:r w:rsidRPr="00AD2283">
        <w:rPr>
          <w:rFonts w:cstheme="minorHAnsi"/>
          <w:sz w:val="19"/>
          <w:szCs w:val="19"/>
          <w:highlight w:val="yellow"/>
        </w:rPr>
        <w:t xml:space="preserve"> </w:t>
      </w:r>
      <w:r w:rsidRPr="00AD2283">
        <w:rPr>
          <w:rFonts w:cstheme="minorHAnsi"/>
          <w:bCs/>
          <w:sz w:val="19"/>
          <w:szCs w:val="19"/>
          <w:highlight w:val="yellow"/>
        </w:rPr>
        <w:t>veřejný funkcionář uvedený v </w:t>
      </w:r>
      <w:proofErr w:type="spellStart"/>
      <w:r w:rsidRPr="00AD2283">
        <w:rPr>
          <w:rFonts w:cstheme="minorHAnsi"/>
          <w:bCs/>
          <w:sz w:val="19"/>
          <w:szCs w:val="19"/>
          <w:highlight w:val="yellow"/>
        </w:rPr>
        <w:t>ust</w:t>
      </w:r>
      <w:proofErr w:type="spellEnd"/>
      <w:r w:rsidRPr="00AD2283">
        <w:rPr>
          <w:rFonts w:cstheme="minorHAnsi"/>
          <w:bCs/>
          <w:sz w:val="19"/>
          <w:szCs w:val="19"/>
          <w:highlight w:val="yellow"/>
        </w:rPr>
        <w:t>. § 2 odst. 1 písm. c) ZSZ</w:t>
      </w:r>
      <w:r w:rsidRPr="00AD2283">
        <w:rPr>
          <w:rFonts w:cstheme="minorHAnsi"/>
          <w:sz w:val="19"/>
          <w:szCs w:val="19"/>
          <w:highlight w:val="yellow"/>
        </w:rPr>
        <w:t>.</w:t>
      </w:r>
    </w:p>
    <w:p w14:paraId="45849B70" w14:textId="77777777" w:rsidR="00063C23" w:rsidRPr="00AD2283" w:rsidRDefault="00063C23" w:rsidP="00063C23">
      <w:pPr>
        <w:keepNext/>
        <w:keepLines/>
        <w:spacing w:after="80"/>
        <w:ind w:left="283" w:firstLine="284"/>
        <w:rPr>
          <w:rFonts w:cstheme="minorHAnsi"/>
          <w:sz w:val="19"/>
          <w:szCs w:val="19"/>
          <w:highlight w:val="yellow"/>
        </w:rPr>
      </w:pPr>
      <w:r w:rsidRPr="00AD2283">
        <w:rPr>
          <w:rFonts w:cstheme="minorHAnsi"/>
          <w:bCs/>
          <w:i/>
          <w:iCs/>
          <w:sz w:val="19"/>
          <w:szCs w:val="19"/>
          <w:highlight w:val="yellow"/>
        </w:rPr>
        <w:t>Alternativní varianta pro právnické osoby se sídlem v zahraničí</w:t>
      </w:r>
    </w:p>
    <w:p w14:paraId="0B4BE7CA" w14:textId="54515508" w:rsidR="00063C23" w:rsidRPr="00AD2283" w:rsidRDefault="00B8164E" w:rsidP="00800144">
      <w:pPr>
        <w:spacing w:after="160"/>
        <w:ind w:left="567" w:hanging="567"/>
        <w:rPr>
          <w:rFonts w:cstheme="minorHAnsi"/>
          <w:sz w:val="19"/>
          <w:szCs w:val="19"/>
          <w:highlight w:val="yellow"/>
        </w:rPr>
      </w:pPr>
      <w:r>
        <w:rPr>
          <w:rFonts w:cstheme="minorHAnsi"/>
          <w:sz w:val="19"/>
          <w:szCs w:val="19"/>
          <w:highlight w:val="yellow"/>
        </w:rPr>
        <w:t>11.</w:t>
      </w:r>
      <w:r w:rsidR="00800144">
        <w:rPr>
          <w:rFonts w:cstheme="minorHAnsi"/>
          <w:sz w:val="19"/>
          <w:szCs w:val="19"/>
          <w:highlight w:val="yellow"/>
        </w:rPr>
        <w:t xml:space="preserve">17. </w:t>
      </w:r>
      <w:r w:rsidR="00063C23" w:rsidRPr="00AD2283">
        <w:rPr>
          <w:rFonts w:cstheme="minorHAnsi"/>
          <w:sz w:val="19"/>
          <w:szCs w:val="19"/>
          <w:highlight w:val="yellow"/>
        </w:rPr>
        <w:t>Zhotovitel prohlašuje, že má v zahraniční evidenci obdobné evidenci skutečných majitelů podle zákona č. 37/2021 Sb., o evidenci skutečných majitelů, ve znění pozdějších předpisů (dále jen „</w:t>
      </w:r>
      <w:r w:rsidR="00063C23" w:rsidRPr="00AD2283">
        <w:rPr>
          <w:rFonts w:cstheme="minorHAnsi"/>
          <w:sz w:val="19"/>
          <w:szCs w:val="19"/>
          <w:highlight w:val="yellow"/>
          <w:u w:val="single"/>
        </w:rPr>
        <w:t>ZESM</w:t>
      </w:r>
      <w:r w:rsidR="00063C23" w:rsidRPr="00AD2283">
        <w:rPr>
          <w:rFonts w:cstheme="minorHAnsi"/>
          <w:sz w:val="19"/>
          <w:szCs w:val="19"/>
          <w:highlight w:val="yellow"/>
        </w:rPr>
        <w:t>“), zapsány úplné, přesné a aktuální údaje o svém skutečném majiteli, případně nemá povinnost mít v zahraniční evidenci tyto údaje zapsány nebo taková zahraniční evidence není příslušným státem vedena.</w:t>
      </w:r>
    </w:p>
    <w:p w14:paraId="7A07EA86" w14:textId="12EB3F8A" w:rsidR="00063C23" w:rsidRPr="008A3A5A" w:rsidRDefault="00005647" w:rsidP="00005647">
      <w:pPr>
        <w:pStyle w:val="Odstavec2"/>
        <w:numPr>
          <w:ilvl w:val="0"/>
          <w:numId w:val="0"/>
        </w:numPr>
        <w:spacing w:before="120"/>
        <w:ind w:left="567" w:hanging="567"/>
        <w:rPr>
          <w:rFonts w:cstheme="minorHAnsi"/>
          <w:sz w:val="19"/>
          <w:szCs w:val="19"/>
          <w:highlight w:val="yellow"/>
        </w:rPr>
      </w:pPr>
      <w:r>
        <w:rPr>
          <w:rFonts w:cstheme="minorHAnsi"/>
          <w:sz w:val="19"/>
          <w:szCs w:val="19"/>
          <w:highlight w:val="yellow"/>
        </w:rPr>
        <w:t>11.18.</w:t>
      </w:r>
      <w:r w:rsidR="00063C23" w:rsidRPr="00AD2283">
        <w:rPr>
          <w:rFonts w:cstheme="minorHAnsi"/>
          <w:sz w:val="19"/>
          <w:szCs w:val="19"/>
          <w:highlight w:val="yellow"/>
        </w:rPr>
        <w:tab/>
      </w:r>
      <w:r w:rsidR="00063C23" w:rsidRPr="008A3A5A">
        <w:rPr>
          <w:rFonts w:cstheme="minorHAnsi"/>
          <w:sz w:val="19"/>
          <w:szCs w:val="19"/>
          <w:highlight w:val="yellow"/>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1CBD1516" w14:textId="761D71F8" w:rsidR="00063C23" w:rsidRPr="00AD2283" w:rsidRDefault="00736C15" w:rsidP="00A32C5D">
      <w:pPr>
        <w:pStyle w:val="Odstavec2"/>
        <w:tabs>
          <w:tab w:val="clear" w:pos="4058"/>
          <w:tab w:val="num" w:pos="426"/>
        </w:tabs>
        <w:ind w:left="567"/>
      </w:pPr>
      <w:r>
        <w:t>Zhotovi</w:t>
      </w:r>
      <w:r w:rsidR="00063C23" w:rsidRPr="00AD2283">
        <w:t xml:space="preserve">tel prohlašuje a zavazuje se, že po dobu účinnosti této Smlouvy nebude podléhat Zhotovitel, jeho statutární zástupci, jeho společníci (jedná-li se o právnickou osobu), koneční vlastnící/beneficienti (obmyšlení), skuteční majitelé, osoba ovládající Zhotovitele či vykonávající vliv ve Zhotoviteli a/nebo osoba mající jinou kontrolu nad Zhotovitelem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t>4</w:t>
      </w:r>
      <w:r w:rsidR="00063C23" w:rsidRPr="00AD2283">
        <w:t xml:space="preserve"> této Smlouvy. </w:t>
      </w:r>
    </w:p>
    <w:p w14:paraId="42D2B11B" w14:textId="62AA3EA3" w:rsidR="00DE4742" w:rsidRPr="00915A0C" w:rsidRDefault="00063C23" w:rsidP="00A32C5D">
      <w:pPr>
        <w:pStyle w:val="Odstavec2"/>
        <w:ind w:left="567"/>
      </w:pPr>
      <w:r w:rsidRPr="00AD2283">
        <w:t xml:space="preserve">Zhotovitel se současně zavazuje písemně vyrozumět Objednatele o změně údajů a skutečností, o nichž činil čestné prohlášení o nepodléhání omezujícím opatření, které je přílohou č. </w:t>
      </w:r>
      <w:r w:rsidR="00736C15">
        <w:t>4</w:t>
      </w:r>
      <w:r w:rsidRPr="00AD2283">
        <w:t xml:space="preserve"> této Smlouvy, a to bez zbytečného odkladu, nejpozději však do pěti (5) pracovních dnů ode dne, kdy se dodavatel o takové změně dozvěděl a/nebo měl dozvědět</w:t>
      </w:r>
      <w:r w:rsidR="00DE4742">
        <w:t>.</w:t>
      </w:r>
    </w:p>
    <w:bookmarkEnd w:id="7"/>
    <w:p w14:paraId="3C671A94" w14:textId="77777777" w:rsidR="007C43CE" w:rsidRDefault="007C43CE" w:rsidP="00041139">
      <w:pPr>
        <w:pStyle w:val="Odstavec2"/>
        <w:numPr>
          <w:ilvl w:val="0"/>
          <w:numId w:val="0"/>
        </w:numPr>
        <w:ind w:left="709"/>
      </w:pPr>
    </w:p>
    <w:p w14:paraId="54C1DACD" w14:textId="77777777" w:rsidR="00655C3C" w:rsidRDefault="00655C3C" w:rsidP="00C333C0">
      <w:pPr>
        <w:pStyle w:val="lnek"/>
        <w:spacing w:before="360"/>
        <w:ind w:left="17"/>
        <w:rPr>
          <w:iCs/>
        </w:rPr>
      </w:pPr>
      <w:r w:rsidRPr="00655C3C">
        <w:rPr>
          <w:iCs/>
        </w:rPr>
        <w:t>Závěrečná ujednání</w:t>
      </w:r>
    </w:p>
    <w:p w14:paraId="2BF3D34D" w14:textId="77777777" w:rsidR="00260320" w:rsidRPr="00A60640" w:rsidRDefault="00260320" w:rsidP="007A4642">
      <w:pPr>
        <w:pStyle w:val="Odstavec2"/>
        <w:ind w:left="567"/>
      </w:pPr>
      <w:bookmarkStart w:id="8" w:name="_Hlk102467202"/>
      <w:bookmarkStart w:id="9" w:name="_Hlk96952344"/>
      <w:r w:rsidRPr="00A60640">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43FDE8DF" w14:textId="77777777" w:rsidR="00827D2F" w:rsidRPr="00A60640" w:rsidRDefault="00260320" w:rsidP="007A4642">
      <w:pPr>
        <w:pStyle w:val="Odstavec2"/>
        <w:ind w:left="567"/>
      </w:pPr>
      <w:r w:rsidRPr="00A60640">
        <w:t xml:space="preserve">Tato Smlouva a veškeré právní vztahy z ní vzniklé se řídí příslušnými ustanoveními zákona č. 89/2012 Sb., občanského zákoníku, a ostatními závaznými právními předpisy českého právního řádu. Smluvní strany si výslovně sjednávají, že ustanovení § 1765, § 1766, § 2609 z. č. 89/2012 Sb., občanského zákoníku, se na vztah založený touto Smlouvou nepoužijí. Smluvní strany se dále s ohledem na povahu Smlouvy dohodly, že Zhotovitel přebírá na sebe nebezpečí změny okolností ve smyslu </w:t>
      </w:r>
      <w:proofErr w:type="spellStart"/>
      <w:r w:rsidRPr="00A60640">
        <w:t>ust</w:t>
      </w:r>
      <w:proofErr w:type="spellEnd"/>
      <w:r w:rsidRPr="00A60640">
        <w:t xml:space="preserve">. § 2620 odst. 2 z. č. 89/2012 Sb., občanského zákoníku, a dále že bez předchozího písemného souhlasu Objednatele Zhotovitel nepřevede svá práva a povinnosti ze Smlouvy ani její části třetí osobě podle </w:t>
      </w:r>
      <w:proofErr w:type="spellStart"/>
      <w:r w:rsidRPr="00A60640">
        <w:t>ust</w:t>
      </w:r>
      <w:proofErr w:type="spellEnd"/>
      <w:r w:rsidRPr="00A60640">
        <w:t xml:space="preserve">. §§ 1895-1900 z. č. 89/2012 Sb., občanského zákoníku. </w:t>
      </w:r>
    </w:p>
    <w:p w14:paraId="7EDB79D1" w14:textId="77777777" w:rsidR="00260320" w:rsidRPr="00A60640" w:rsidRDefault="00260320" w:rsidP="007A4642">
      <w:pPr>
        <w:pStyle w:val="Odstavec2"/>
        <w:ind w:left="567"/>
      </w:pPr>
      <w:r w:rsidRPr="00A60640">
        <w:t xml:space="preserve">Tato Smlouva není převoditelná rubopisem. </w:t>
      </w:r>
    </w:p>
    <w:p w14:paraId="44DD39B7" w14:textId="77777777" w:rsidR="00260320" w:rsidRPr="00A60640" w:rsidRDefault="00260320" w:rsidP="007A4642">
      <w:pPr>
        <w:pStyle w:val="Odstavec2"/>
        <w:ind w:left="567"/>
      </w:pPr>
      <w:r w:rsidRPr="00A60640">
        <w:t>Smluvní strany prohlašují, že veškeré podmínky plnění, zejména práva a povinnosti, sankce za porušení Smlouvy, které byly mezi nimi v souvislosti s Dílem ujednány, jsou obsaženy v textu této Smlouvy</w:t>
      </w:r>
      <w:r w:rsidRPr="00A60640">
        <w:rPr>
          <w:b/>
          <w:bCs/>
        </w:rPr>
        <w:t xml:space="preserve"> </w:t>
      </w:r>
      <w:r w:rsidRPr="00A60640">
        <w:rPr>
          <w:bCs/>
        </w:rPr>
        <w:t>včetně jejích příloh, Závazných podkladech a dokumentech, na které Smlouva výslovně odkazuje</w:t>
      </w:r>
      <w:r w:rsidRPr="00A60640">
        <w:t xml:space="preserve">. Smluvní strany výslovně prohlašují, že ke dni uzavření této Smlouvy se </w:t>
      </w:r>
      <w:proofErr w:type="gramStart"/>
      <w:r w:rsidRPr="00A60640">
        <w:t>ruší</w:t>
      </w:r>
      <w:proofErr w:type="gramEnd"/>
      <w:r w:rsidRPr="00A60640">
        <w:t xml:space="preserve"> veškerá případná ujednání a dohody, které by se týkaly shodného předmětu plnění a tyto jsou v plném rozsahu nahrazeny ujednáními obsaženými v této Smlouvě, tj. neexistuje žádné jiné ujednání, které by tuto Smlouvu doplňovalo nebo měnilo. </w:t>
      </w:r>
    </w:p>
    <w:p w14:paraId="75FC05CE" w14:textId="77777777" w:rsidR="00260320" w:rsidRPr="00A60640" w:rsidRDefault="00260320" w:rsidP="007A4642">
      <w:pPr>
        <w:pStyle w:val="Odstavec2"/>
        <w:ind w:left="567"/>
      </w:pPr>
      <w:r w:rsidRPr="00A60640">
        <w:t xml:space="preserve">Jakékoliv jednání předvídané v této Smlouvě, musí být učiněno, není-li ve Smlouvě výslovně stanoveno jinak, písemně v listinné podobě a musí být s vyloučením </w:t>
      </w:r>
      <w:proofErr w:type="spellStart"/>
      <w:r w:rsidRPr="00A60640">
        <w:t>ust</w:t>
      </w:r>
      <w:proofErr w:type="spellEnd"/>
      <w:r w:rsidRPr="00A60640">
        <w:t>. § 566 zák. č. 89/2012 Sb., občanský zákoník, řádně podepsané oprávněnými osobami. Jakékoliv jiné jednání, včetně e-mailové korespondence, je bez právního významu, není-li ve Smlouvě výslovně stanoveno jinak.</w:t>
      </w:r>
    </w:p>
    <w:p w14:paraId="6077B85B" w14:textId="77777777" w:rsidR="00260320" w:rsidRPr="00A60640" w:rsidRDefault="00260320" w:rsidP="007A4642">
      <w:pPr>
        <w:pStyle w:val="Odstavec2"/>
        <w:ind w:left="567"/>
      </w:pPr>
      <w:r w:rsidRPr="00A60640">
        <w:t>Veškeré změny a doplnění této Smlouvy mohou být provedeny, pouze pokud to právní předpisy umožňují, a to pouze vzestupně číslovanými písemnými dodatky, podepsanými oprávněnými zástupci obou Smluvních stran na téže listině.</w:t>
      </w:r>
    </w:p>
    <w:p w14:paraId="6BE85319" w14:textId="77777777" w:rsidR="00260320" w:rsidRPr="00A60640" w:rsidRDefault="00260320" w:rsidP="007A4642">
      <w:pPr>
        <w:pStyle w:val="Odstavec2"/>
        <w:ind w:left="567"/>
      </w:pPr>
      <w:bookmarkStart w:id="10" w:name="_Ref321332148"/>
      <w:r w:rsidRPr="00A60640">
        <w:t>Nedílnou součástí této Smlouvy jsou přílohy:</w:t>
      </w:r>
      <w:bookmarkEnd w:id="10"/>
    </w:p>
    <w:p w14:paraId="4AC8D054" w14:textId="3A7A6A9A" w:rsidR="00260320" w:rsidRPr="00A60640" w:rsidRDefault="00260320" w:rsidP="00A26A28">
      <w:pPr>
        <w:pStyle w:val="Odstavec3"/>
        <w:ind w:left="2268" w:hanging="1842"/>
        <w:jc w:val="left"/>
      </w:pPr>
      <w:r w:rsidRPr="00A60640">
        <w:rPr>
          <w:rFonts w:cs="Arial"/>
        </w:rPr>
        <w:t>příloha č.</w:t>
      </w:r>
      <w:r w:rsidR="009020BF" w:rsidRPr="00A60640">
        <w:rPr>
          <w:rFonts w:cs="Arial"/>
        </w:rPr>
        <w:t xml:space="preserve"> </w:t>
      </w:r>
      <w:r w:rsidR="001F4469" w:rsidRPr="00A60640">
        <w:rPr>
          <w:rFonts w:cs="Arial"/>
        </w:rPr>
        <w:t>1</w:t>
      </w:r>
      <w:r w:rsidR="009020BF" w:rsidRPr="00A60640">
        <w:rPr>
          <w:rFonts w:cs="Arial"/>
        </w:rPr>
        <w:t xml:space="preserve"> </w:t>
      </w:r>
      <w:r w:rsidR="005C6F2C">
        <w:rPr>
          <w:rFonts w:cs="Arial"/>
        </w:rPr>
        <w:t>- H</w:t>
      </w:r>
      <w:r w:rsidRPr="00A60640">
        <w:rPr>
          <w:rFonts w:cs="Arial"/>
        </w:rPr>
        <w:t xml:space="preserve">armonogram plnění </w:t>
      </w:r>
      <w:r w:rsidRPr="00A60640">
        <w:rPr>
          <w:i/>
        </w:rPr>
        <w:t xml:space="preserve">(stane se součástí Smlouvy po odsouhlasení </w:t>
      </w:r>
      <w:r w:rsidR="004F1194" w:rsidRPr="00A60640">
        <w:rPr>
          <w:i/>
        </w:rPr>
        <w:t>Objednatelem</w:t>
      </w:r>
      <w:r w:rsidRPr="00A60640">
        <w:rPr>
          <w:i/>
        </w:rPr>
        <w:t>)</w:t>
      </w:r>
    </w:p>
    <w:p w14:paraId="14ED163D" w14:textId="05586D77" w:rsidR="00604CFD" w:rsidRPr="00A60640" w:rsidRDefault="00604CFD" w:rsidP="00D17AE6">
      <w:pPr>
        <w:pStyle w:val="Odstavec3"/>
        <w:ind w:hanging="5528"/>
        <w:jc w:val="left"/>
      </w:pPr>
      <w:r w:rsidRPr="00A60640">
        <w:t>příloha č</w:t>
      </w:r>
      <w:r w:rsidR="00C333C0" w:rsidRPr="00A60640">
        <w:t>.</w:t>
      </w:r>
      <w:r w:rsidRPr="00A60640">
        <w:t xml:space="preserve"> 2 </w:t>
      </w:r>
      <w:r w:rsidR="005C6F2C">
        <w:t>- C</w:t>
      </w:r>
      <w:r w:rsidR="00272BCB" w:rsidRPr="00A60640">
        <w:t>enová nabídka</w:t>
      </w:r>
      <w:r w:rsidRPr="00A60640">
        <w:t xml:space="preserve"> </w:t>
      </w:r>
    </w:p>
    <w:p w14:paraId="54C78C8C" w14:textId="2C6C27B4" w:rsidR="00D17AE6" w:rsidRDefault="00D17AE6" w:rsidP="00EB2DDC">
      <w:pPr>
        <w:pStyle w:val="Odstavec3"/>
        <w:ind w:left="1134" w:hanging="708"/>
      </w:pPr>
      <w:r w:rsidRPr="00A60640">
        <w:t xml:space="preserve">příloha č. 3 </w:t>
      </w:r>
      <w:r w:rsidR="005C6F2C">
        <w:t>- Č</w:t>
      </w:r>
      <w:r w:rsidRPr="00A60640">
        <w:t xml:space="preserve">estné prohlášení </w:t>
      </w:r>
      <w:bookmarkStart w:id="11" w:name="_Hlk102467335"/>
      <w:r w:rsidRPr="00A60640">
        <w:t xml:space="preserve">o neexistenci střetu zájmů a </w:t>
      </w:r>
      <w:r w:rsidR="00EB2DDC" w:rsidRPr="00A60640">
        <w:t xml:space="preserve">pravdivosti údajů o </w:t>
      </w:r>
      <w:r w:rsidRPr="00A60640">
        <w:t>skutečném</w:t>
      </w:r>
      <w:r w:rsidR="00EB2DDC" w:rsidRPr="00A60640">
        <w:t xml:space="preserve"> </w:t>
      </w:r>
      <w:r w:rsidRPr="00A60640">
        <w:t>majiteli</w:t>
      </w:r>
      <w:bookmarkEnd w:id="11"/>
    </w:p>
    <w:p w14:paraId="2EC5C535" w14:textId="16C5190B" w:rsidR="001B6C8D" w:rsidRDefault="005C6F2C" w:rsidP="00EB2DDC">
      <w:pPr>
        <w:pStyle w:val="Odstavec3"/>
        <w:ind w:left="1134" w:hanging="708"/>
      </w:pPr>
      <w:r>
        <w:t xml:space="preserve">příloha č. 4 - </w:t>
      </w:r>
      <w:r w:rsidR="001B6C8D" w:rsidRPr="00AD2283">
        <w:t>Čestné prohlášení o nepodléhání omezujícím opatřením</w:t>
      </w:r>
    </w:p>
    <w:p w14:paraId="667ACEF7" w14:textId="20320B3C" w:rsidR="00260320" w:rsidRDefault="00D17AE6" w:rsidP="007A4642">
      <w:pPr>
        <w:pStyle w:val="Odstavec2"/>
        <w:ind w:left="567"/>
      </w:pPr>
      <w:r w:rsidRPr="00A60640">
        <w:t xml:space="preserve">Tato Smlouva byla Smluvními stranami podepsána v pěti vyhotoveních, z nichž 3 (tři) vyhotovení </w:t>
      </w:r>
      <w:proofErr w:type="gramStart"/>
      <w:r w:rsidRPr="00A60640">
        <w:t>obdrží</w:t>
      </w:r>
      <w:proofErr w:type="gramEnd"/>
      <w:r w:rsidRPr="00A60640">
        <w:t xml:space="preserve"> Objednatel a 2 (dvě) vyhotovení obdrží Zhotovitel.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r w:rsidR="001E0F1E" w:rsidRPr="00A60640">
        <w:t>.</w:t>
      </w:r>
      <w:r w:rsidR="00745FCE">
        <w:t xml:space="preserve"> </w:t>
      </w:r>
    </w:p>
    <w:p w14:paraId="0607CE67" w14:textId="77777777" w:rsidR="002607AD" w:rsidRPr="0021275B" w:rsidRDefault="002607AD" w:rsidP="002607AD">
      <w:pPr>
        <w:pStyle w:val="lnek"/>
        <w:numPr>
          <w:ilvl w:val="0"/>
          <w:numId w:val="0"/>
        </w:numPr>
        <w:spacing w:before="120" w:after="0"/>
        <w:ind w:left="130" w:firstLine="437"/>
        <w:jc w:val="left"/>
        <w:rPr>
          <w:b w:val="0"/>
          <w:bCs w:val="0"/>
          <w:sz w:val="20"/>
        </w:rPr>
      </w:pPr>
      <w:r w:rsidRPr="0021275B">
        <w:rPr>
          <w:b w:val="0"/>
          <w:bCs w:val="0"/>
          <w:sz w:val="20"/>
          <w:highlight w:val="yellow"/>
        </w:rPr>
        <w:t>Alternativně</w:t>
      </w:r>
    </w:p>
    <w:p w14:paraId="6881D4AF" w14:textId="57C92F77" w:rsidR="0021275B" w:rsidRPr="0021275B" w:rsidRDefault="0021275B" w:rsidP="0021275B">
      <w:pPr>
        <w:spacing w:before="120" w:after="0"/>
        <w:ind w:left="567"/>
      </w:pPr>
      <w:r>
        <w:rPr>
          <w:rFonts w:cs="Arial"/>
        </w:rPr>
        <w:t xml:space="preserve">Tato Smlouva byla Smluvními stranami podepsána písemně v elektronické podobě. </w:t>
      </w:r>
      <w:r w:rsidRPr="00024600">
        <w:rPr>
          <w:rFonts w:cs="Arial"/>
        </w:rPr>
        <w:t>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0386DC6F" w14:textId="77777777" w:rsidR="008E5497" w:rsidRPr="00A60640" w:rsidRDefault="00827D2F" w:rsidP="0021275B">
      <w:pPr>
        <w:pStyle w:val="Odstavec2"/>
        <w:spacing w:before="120"/>
        <w:ind w:left="567"/>
      </w:pPr>
      <w:r w:rsidRPr="00A60640">
        <w:t xml:space="preserve">Tato Smlouva nabývá platnosti a účinnosti dnem jejího podpisu oběma Smluvními stranami, nestanoví-li obecně závazný právní předpis jinak. </w:t>
      </w:r>
    </w:p>
    <w:p w14:paraId="3921D096" w14:textId="594D2E62" w:rsidR="00827D2F" w:rsidRPr="00A60640" w:rsidRDefault="00827D2F" w:rsidP="007A4642">
      <w:pPr>
        <w:pStyle w:val="Odstavec2"/>
        <w:ind w:left="567"/>
      </w:pPr>
      <w:r w:rsidRPr="00A60640">
        <w:lastRenderedPageBreak/>
        <w:t>Smluvní strany vedeny dobrou vírou v nabytí účinnosti Smlouvy se dohodly, že poskytnou-li si s odkazem na Smlouvu od okamžiku je</w:t>
      </w:r>
      <w:r w:rsidR="000A59D6" w:rsidRPr="00A60640">
        <w:t>jí</w:t>
      </w:r>
      <w:r w:rsidRPr="00A60640">
        <w:t xml:space="preserve"> platnosti do okamžiku je</w:t>
      </w:r>
      <w:r w:rsidR="000A59D6" w:rsidRPr="00A60640">
        <w:t>jí</w:t>
      </w:r>
      <w:r w:rsidRPr="00A60640">
        <w:t xml:space="preserve"> účinnosti jakékoliv vzájemné plnění odpovídající předmětu Smlouvy, pak se na toto plnění uplatní podmínky, zejména práva a povinnosti Smluvních stran, stanovené Smlouvou.  Toto ujednání se vztahuje výlučně na plnění poskytnuté s výslovným odkazem na tuto Smlouva a/nebo, je-li bez jakýchkoliv pochybností zřejmé, že je takové plnění poskytováno smluvní stranou na základě této Smlouvy. </w:t>
      </w:r>
    </w:p>
    <w:p w14:paraId="614BDDBC" w14:textId="77777777" w:rsidR="00260320" w:rsidRPr="00A60640" w:rsidRDefault="00260320" w:rsidP="007A4642">
      <w:pPr>
        <w:pStyle w:val="Odstavec2"/>
        <w:ind w:left="567"/>
      </w:pPr>
      <w:r w:rsidRPr="00A60640">
        <w:t xml:space="preserve">Smluvní strany si dále sjednaly, že obsah Smlouvy je dále určen ustanoveními </w:t>
      </w:r>
      <w:r w:rsidRPr="00A60640">
        <w:rPr>
          <w:b/>
        </w:rPr>
        <w:t>Všeobecných obchodních podmínek (</w:t>
      </w:r>
      <w:r w:rsidR="00827D2F" w:rsidRPr="00A60640">
        <w:t xml:space="preserve">dále a výše také jen </w:t>
      </w:r>
      <w:r w:rsidRPr="00A60640">
        <w:rPr>
          <w:b/>
        </w:rPr>
        <w:t>„VOP“)</w:t>
      </w:r>
      <w:r w:rsidRPr="00A60640">
        <w:t xml:space="preserve">, které </w:t>
      </w:r>
      <w:proofErr w:type="gramStart"/>
      <w:r w:rsidRPr="00A60640">
        <w:t>tvoří</w:t>
      </w:r>
      <w:proofErr w:type="gramEnd"/>
      <w:r w:rsidRPr="00A60640">
        <w:t xml:space="preserve">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01AB18E7" w14:textId="30A9BC3E" w:rsidR="00A62735" w:rsidRPr="00A60640" w:rsidRDefault="004241D5" w:rsidP="00D17AE6">
      <w:pPr>
        <w:pStyle w:val="Odstavec3"/>
        <w:ind w:left="1560" w:hanging="993"/>
        <w:rPr>
          <w:rStyle w:val="Hypertextovodkaz"/>
          <w:color w:val="auto"/>
          <w:u w:val="none"/>
        </w:rPr>
      </w:pPr>
      <w:r w:rsidRPr="004241D5">
        <w:rPr>
          <w:rStyle w:val="Hypertextovodkaz"/>
          <w:color w:val="auto"/>
        </w:rPr>
        <w:t>VOP jsou uveřejněny na níže uvedené adrese v sekci „VOP-M“ https://www.ceproas.cz/vyberova-rizeni/zverejneni-poptavek</w:t>
      </w:r>
      <w:r>
        <w:rPr>
          <w:rStyle w:val="Hypertextovodkaz"/>
          <w:color w:val="auto"/>
        </w:rPr>
        <w:t>.</w:t>
      </w:r>
    </w:p>
    <w:p w14:paraId="36866DEF" w14:textId="45807CB6" w:rsidR="009C335A" w:rsidRPr="00A60640" w:rsidRDefault="00A62735" w:rsidP="007A4642">
      <w:pPr>
        <w:pStyle w:val="Odstavec2"/>
        <w:ind w:left="567"/>
      </w:pPr>
      <w:r w:rsidRPr="00A60640">
        <w:t>Objednatel je oprávněn aktualizovat VOP, a to i v průběhu realizace předmětu díla. O každé takové změně je Objednatel povinen Zhotovitele písemně informovat. Písemná podmínka je splněna i tehdy, je-li dané oznámení učiněno emailem s odkazem na platné znění VOP</w:t>
      </w:r>
      <w:r w:rsidR="00446BE8" w:rsidRPr="00A60640">
        <w:t>.</w:t>
      </w:r>
    </w:p>
    <w:p w14:paraId="5E342E3B" w14:textId="4A797EA2" w:rsidR="002D1DA0" w:rsidRPr="00A60640" w:rsidRDefault="002D1DA0" w:rsidP="007A4642">
      <w:pPr>
        <w:pStyle w:val="Odstavec2"/>
        <w:ind w:left="567"/>
      </w:pPr>
      <w:r w:rsidRPr="00A60640">
        <w:t xml:space="preserve">Nedílnou součástí Smlouvy </w:t>
      </w:r>
      <w:r w:rsidR="00F87126" w:rsidRPr="00A60640">
        <w:t xml:space="preserve">jsou podmínky uvedené v </w:t>
      </w:r>
      <w:r w:rsidRPr="00A60640">
        <w:t>Registr</w:t>
      </w:r>
      <w:r w:rsidR="00F87126" w:rsidRPr="00A60640">
        <w:t>u</w:t>
      </w:r>
      <w:r w:rsidRPr="00A60640">
        <w:t xml:space="preserve"> vymezující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12DE876C" w14:textId="134D4F27" w:rsidR="00F87126" w:rsidRPr="00A60640" w:rsidRDefault="004241D5" w:rsidP="00D17AE6">
      <w:pPr>
        <w:pStyle w:val="Odstavec3"/>
        <w:ind w:left="1560" w:hanging="993"/>
      </w:pPr>
      <w:r w:rsidRPr="004241D5">
        <w:rPr>
          <w:rStyle w:val="Hypertextovodkaz"/>
          <w:rFonts w:cs="Arial"/>
          <w:color w:val="auto"/>
          <w:u w:val="none"/>
        </w:rPr>
        <w:t>Registr je uveřejněn na níže uvedené adrese v sekci „Registr bezpečnostních požadavků“ na internetových stránkách https://www.ceproas.cz/vyberova-rizeni/zverejneni-poptavek</w:t>
      </w:r>
      <w:r>
        <w:rPr>
          <w:rStyle w:val="Hypertextovodkaz"/>
          <w:rFonts w:cs="Arial"/>
          <w:color w:val="auto"/>
          <w:u w:val="none"/>
        </w:rPr>
        <w:t>.</w:t>
      </w:r>
    </w:p>
    <w:p w14:paraId="7DFDE29E" w14:textId="77777777" w:rsidR="002D1DA0" w:rsidRPr="00A60640" w:rsidRDefault="002D1DA0" w:rsidP="007A4642">
      <w:pPr>
        <w:pStyle w:val="Odstavec2"/>
        <w:ind w:left="567"/>
      </w:pPr>
      <w:r w:rsidRPr="00A60640">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0FEBC3EF" w14:textId="27F90409" w:rsidR="002D1DA0" w:rsidRPr="00A60640" w:rsidRDefault="002D1DA0" w:rsidP="007A4642">
      <w:pPr>
        <w:pStyle w:val="Odstavec2"/>
        <w:ind w:left="567"/>
      </w:pPr>
      <w:r w:rsidRPr="00A60640">
        <w:t xml:space="preserve">V případě porušení povinností stanovených v Registru je Objednatel oprávněn ukládat Zhotoviteli nápravná opatření, včetně přerušení prací, a udělit sankce stanovené v Registru. </w:t>
      </w:r>
    </w:p>
    <w:p w14:paraId="234E1E5F" w14:textId="635C3C80" w:rsidR="00851EC8" w:rsidRPr="00A60640" w:rsidRDefault="00A62735" w:rsidP="007A4642">
      <w:pPr>
        <w:pStyle w:val="Odstavec2"/>
        <w:ind w:left="567"/>
      </w:pPr>
      <w:bookmarkStart w:id="12" w:name="_Hlk102467145"/>
      <w:r w:rsidRPr="00A60640">
        <w:t>Zhotovitel</w:t>
      </w:r>
      <w:r w:rsidR="00851EC8" w:rsidRPr="00A60640">
        <w:t xml:space="preserve"> prohlašuj</w:t>
      </w:r>
      <w:r w:rsidRPr="00A60640">
        <w:t>e</w:t>
      </w:r>
      <w:r w:rsidR="00851EC8" w:rsidRPr="00A60640">
        <w:t>, že se seznámil s</w:t>
      </w:r>
      <w:r w:rsidR="00EB2DDC" w:rsidRPr="00A60640">
        <w:t xml:space="preserve"> VOP a </w:t>
      </w:r>
      <w:r w:rsidR="00851EC8" w:rsidRPr="00A60640">
        <w:t>Registrem a právům a povinnostem v nich obsažených porozuměl</w:t>
      </w:r>
      <w:bookmarkEnd w:id="8"/>
      <w:bookmarkEnd w:id="12"/>
      <w:r w:rsidR="00851EC8" w:rsidRPr="00A60640">
        <w:t>.</w:t>
      </w:r>
    </w:p>
    <w:bookmarkEnd w:id="9"/>
    <w:p w14:paraId="0DF6A627" w14:textId="11756086" w:rsidR="00C30045" w:rsidRPr="00A60640" w:rsidRDefault="00C30045" w:rsidP="00C30045"/>
    <w:p w14:paraId="3AC271E3" w14:textId="77777777" w:rsidR="00260320" w:rsidRPr="00A60640" w:rsidRDefault="00260320" w:rsidP="00260320">
      <w:r w:rsidRPr="00A60640">
        <w:rPr>
          <w:b/>
        </w:rPr>
        <w:t>Za Objednatele</w:t>
      </w:r>
      <w:r w:rsidR="00C333C0" w:rsidRPr="00A60640">
        <w:rPr>
          <w:b/>
        </w:rPr>
        <w:t xml:space="preserve"> </w:t>
      </w:r>
      <w:r w:rsidR="00C333C0" w:rsidRPr="00A60640">
        <w:t>ČEPRO, a.s.</w:t>
      </w:r>
      <w:r w:rsidR="00C333C0" w:rsidRPr="00A60640">
        <w:tab/>
      </w:r>
      <w:r w:rsidRPr="00A60640">
        <w:rPr>
          <w:b/>
        </w:rPr>
        <w:tab/>
      </w:r>
      <w:r w:rsidRPr="00A60640">
        <w:tab/>
      </w:r>
      <w:r w:rsidRPr="00A60640">
        <w:tab/>
      </w:r>
      <w:r w:rsidRPr="00A60640">
        <w:tab/>
      </w:r>
      <w:r w:rsidRPr="00A60640">
        <w:tab/>
      </w:r>
      <w:r w:rsidRPr="00A60640">
        <w:tab/>
      </w:r>
      <w:r w:rsidRPr="00A60640">
        <w:tab/>
      </w:r>
      <w:r w:rsidRPr="00A60640">
        <w:tab/>
      </w:r>
      <w:r w:rsidRPr="00A60640">
        <w:rPr>
          <w:b/>
        </w:rPr>
        <w:t>Za Zhotovitele</w:t>
      </w:r>
      <w:r w:rsidR="00C333C0" w:rsidRPr="00A60640">
        <w:rPr>
          <w:b/>
        </w:rPr>
        <w:t xml:space="preserve"> </w:t>
      </w:r>
      <w:r w:rsidR="00C333C0" w:rsidRPr="00A60640">
        <w:rPr>
          <w:rFonts w:cs="Arial"/>
          <w:highlight w:val="yellow"/>
        </w:rPr>
        <w:t>[bude doplněno].</w:t>
      </w:r>
    </w:p>
    <w:p w14:paraId="5097EB74" w14:textId="77777777" w:rsidR="00260320" w:rsidRPr="00A60640" w:rsidRDefault="00260320" w:rsidP="00260320">
      <w:r w:rsidRPr="00A60640">
        <w:t>V Praze dne …………</w:t>
      </w:r>
      <w:proofErr w:type="gramStart"/>
      <w:r w:rsidRPr="00A60640">
        <w:t>…….</w:t>
      </w:r>
      <w:proofErr w:type="gramEnd"/>
      <w:r w:rsidRPr="00A60640">
        <w:t>.</w:t>
      </w:r>
      <w:r w:rsidRPr="00A60640">
        <w:tab/>
      </w:r>
      <w:r w:rsidRPr="00A60640">
        <w:tab/>
      </w:r>
      <w:r w:rsidRPr="00A60640">
        <w:tab/>
      </w:r>
      <w:r w:rsidRPr="00A60640">
        <w:tab/>
      </w:r>
      <w:r w:rsidRPr="00A60640">
        <w:tab/>
      </w:r>
      <w:r w:rsidRPr="00A60640">
        <w:tab/>
      </w:r>
      <w:r w:rsidRPr="00A60640">
        <w:tab/>
      </w:r>
      <w:r w:rsidRPr="00A60640">
        <w:tab/>
      </w:r>
      <w:r w:rsidRPr="00A60640">
        <w:tab/>
      </w:r>
      <w:r w:rsidRPr="00A60640">
        <w:tab/>
        <w:t>V ………………… dne…………….</w:t>
      </w:r>
    </w:p>
    <w:p w14:paraId="6F30A0BF" w14:textId="77777777" w:rsidR="00824254" w:rsidRPr="00A60640" w:rsidRDefault="00260320" w:rsidP="00824254">
      <w:pPr>
        <w:pStyle w:val="Odstavec2"/>
        <w:numPr>
          <w:ilvl w:val="0"/>
          <w:numId w:val="0"/>
        </w:numPr>
        <w:ind w:left="567" w:hanging="567"/>
        <w:rPr>
          <w:rStyle w:val="tsubjname"/>
        </w:rPr>
      </w:pPr>
      <w:r w:rsidRPr="00A60640">
        <w:tab/>
      </w:r>
      <w:r w:rsidRPr="00A60640">
        <w:tab/>
      </w:r>
      <w:r w:rsidRPr="00A60640">
        <w:tab/>
      </w:r>
      <w:r w:rsidRPr="00A60640">
        <w:tab/>
      </w:r>
      <w:r w:rsidRPr="00A60640">
        <w:tab/>
      </w:r>
      <w:r w:rsidRPr="00A60640">
        <w:tab/>
      </w:r>
      <w:r w:rsidRPr="00A60640">
        <w:tab/>
      </w:r>
      <w:r w:rsidRPr="00A60640">
        <w:tab/>
      </w:r>
      <w:r w:rsidRPr="00A60640">
        <w:tab/>
      </w:r>
      <w:r w:rsidRPr="00A60640">
        <w:tab/>
      </w:r>
      <w:r w:rsidRPr="00A60640">
        <w:tab/>
      </w:r>
      <w:r w:rsidRPr="00A60640">
        <w:tab/>
      </w:r>
      <w:r w:rsidRPr="00A60640">
        <w:tab/>
      </w:r>
    </w:p>
    <w:p w14:paraId="3793B6E6" w14:textId="77777777" w:rsidR="00260320" w:rsidRPr="00A60640" w:rsidRDefault="00260320" w:rsidP="00260320"/>
    <w:p w14:paraId="38DC649B" w14:textId="77777777" w:rsidR="00260320" w:rsidRPr="00A60640" w:rsidRDefault="00260320" w:rsidP="00260320">
      <w:r w:rsidRPr="00A60640">
        <w:t>……………………………</w:t>
      </w:r>
      <w:r w:rsidRPr="00A60640">
        <w:tab/>
      </w:r>
      <w:r w:rsidRPr="00A60640">
        <w:tab/>
      </w:r>
      <w:r w:rsidRPr="00A60640">
        <w:tab/>
      </w:r>
      <w:r w:rsidRPr="00A60640">
        <w:tab/>
      </w:r>
      <w:r w:rsidRPr="00A60640">
        <w:tab/>
      </w:r>
      <w:r w:rsidRPr="00A60640">
        <w:tab/>
      </w:r>
      <w:r w:rsidRPr="00A60640">
        <w:tab/>
      </w:r>
      <w:r w:rsidRPr="00A60640">
        <w:tab/>
      </w:r>
      <w:r w:rsidRPr="00A60640">
        <w:tab/>
      </w:r>
      <w:r w:rsidRPr="00A60640">
        <w:tab/>
      </w:r>
      <w:r w:rsidRPr="00A60640">
        <w:tab/>
        <w:t>…………………………..</w:t>
      </w:r>
    </w:p>
    <w:p w14:paraId="7A0C59FC" w14:textId="77777777" w:rsidR="00260320" w:rsidRPr="00A60640" w:rsidRDefault="00260320" w:rsidP="00260320">
      <w:pPr>
        <w:spacing w:after="0"/>
      </w:pPr>
      <w:r w:rsidRPr="00A60640">
        <w:t xml:space="preserve">Mgr. Jan Duspěva </w:t>
      </w:r>
      <w:r w:rsidRPr="00A60640">
        <w:tab/>
      </w:r>
      <w:r w:rsidRPr="00A60640">
        <w:tab/>
      </w:r>
      <w:r w:rsidRPr="00A60640">
        <w:tab/>
      </w:r>
      <w:r w:rsidRPr="00A60640">
        <w:tab/>
      </w:r>
      <w:r w:rsidRPr="00A60640">
        <w:tab/>
      </w:r>
      <w:r w:rsidRPr="00A60640">
        <w:tab/>
      </w:r>
      <w:r w:rsidRPr="00A60640">
        <w:tab/>
      </w:r>
      <w:r w:rsidRPr="00A60640">
        <w:tab/>
      </w:r>
      <w:r w:rsidRPr="00A60640">
        <w:tab/>
      </w:r>
      <w:r w:rsidRPr="00A60640">
        <w:tab/>
      </w:r>
      <w:r w:rsidRPr="00A60640">
        <w:tab/>
      </w:r>
      <w:r w:rsidRPr="00A60640">
        <w:tab/>
      </w:r>
      <w:r w:rsidRPr="00A60640">
        <w:tab/>
      </w:r>
      <w:r w:rsidR="00A32629" w:rsidRPr="00A60640">
        <w:rPr>
          <w:rFonts w:cs="Arial"/>
          <w:highlight w:val="yellow"/>
        </w:rPr>
        <w:t>[bude doplněno].</w:t>
      </w:r>
    </w:p>
    <w:p w14:paraId="46E503EB" w14:textId="77777777" w:rsidR="00260320" w:rsidRPr="00A60640" w:rsidRDefault="00260320" w:rsidP="00260320">
      <w:r w:rsidRPr="00A60640">
        <w:t>předseda představenstva</w:t>
      </w:r>
      <w:r w:rsidRPr="00A60640">
        <w:tab/>
      </w:r>
      <w:r w:rsidRPr="00A60640">
        <w:tab/>
      </w:r>
      <w:r w:rsidRPr="00A60640">
        <w:tab/>
      </w:r>
      <w:r w:rsidRPr="00A60640">
        <w:tab/>
      </w:r>
      <w:r w:rsidRPr="00A60640">
        <w:tab/>
      </w:r>
      <w:r w:rsidRPr="00A60640">
        <w:tab/>
      </w:r>
      <w:r w:rsidRPr="00A60640">
        <w:tab/>
      </w:r>
      <w:r w:rsidRPr="00A60640">
        <w:tab/>
      </w:r>
      <w:r w:rsidRPr="00A60640">
        <w:tab/>
      </w:r>
      <w:r w:rsidRPr="00A60640">
        <w:tab/>
      </w:r>
      <w:r w:rsidRPr="00A60640">
        <w:tab/>
      </w:r>
    </w:p>
    <w:p w14:paraId="5AD43373" w14:textId="77777777" w:rsidR="00260320" w:rsidRPr="00A60640" w:rsidRDefault="00260320" w:rsidP="00260320"/>
    <w:p w14:paraId="19C69DE5" w14:textId="77777777" w:rsidR="009C335A" w:rsidRPr="00A60640" w:rsidRDefault="009C335A" w:rsidP="00260320"/>
    <w:p w14:paraId="73A408DE" w14:textId="77777777" w:rsidR="00260320" w:rsidRPr="00A60640" w:rsidRDefault="00260320" w:rsidP="00260320">
      <w:r w:rsidRPr="00A60640">
        <w:t>……………………………</w:t>
      </w:r>
      <w:r w:rsidRPr="00A60640">
        <w:tab/>
      </w:r>
    </w:p>
    <w:p w14:paraId="76F53311" w14:textId="77777777" w:rsidR="00260320" w:rsidRPr="00A60640" w:rsidRDefault="00260320" w:rsidP="00260320">
      <w:pPr>
        <w:spacing w:after="0"/>
      </w:pPr>
      <w:r w:rsidRPr="00A60640">
        <w:t xml:space="preserve">Ing. </w:t>
      </w:r>
      <w:r w:rsidR="001127E5" w:rsidRPr="00A60640">
        <w:t>František Todt</w:t>
      </w:r>
      <w:r w:rsidRPr="00A60640">
        <w:tab/>
      </w:r>
    </w:p>
    <w:p w14:paraId="37B50E49" w14:textId="77777777" w:rsidR="0021315A" w:rsidRPr="00A60640" w:rsidRDefault="00260320" w:rsidP="009020BF">
      <w:r w:rsidRPr="00A60640">
        <w:t>člen představenstva</w:t>
      </w:r>
    </w:p>
    <w:p w14:paraId="37F1CAC8" w14:textId="77777777" w:rsidR="00272BCB" w:rsidRPr="00A60640" w:rsidRDefault="00272BCB" w:rsidP="009020BF"/>
    <w:p w14:paraId="48AD9D19" w14:textId="77777777" w:rsidR="00097464" w:rsidRPr="00A60640" w:rsidRDefault="00097464" w:rsidP="009020BF">
      <w:pPr>
        <w:rPr>
          <w:b/>
          <w:sz w:val="24"/>
        </w:rPr>
      </w:pPr>
    </w:p>
    <w:p w14:paraId="4FB48C8E" w14:textId="77777777" w:rsidR="00097464" w:rsidRPr="00A60640" w:rsidRDefault="00097464" w:rsidP="009020BF">
      <w:pPr>
        <w:rPr>
          <w:b/>
          <w:sz w:val="24"/>
        </w:rPr>
      </w:pPr>
    </w:p>
    <w:p w14:paraId="1E667AD4" w14:textId="77777777" w:rsidR="00097464" w:rsidRPr="00A60640" w:rsidRDefault="00097464" w:rsidP="009020BF">
      <w:pPr>
        <w:rPr>
          <w:b/>
          <w:sz w:val="24"/>
        </w:rPr>
      </w:pPr>
    </w:p>
    <w:p w14:paraId="2D61C1CA" w14:textId="73BE7C62" w:rsidR="006E4EC4" w:rsidRPr="00A60640" w:rsidRDefault="00EC7965" w:rsidP="009020BF">
      <w:pPr>
        <w:rPr>
          <w:b/>
          <w:sz w:val="24"/>
        </w:rPr>
      </w:pPr>
      <w:r w:rsidRPr="00A60640">
        <w:rPr>
          <w:b/>
          <w:sz w:val="24"/>
        </w:rPr>
        <w:t>Příloha č. 1</w:t>
      </w:r>
      <w:r w:rsidR="006E4EC4" w:rsidRPr="00A60640">
        <w:rPr>
          <w:b/>
          <w:sz w:val="24"/>
        </w:rPr>
        <w:t xml:space="preserve"> - Harmonogram plnění </w:t>
      </w:r>
    </w:p>
    <w:p w14:paraId="1A5429DE" w14:textId="5E1B6EC1" w:rsidR="009E00C5" w:rsidRPr="00A60640" w:rsidRDefault="009E00C5" w:rsidP="009E00C5">
      <w:pPr>
        <w:rPr>
          <w:rFonts w:cs="Arial"/>
          <w:szCs w:val="20"/>
        </w:rPr>
      </w:pPr>
      <w:r w:rsidRPr="00A60640">
        <w:rPr>
          <w:rFonts w:cs="Arial"/>
          <w:sz w:val="22"/>
          <w:szCs w:val="22"/>
        </w:rPr>
        <w:t>[</w:t>
      </w:r>
      <w:r w:rsidRPr="00A60640">
        <w:rPr>
          <w:i/>
        </w:rPr>
        <w:t xml:space="preserve">stane se součástí Smlouvy po odsouhlasení </w:t>
      </w:r>
      <w:r w:rsidR="004F1194" w:rsidRPr="00A60640">
        <w:rPr>
          <w:i/>
        </w:rPr>
        <w:t>Objednatelem</w:t>
      </w:r>
      <w:r w:rsidRPr="00A60640">
        <w:rPr>
          <w:rFonts w:cs="Arial"/>
          <w:szCs w:val="20"/>
        </w:rPr>
        <w:t>]</w:t>
      </w:r>
    </w:p>
    <w:p w14:paraId="29D6E811" w14:textId="77777777" w:rsidR="006E4EC4" w:rsidRPr="00A60640" w:rsidRDefault="006E4EC4" w:rsidP="009020BF">
      <w:pPr>
        <w:rPr>
          <w:b/>
          <w:sz w:val="24"/>
        </w:rPr>
      </w:pPr>
    </w:p>
    <w:p w14:paraId="3491936B" w14:textId="77777777" w:rsidR="00E71733" w:rsidRPr="00A60640" w:rsidRDefault="00E71733" w:rsidP="009020BF">
      <w:pPr>
        <w:rPr>
          <w:b/>
          <w:sz w:val="24"/>
        </w:rPr>
      </w:pPr>
    </w:p>
    <w:p w14:paraId="4FD12F09" w14:textId="77777777" w:rsidR="00E71733" w:rsidRPr="00A60640" w:rsidRDefault="00E71733" w:rsidP="009020BF">
      <w:pPr>
        <w:rPr>
          <w:b/>
          <w:sz w:val="24"/>
        </w:rPr>
      </w:pPr>
    </w:p>
    <w:p w14:paraId="27064AD5" w14:textId="77777777" w:rsidR="00E71733" w:rsidRDefault="00E71733" w:rsidP="009020BF">
      <w:pPr>
        <w:rPr>
          <w:b/>
          <w:sz w:val="24"/>
        </w:rPr>
      </w:pPr>
    </w:p>
    <w:p w14:paraId="77263579" w14:textId="17C6A2B0" w:rsidR="00E71733" w:rsidRDefault="00E71733" w:rsidP="009020BF">
      <w:pPr>
        <w:rPr>
          <w:b/>
          <w:sz w:val="24"/>
        </w:rPr>
      </w:pPr>
      <w:r>
        <w:rPr>
          <w:b/>
          <w:sz w:val="24"/>
        </w:rPr>
        <w:t xml:space="preserve">Příloha č. 2 – </w:t>
      </w:r>
      <w:r w:rsidR="00272BCB">
        <w:rPr>
          <w:b/>
          <w:sz w:val="24"/>
        </w:rPr>
        <w:t>Cenová nabídka</w:t>
      </w:r>
      <w:r>
        <w:rPr>
          <w:b/>
          <w:sz w:val="24"/>
        </w:rPr>
        <w:t xml:space="preserve"> </w:t>
      </w:r>
    </w:p>
    <w:p w14:paraId="0FDE5DD8" w14:textId="6C9C4EC7" w:rsidR="00E71733" w:rsidRDefault="00E71733" w:rsidP="00E71733">
      <w:pPr>
        <w:rPr>
          <w:rFonts w:cs="Arial"/>
        </w:rPr>
      </w:pPr>
      <w:r w:rsidRPr="00272BCB">
        <w:rPr>
          <w:rFonts w:cs="Arial"/>
        </w:rPr>
        <w:t>[bude doplněno]</w:t>
      </w:r>
    </w:p>
    <w:p w14:paraId="43872A4B" w14:textId="25407357" w:rsidR="004C541F" w:rsidRDefault="004C541F" w:rsidP="00E71733">
      <w:pPr>
        <w:rPr>
          <w:rFonts w:cs="Arial"/>
        </w:rPr>
      </w:pPr>
    </w:p>
    <w:p w14:paraId="33578188" w14:textId="4D2302AA" w:rsidR="004C541F" w:rsidRDefault="004C541F" w:rsidP="00E71733">
      <w:pPr>
        <w:rPr>
          <w:rFonts w:cs="Arial"/>
        </w:rPr>
      </w:pPr>
    </w:p>
    <w:p w14:paraId="532A0E6C" w14:textId="66DF74C7" w:rsidR="004C541F" w:rsidRDefault="004C541F" w:rsidP="00E71733">
      <w:pPr>
        <w:rPr>
          <w:rFonts w:cs="Arial"/>
        </w:rPr>
      </w:pPr>
    </w:p>
    <w:p w14:paraId="258FD754" w14:textId="1551D3E6" w:rsidR="004C541F" w:rsidRDefault="004C541F" w:rsidP="00E71733">
      <w:pPr>
        <w:rPr>
          <w:rFonts w:cs="Arial"/>
        </w:rPr>
      </w:pPr>
    </w:p>
    <w:p w14:paraId="29F9D6D2" w14:textId="77777777" w:rsidR="00B8164E" w:rsidRDefault="00B8164E" w:rsidP="00B8164E">
      <w:pPr>
        <w:rPr>
          <w:rFonts w:cs="Arial"/>
        </w:rPr>
      </w:pPr>
    </w:p>
    <w:p w14:paraId="62937143" w14:textId="0FECFEC8" w:rsidR="004C541F" w:rsidRPr="004C541F" w:rsidRDefault="004C541F" w:rsidP="00EB2DDC">
      <w:pPr>
        <w:pStyle w:val="Odstavec3"/>
        <w:numPr>
          <w:ilvl w:val="0"/>
          <w:numId w:val="0"/>
        </w:numPr>
        <w:rPr>
          <w:b/>
          <w:sz w:val="24"/>
          <w:szCs w:val="24"/>
        </w:rPr>
      </w:pPr>
      <w:r>
        <w:rPr>
          <w:b/>
          <w:sz w:val="24"/>
          <w:szCs w:val="24"/>
        </w:rPr>
        <w:t>P</w:t>
      </w:r>
      <w:r w:rsidRPr="004C541F">
        <w:rPr>
          <w:b/>
          <w:sz w:val="24"/>
          <w:szCs w:val="24"/>
        </w:rPr>
        <w:t xml:space="preserve">říloha č. 3 čestné prohlášení o neexistenci střetu zájmů a </w:t>
      </w:r>
      <w:r w:rsidR="00EB2DDC">
        <w:rPr>
          <w:b/>
          <w:sz w:val="24"/>
          <w:szCs w:val="24"/>
        </w:rPr>
        <w:t>pravdivosti údajů o </w:t>
      </w:r>
      <w:r w:rsidRPr="004C541F">
        <w:rPr>
          <w:b/>
          <w:sz w:val="24"/>
          <w:szCs w:val="24"/>
        </w:rPr>
        <w:t>skutečném majiteli</w:t>
      </w:r>
    </w:p>
    <w:p w14:paraId="59C6680D" w14:textId="29FB5508" w:rsidR="004C541F" w:rsidRDefault="004C541F" w:rsidP="00E71733">
      <w:pPr>
        <w:rPr>
          <w:rFonts w:cs="Arial"/>
        </w:rPr>
      </w:pPr>
      <w:r w:rsidRPr="00272BCB">
        <w:rPr>
          <w:rFonts w:cs="Arial"/>
        </w:rPr>
        <w:t>[bude doplněno]</w:t>
      </w:r>
    </w:p>
    <w:p w14:paraId="4D7662C0" w14:textId="77777777" w:rsidR="00B8164E" w:rsidRDefault="00B8164E" w:rsidP="00E71733">
      <w:pPr>
        <w:rPr>
          <w:rFonts w:cs="Arial"/>
        </w:rPr>
      </w:pPr>
    </w:p>
    <w:p w14:paraId="7C883A3B" w14:textId="77777777" w:rsidR="00B8164E" w:rsidRDefault="00B8164E" w:rsidP="00E71733">
      <w:pPr>
        <w:rPr>
          <w:rFonts w:cs="Arial"/>
        </w:rPr>
      </w:pPr>
    </w:p>
    <w:p w14:paraId="4E98119D" w14:textId="77777777" w:rsidR="00B8164E" w:rsidRDefault="00B8164E" w:rsidP="00E71733">
      <w:pPr>
        <w:rPr>
          <w:rFonts w:cs="Arial"/>
        </w:rPr>
      </w:pPr>
    </w:p>
    <w:p w14:paraId="2421EC6F" w14:textId="558FD8A9" w:rsidR="00B8164E" w:rsidRPr="004C541F" w:rsidRDefault="00B8164E" w:rsidP="00B8164E">
      <w:pPr>
        <w:pStyle w:val="Odstavec3"/>
        <w:numPr>
          <w:ilvl w:val="0"/>
          <w:numId w:val="0"/>
        </w:numPr>
        <w:rPr>
          <w:b/>
          <w:sz w:val="24"/>
          <w:szCs w:val="24"/>
        </w:rPr>
      </w:pPr>
      <w:r>
        <w:rPr>
          <w:b/>
          <w:sz w:val="24"/>
          <w:szCs w:val="24"/>
        </w:rPr>
        <w:t>P</w:t>
      </w:r>
      <w:r w:rsidRPr="004C541F">
        <w:rPr>
          <w:b/>
          <w:sz w:val="24"/>
          <w:szCs w:val="24"/>
        </w:rPr>
        <w:t xml:space="preserve">říloha č. </w:t>
      </w:r>
      <w:r>
        <w:rPr>
          <w:b/>
          <w:sz w:val="24"/>
          <w:szCs w:val="24"/>
        </w:rPr>
        <w:t>4</w:t>
      </w:r>
      <w:r w:rsidRPr="004C541F">
        <w:rPr>
          <w:b/>
          <w:sz w:val="24"/>
          <w:szCs w:val="24"/>
        </w:rPr>
        <w:t xml:space="preserve"> čestné prohlášení o </w:t>
      </w:r>
      <w:r>
        <w:rPr>
          <w:b/>
          <w:sz w:val="24"/>
          <w:szCs w:val="24"/>
        </w:rPr>
        <w:t>nepodléhání omezujícím opatřením</w:t>
      </w:r>
    </w:p>
    <w:p w14:paraId="44783278" w14:textId="77777777" w:rsidR="00B8164E" w:rsidRPr="00B91C3F" w:rsidRDefault="00B8164E" w:rsidP="00B8164E">
      <w:pPr>
        <w:rPr>
          <w:b/>
          <w:sz w:val="24"/>
        </w:rPr>
      </w:pPr>
      <w:r w:rsidRPr="00272BCB">
        <w:rPr>
          <w:rFonts w:cs="Arial"/>
        </w:rPr>
        <w:t>[bude doplněno]</w:t>
      </w:r>
    </w:p>
    <w:p w14:paraId="0A381247" w14:textId="77777777" w:rsidR="00B8164E" w:rsidRPr="00B91C3F" w:rsidRDefault="00B8164E" w:rsidP="00E71733">
      <w:pPr>
        <w:rPr>
          <w:b/>
          <w:sz w:val="24"/>
        </w:rPr>
      </w:pPr>
    </w:p>
    <w:sectPr w:rsidR="00B8164E" w:rsidRPr="00B91C3F" w:rsidSect="008A5C94">
      <w:headerReference w:type="default" r:id="rId18"/>
      <w:footerReference w:type="default" r:id="rId19"/>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98D04" w14:textId="77777777" w:rsidR="00F12976" w:rsidRDefault="00F12976">
      <w:r>
        <w:separator/>
      </w:r>
    </w:p>
  </w:endnote>
  <w:endnote w:type="continuationSeparator" w:id="0">
    <w:p w14:paraId="3624FDFC" w14:textId="77777777" w:rsidR="00F12976" w:rsidRDefault="00F12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D8EA7" w14:textId="77777777" w:rsidR="007A78CF" w:rsidRDefault="007A78CF">
    <w:pPr>
      <w:pStyle w:val="Zpat"/>
    </w:pPr>
    <w:r>
      <w:rPr>
        <w:noProof/>
        <w:sz w:val="20"/>
      </w:rPr>
      <mc:AlternateContent>
        <mc:Choice Requires="wps">
          <w:drawing>
            <wp:anchor distT="4294967295" distB="4294967295" distL="114300" distR="114300" simplePos="0" relativeHeight="251657728" behindDoc="0" locked="0" layoutInCell="1" allowOverlap="1" wp14:anchorId="2DCBAB18" wp14:editId="796F7130">
              <wp:simplePos x="0" y="0"/>
              <wp:positionH relativeFrom="column">
                <wp:posOffset>-114300</wp:posOffset>
              </wp:positionH>
              <wp:positionV relativeFrom="paragraph">
                <wp:posOffset>-8891</wp:posOffset>
              </wp:positionV>
              <wp:extent cx="60579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8308C1"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"/>
          </w:pict>
        </mc:Fallback>
      </mc:AlternateContent>
    </w:r>
  </w:p>
  <w:p w14:paraId="22468AAA" w14:textId="77777777" w:rsidR="007A78CF" w:rsidRDefault="007A78CF">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Pr>
        <w:rStyle w:val="slostrnky"/>
        <w:noProof/>
      </w:rPr>
      <w:t>2</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Pr>
        <w:rStyle w:val="slostrnky"/>
        <w:noProof/>
      </w:rPr>
      <w:t>10</w:t>
    </w:r>
    <w:r>
      <w:rPr>
        <w:rStyle w:val="slostrnky"/>
      </w:rPr>
      <w:fldChar w:fldCharType="end"/>
    </w:r>
  </w:p>
  <w:p w14:paraId="0742681D" w14:textId="77777777" w:rsidR="007A78CF" w:rsidRDefault="007A78C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859BC" w14:textId="77777777" w:rsidR="00F12976" w:rsidRDefault="00F12976">
      <w:r>
        <w:separator/>
      </w:r>
    </w:p>
  </w:footnote>
  <w:footnote w:type="continuationSeparator" w:id="0">
    <w:p w14:paraId="5B6029CA" w14:textId="77777777" w:rsidR="00F12976" w:rsidRDefault="00F129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A9C1C" w14:textId="77777777" w:rsidR="007A78CF" w:rsidRDefault="007A78CF">
    <w:pPr>
      <w:pStyle w:val="Zhlav"/>
    </w:pPr>
    <w:r>
      <w:t>Číslo smlouvy:</w:t>
    </w:r>
  </w:p>
  <w:p w14:paraId="7023A5F3" w14:textId="7FAFF233" w:rsidR="007A78CF" w:rsidRDefault="007A78CF">
    <w:pPr>
      <w:pStyle w:val="Zhlav"/>
    </w:pPr>
    <w:r>
      <w:t xml:space="preserve">Číslo VŘ: </w:t>
    </w:r>
    <w:r w:rsidR="00CD5AE1">
      <w:t>199/24</w:t>
    </w:r>
    <w:r>
      <w:t>/OCN</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506770"/>
    <w:multiLevelType w:val="hybridMultilevel"/>
    <w:tmpl w:val="56961244"/>
    <w:lvl w:ilvl="0" w:tplc="BBC296B6">
      <w:start w:val="1"/>
      <w:numFmt w:val="decimalZero"/>
      <w:lvlText w:val="%1."/>
      <w:lvlJc w:val="left"/>
      <w:pPr>
        <w:ind w:left="1068" w:hanging="360"/>
      </w:pPr>
      <w:rPr>
        <w:rFonts w:ascii="Arial" w:hAnsi="Arial" w:hint="default"/>
        <w:sz w:val="2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394972FC"/>
    <w:multiLevelType w:val="hybridMultilevel"/>
    <w:tmpl w:val="13C4C77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2A30AEB"/>
    <w:multiLevelType w:val="hybridMultilevel"/>
    <w:tmpl w:val="156C0CC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52E850FF"/>
    <w:multiLevelType w:val="multilevel"/>
    <w:tmpl w:val="6DBEAE40"/>
    <w:lvl w:ilvl="0">
      <w:start w:val="1"/>
      <w:numFmt w:val="lowerLetter"/>
      <w:pStyle w:val="Odrky-psmena"/>
      <w:lvlText w:val="%1)"/>
      <w:lvlJc w:val="left"/>
      <w:pPr>
        <w:tabs>
          <w:tab w:val="num" w:pos="720"/>
        </w:tabs>
        <w:ind w:left="720" w:hanging="360"/>
      </w:pPr>
      <w:rPr>
        <w:rFonts w:cs="Times New Roman"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cs="Times New Roman" w:hint="default"/>
      </w:rPr>
    </w:lvl>
    <w:lvl w:ilvl="3">
      <w:start w:val="1"/>
      <w:numFmt w:val="none"/>
      <w:lvlText w:val=""/>
      <w:lvlJc w:val="left"/>
      <w:pPr>
        <w:tabs>
          <w:tab w:val="num" w:pos="1800"/>
        </w:tabs>
        <w:ind w:left="1800" w:hanging="360"/>
      </w:pPr>
      <w:rPr>
        <w:rFonts w:cs="Times New Roman" w:hint="default"/>
      </w:rPr>
    </w:lvl>
    <w:lvl w:ilvl="4">
      <w:start w:val="1"/>
      <w:numFmt w:val="none"/>
      <w:lvlText w:val=""/>
      <w:lvlJc w:val="left"/>
      <w:pPr>
        <w:tabs>
          <w:tab w:val="num" w:pos="2160"/>
        </w:tabs>
        <w:ind w:left="2160" w:hanging="360"/>
      </w:pPr>
      <w:rPr>
        <w:rFonts w:cs="Times New Roman" w:hint="default"/>
      </w:rPr>
    </w:lvl>
    <w:lvl w:ilvl="5">
      <w:start w:val="1"/>
      <w:numFmt w:val="none"/>
      <w:lvlText w:val=""/>
      <w:lvlJc w:val="left"/>
      <w:pPr>
        <w:tabs>
          <w:tab w:val="num" w:pos="2520"/>
        </w:tabs>
        <w:ind w:left="2520" w:hanging="360"/>
      </w:pPr>
      <w:rPr>
        <w:rFonts w:cs="Times New Roman" w:hint="default"/>
      </w:rPr>
    </w:lvl>
    <w:lvl w:ilvl="6">
      <w:start w:val="1"/>
      <w:numFmt w:val="none"/>
      <w:lvlText w:val=""/>
      <w:lvlJc w:val="left"/>
      <w:pPr>
        <w:tabs>
          <w:tab w:val="num" w:pos="2880"/>
        </w:tabs>
        <w:ind w:left="2880" w:hanging="360"/>
      </w:pPr>
      <w:rPr>
        <w:rFonts w:cs="Times New Roman" w:hint="default"/>
      </w:rPr>
    </w:lvl>
    <w:lvl w:ilvl="7">
      <w:start w:val="1"/>
      <w:numFmt w:val="none"/>
      <w:lvlText w:val=""/>
      <w:lvlJc w:val="left"/>
      <w:pPr>
        <w:tabs>
          <w:tab w:val="num" w:pos="3240"/>
        </w:tabs>
        <w:ind w:left="3240" w:hanging="360"/>
      </w:pPr>
      <w:rPr>
        <w:rFonts w:cs="Times New Roman" w:hint="default"/>
      </w:rPr>
    </w:lvl>
    <w:lvl w:ilvl="8">
      <w:start w:val="1"/>
      <w:numFmt w:val="none"/>
      <w:lvlText w:val="%9"/>
      <w:lvlJc w:val="left"/>
      <w:pPr>
        <w:tabs>
          <w:tab w:val="num" w:pos="3600"/>
        </w:tabs>
        <w:ind w:left="3600" w:hanging="360"/>
      </w:pPr>
      <w:rPr>
        <w:rFonts w:cs="Times New Roman" w:hint="default"/>
      </w:rPr>
    </w:lvl>
  </w:abstractNum>
  <w:abstractNum w:abstractNumId="7" w15:restartNumberingAfterBreak="0">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8" w15:restartNumberingAfterBreak="0">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6504202F"/>
    <w:multiLevelType w:val="multilevel"/>
    <w:tmpl w:val="3A064BE4"/>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4058"/>
        </w:tabs>
        <w:ind w:left="3545" w:hanging="567"/>
      </w:pPr>
      <w:rPr>
        <w:rFonts w:hint="default"/>
      </w:rPr>
    </w:lvl>
    <w:lvl w:ilvl="2">
      <w:start w:val="1"/>
      <w:numFmt w:val="ordinal"/>
      <w:pStyle w:val="Odstavec3"/>
      <w:lvlText w:val="%1%2%3"/>
      <w:lvlJc w:val="left"/>
      <w:pPr>
        <w:tabs>
          <w:tab w:val="num" w:pos="6184"/>
        </w:tabs>
        <w:ind w:left="5954" w:hanging="850"/>
      </w:pPr>
      <w:rPr>
        <w:rFonts w:hint="default"/>
      </w:rPr>
    </w:lvl>
    <w:lvl w:ilvl="3">
      <w:start w:val="1"/>
      <w:numFmt w:val="lowerLetter"/>
      <w:pStyle w:val="Odstavec4"/>
      <w:lvlText w:val="%4)"/>
      <w:lvlJc w:val="left"/>
      <w:pPr>
        <w:ind w:left="927" w:hanging="360"/>
      </w:p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0" w15:restartNumberingAfterBreak="0">
    <w:nsid w:val="674D330A"/>
    <w:multiLevelType w:val="hybridMultilevel"/>
    <w:tmpl w:val="9D484DC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C595395"/>
    <w:multiLevelType w:val="hybridMultilevel"/>
    <w:tmpl w:val="97449440"/>
    <w:lvl w:ilvl="0" w:tplc="04050001">
      <w:start w:val="1"/>
      <w:numFmt w:val="bullet"/>
      <w:lvlText w:val=""/>
      <w:lvlJc w:val="left"/>
      <w:pPr>
        <w:ind w:left="2007" w:hanging="360"/>
      </w:pPr>
      <w:rPr>
        <w:rFonts w:ascii="Symbol" w:hAnsi="Symbol"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12" w15:restartNumberingAfterBreak="0">
    <w:nsid w:val="766023D5"/>
    <w:multiLevelType w:val="hybridMultilevel"/>
    <w:tmpl w:val="B17EDCAE"/>
    <w:lvl w:ilvl="0" w:tplc="53D6D428">
      <w:start w:val="1"/>
      <w:numFmt w:val="decimalZero"/>
      <w:lvlText w:val="%1."/>
      <w:lvlJc w:val="left"/>
      <w:pPr>
        <w:ind w:left="1068" w:hanging="360"/>
      </w:pPr>
      <w:rPr>
        <w:rFonts w:ascii="Arial" w:hAnsi="Arial" w:hint="default"/>
        <w:sz w:val="2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16cid:durableId="903099921">
    <w:abstractNumId w:val="9"/>
  </w:num>
  <w:num w:numId="2" w16cid:durableId="1364096148">
    <w:abstractNumId w:val="7"/>
  </w:num>
  <w:num w:numId="3" w16cid:durableId="781339344">
    <w:abstractNumId w:val="4"/>
  </w:num>
  <w:num w:numId="4" w16cid:durableId="1079868324">
    <w:abstractNumId w:val="9"/>
  </w:num>
  <w:num w:numId="5" w16cid:durableId="395278748">
    <w:abstractNumId w:val="2"/>
  </w:num>
  <w:num w:numId="6" w16cid:durableId="812909323">
    <w:abstractNumId w:val="8"/>
  </w:num>
  <w:num w:numId="7" w16cid:durableId="334236368">
    <w:abstractNumId w:val="1"/>
  </w:num>
  <w:num w:numId="8" w16cid:durableId="1653749223">
    <w:abstractNumId w:val="5"/>
  </w:num>
  <w:num w:numId="9" w16cid:durableId="50467324">
    <w:abstractNumId w:val="11"/>
  </w:num>
  <w:num w:numId="10" w16cid:durableId="1749036487">
    <w:abstractNumId w:val="6"/>
  </w:num>
  <w:num w:numId="11" w16cid:durableId="2054769207">
    <w:abstractNumId w:val="10"/>
  </w:num>
  <w:num w:numId="12" w16cid:durableId="1549301262">
    <w:abstractNumId w:val="9"/>
  </w:num>
  <w:num w:numId="13" w16cid:durableId="1834948660">
    <w:abstractNumId w:val="9"/>
  </w:num>
  <w:num w:numId="14" w16cid:durableId="1183786111">
    <w:abstractNumId w:val="9"/>
  </w:num>
  <w:num w:numId="15" w16cid:durableId="1401950914">
    <w:abstractNumId w:val="9"/>
  </w:num>
  <w:num w:numId="16" w16cid:durableId="661007975">
    <w:abstractNumId w:val="0"/>
  </w:num>
  <w:num w:numId="17" w16cid:durableId="1183324305">
    <w:abstractNumId w:val="12"/>
  </w:num>
  <w:num w:numId="18" w16cid:durableId="1705014394">
    <w:abstractNumId w:val="3"/>
  </w:num>
  <w:num w:numId="19" w16cid:durableId="497884912">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D59"/>
    <w:rsid w:val="00001C17"/>
    <w:rsid w:val="000021E7"/>
    <w:rsid w:val="00003A79"/>
    <w:rsid w:val="00005647"/>
    <w:rsid w:val="0000598D"/>
    <w:rsid w:val="0001215E"/>
    <w:rsid w:val="0001651C"/>
    <w:rsid w:val="00016C62"/>
    <w:rsid w:val="00023735"/>
    <w:rsid w:val="000270B1"/>
    <w:rsid w:val="000301B7"/>
    <w:rsid w:val="00040F39"/>
    <w:rsid w:val="00041139"/>
    <w:rsid w:val="00044BDD"/>
    <w:rsid w:val="000514D9"/>
    <w:rsid w:val="000548FF"/>
    <w:rsid w:val="00057845"/>
    <w:rsid w:val="00062C6A"/>
    <w:rsid w:val="00063C23"/>
    <w:rsid w:val="00063FA7"/>
    <w:rsid w:val="00065CBF"/>
    <w:rsid w:val="0007144A"/>
    <w:rsid w:val="00073B09"/>
    <w:rsid w:val="00081CA1"/>
    <w:rsid w:val="00085614"/>
    <w:rsid w:val="000903BB"/>
    <w:rsid w:val="000928C3"/>
    <w:rsid w:val="00097464"/>
    <w:rsid w:val="000A5604"/>
    <w:rsid w:val="000A59D6"/>
    <w:rsid w:val="000A6E4A"/>
    <w:rsid w:val="000A7339"/>
    <w:rsid w:val="000A7535"/>
    <w:rsid w:val="000C04EF"/>
    <w:rsid w:val="000C1AFD"/>
    <w:rsid w:val="000C22EE"/>
    <w:rsid w:val="000C7DA8"/>
    <w:rsid w:val="000D01C0"/>
    <w:rsid w:val="000D056C"/>
    <w:rsid w:val="000D19D8"/>
    <w:rsid w:val="000D5CE1"/>
    <w:rsid w:val="000E2A37"/>
    <w:rsid w:val="000E6996"/>
    <w:rsid w:val="000F1564"/>
    <w:rsid w:val="000F1631"/>
    <w:rsid w:val="000F1791"/>
    <w:rsid w:val="000F1B20"/>
    <w:rsid w:val="000F22EF"/>
    <w:rsid w:val="000F694E"/>
    <w:rsid w:val="000F6B7A"/>
    <w:rsid w:val="001127E5"/>
    <w:rsid w:val="00123A98"/>
    <w:rsid w:val="001264F0"/>
    <w:rsid w:val="001265C5"/>
    <w:rsid w:val="001269D0"/>
    <w:rsid w:val="00126F96"/>
    <w:rsid w:val="0012741E"/>
    <w:rsid w:val="001325A7"/>
    <w:rsid w:val="00134E0C"/>
    <w:rsid w:val="00136CBA"/>
    <w:rsid w:val="00141550"/>
    <w:rsid w:val="00156460"/>
    <w:rsid w:val="00165472"/>
    <w:rsid w:val="00171AF7"/>
    <w:rsid w:val="00174275"/>
    <w:rsid w:val="00177A51"/>
    <w:rsid w:val="00180965"/>
    <w:rsid w:val="00186149"/>
    <w:rsid w:val="00187B67"/>
    <w:rsid w:val="001938A7"/>
    <w:rsid w:val="001A01E8"/>
    <w:rsid w:val="001A2CD7"/>
    <w:rsid w:val="001A5581"/>
    <w:rsid w:val="001B1FA9"/>
    <w:rsid w:val="001B45CB"/>
    <w:rsid w:val="001B6C8D"/>
    <w:rsid w:val="001C2C96"/>
    <w:rsid w:val="001C363B"/>
    <w:rsid w:val="001C6853"/>
    <w:rsid w:val="001D5C40"/>
    <w:rsid w:val="001D774E"/>
    <w:rsid w:val="001E0F1E"/>
    <w:rsid w:val="001E11A3"/>
    <w:rsid w:val="001E3F82"/>
    <w:rsid w:val="001E406E"/>
    <w:rsid w:val="001E58B9"/>
    <w:rsid w:val="001F099F"/>
    <w:rsid w:val="001F1A7B"/>
    <w:rsid w:val="001F3E3A"/>
    <w:rsid w:val="001F4469"/>
    <w:rsid w:val="00204984"/>
    <w:rsid w:val="00212065"/>
    <w:rsid w:val="0021275B"/>
    <w:rsid w:val="0021315A"/>
    <w:rsid w:val="00214918"/>
    <w:rsid w:val="002154FD"/>
    <w:rsid w:val="00216448"/>
    <w:rsid w:val="00221EBB"/>
    <w:rsid w:val="0022388B"/>
    <w:rsid w:val="00223F4C"/>
    <w:rsid w:val="00225234"/>
    <w:rsid w:val="0022724C"/>
    <w:rsid w:val="002302D6"/>
    <w:rsid w:val="00237160"/>
    <w:rsid w:val="00245CA9"/>
    <w:rsid w:val="00250DC1"/>
    <w:rsid w:val="002525FB"/>
    <w:rsid w:val="00260320"/>
    <w:rsid w:val="002607AD"/>
    <w:rsid w:val="00262B4D"/>
    <w:rsid w:val="00263C89"/>
    <w:rsid w:val="00265F9E"/>
    <w:rsid w:val="00272BCB"/>
    <w:rsid w:val="002746AC"/>
    <w:rsid w:val="00276C81"/>
    <w:rsid w:val="00280022"/>
    <w:rsid w:val="00285689"/>
    <w:rsid w:val="0029095D"/>
    <w:rsid w:val="00292526"/>
    <w:rsid w:val="00294A2F"/>
    <w:rsid w:val="0029672B"/>
    <w:rsid w:val="002A1D88"/>
    <w:rsid w:val="002A2DCF"/>
    <w:rsid w:val="002A745C"/>
    <w:rsid w:val="002B2538"/>
    <w:rsid w:val="002B6B05"/>
    <w:rsid w:val="002C1525"/>
    <w:rsid w:val="002C1DFE"/>
    <w:rsid w:val="002D040A"/>
    <w:rsid w:val="002D1DA0"/>
    <w:rsid w:val="002D6E0B"/>
    <w:rsid w:val="002E0660"/>
    <w:rsid w:val="002E12EE"/>
    <w:rsid w:val="002E16FB"/>
    <w:rsid w:val="002E2F90"/>
    <w:rsid w:val="002E61AC"/>
    <w:rsid w:val="002F1A86"/>
    <w:rsid w:val="002F1B3A"/>
    <w:rsid w:val="002F3B41"/>
    <w:rsid w:val="002F6183"/>
    <w:rsid w:val="00303A9B"/>
    <w:rsid w:val="00313D5A"/>
    <w:rsid w:val="00316B1B"/>
    <w:rsid w:val="00316F94"/>
    <w:rsid w:val="0031724E"/>
    <w:rsid w:val="0033475E"/>
    <w:rsid w:val="0035186F"/>
    <w:rsid w:val="00363594"/>
    <w:rsid w:val="003649DA"/>
    <w:rsid w:val="00364B8A"/>
    <w:rsid w:val="00365C3D"/>
    <w:rsid w:val="003716CF"/>
    <w:rsid w:val="00383332"/>
    <w:rsid w:val="003872B1"/>
    <w:rsid w:val="00390FA5"/>
    <w:rsid w:val="00392AF5"/>
    <w:rsid w:val="0039330C"/>
    <w:rsid w:val="003936C1"/>
    <w:rsid w:val="003A2089"/>
    <w:rsid w:val="003B0487"/>
    <w:rsid w:val="003B298C"/>
    <w:rsid w:val="003B3F47"/>
    <w:rsid w:val="003C6E40"/>
    <w:rsid w:val="003C6F9E"/>
    <w:rsid w:val="003D1F5E"/>
    <w:rsid w:val="003D4924"/>
    <w:rsid w:val="003E4696"/>
    <w:rsid w:val="003E6B52"/>
    <w:rsid w:val="003E732F"/>
    <w:rsid w:val="003E74EF"/>
    <w:rsid w:val="003F36DC"/>
    <w:rsid w:val="003F3C68"/>
    <w:rsid w:val="003F629A"/>
    <w:rsid w:val="003F6341"/>
    <w:rsid w:val="004157B4"/>
    <w:rsid w:val="0041631A"/>
    <w:rsid w:val="00416D2A"/>
    <w:rsid w:val="004241D5"/>
    <w:rsid w:val="004306D9"/>
    <w:rsid w:val="00432092"/>
    <w:rsid w:val="00434C55"/>
    <w:rsid w:val="00435D9F"/>
    <w:rsid w:val="004406B8"/>
    <w:rsid w:val="00446BE8"/>
    <w:rsid w:val="00451C47"/>
    <w:rsid w:val="00453080"/>
    <w:rsid w:val="004530DA"/>
    <w:rsid w:val="00453FF9"/>
    <w:rsid w:val="00463689"/>
    <w:rsid w:val="00464773"/>
    <w:rsid w:val="0046517F"/>
    <w:rsid w:val="0046654E"/>
    <w:rsid w:val="00471490"/>
    <w:rsid w:val="00476B21"/>
    <w:rsid w:val="00480451"/>
    <w:rsid w:val="0048481F"/>
    <w:rsid w:val="0048681A"/>
    <w:rsid w:val="00492A3B"/>
    <w:rsid w:val="00492F27"/>
    <w:rsid w:val="00494CA6"/>
    <w:rsid w:val="0049588B"/>
    <w:rsid w:val="004B2906"/>
    <w:rsid w:val="004B43FB"/>
    <w:rsid w:val="004B76F8"/>
    <w:rsid w:val="004C37ED"/>
    <w:rsid w:val="004C52DB"/>
    <w:rsid w:val="004C541F"/>
    <w:rsid w:val="004C573C"/>
    <w:rsid w:val="004D26EE"/>
    <w:rsid w:val="004D3036"/>
    <w:rsid w:val="004D3C48"/>
    <w:rsid w:val="004E6D5A"/>
    <w:rsid w:val="004F1194"/>
    <w:rsid w:val="004F1967"/>
    <w:rsid w:val="004F2583"/>
    <w:rsid w:val="004F5000"/>
    <w:rsid w:val="004F5D9C"/>
    <w:rsid w:val="004F6DA7"/>
    <w:rsid w:val="00503141"/>
    <w:rsid w:val="00504A17"/>
    <w:rsid w:val="00516C22"/>
    <w:rsid w:val="00521FE0"/>
    <w:rsid w:val="00527031"/>
    <w:rsid w:val="00527E7C"/>
    <w:rsid w:val="0053471E"/>
    <w:rsid w:val="0054141E"/>
    <w:rsid w:val="00544F8F"/>
    <w:rsid w:val="0054668B"/>
    <w:rsid w:val="00547108"/>
    <w:rsid w:val="00550AE0"/>
    <w:rsid w:val="00551DD0"/>
    <w:rsid w:val="005555DE"/>
    <w:rsid w:val="005562E1"/>
    <w:rsid w:val="005569CF"/>
    <w:rsid w:val="00565157"/>
    <w:rsid w:val="005678CD"/>
    <w:rsid w:val="00571767"/>
    <w:rsid w:val="005725A4"/>
    <w:rsid w:val="00573009"/>
    <w:rsid w:val="005838B2"/>
    <w:rsid w:val="00583C0A"/>
    <w:rsid w:val="00590D10"/>
    <w:rsid w:val="0059189E"/>
    <w:rsid w:val="0059256B"/>
    <w:rsid w:val="005949F2"/>
    <w:rsid w:val="00596834"/>
    <w:rsid w:val="005A3BF5"/>
    <w:rsid w:val="005B09E0"/>
    <w:rsid w:val="005B2D37"/>
    <w:rsid w:val="005B3CAE"/>
    <w:rsid w:val="005C5D01"/>
    <w:rsid w:val="005C6F2C"/>
    <w:rsid w:val="005D19E9"/>
    <w:rsid w:val="005D1C0C"/>
    <w:rsid w:val="005D1C50"/>
    <w:rsid w:val="005E0049"/>
    <w:rsid w:val="005E271A"/>
    <w:rsid w:val="005E3CC8"/>
    <w:rsid w:val="005E4E8B"/>
    <w:rsid w:val="005E539D"/>
    <w:rsid w:val="005F0363"/>
    <w:rsid w:val="005F3141"/>
    <w:rsid w:val="005F6FA2"/>
    <w:rsid w:val="00602DC6"/>
    <w:rsid w:val="00604CFD"/>
    <w:rsid w:val="0061257C"/>
    <w:rsid w:val="006160C6"/>
    <w:rsid w:val="0062668F"/>
    <w:rsid w:val="00632837"/>
    <w:rsid w:val="00635D66"/>
    <w:rsid w:val="00640FEE"/>
    <w:rsid w:val="006437E3"/>
    <w:rsid w:val="0065106A"/>
    <w:rsid w:val="00655C3C"/>
    <w:rsid w:val="00656398"/>
    <w:rsid w:val="00656869"/>
    <w:rsid w:val="00657A0E"/>
    <w:rsid w:val="00662A4B"/>
    <w:rsid w:val="006663CF"/>
    <w:rsid w:val="00676035"/>
    <w:rsid w:val="0068071D"/>
    <w:rsid w:val="006857A4"/>
    <w:rsid w:val="00695B3D"/>
    <w:rsid w:val="00696611"/>
    <w:rsid w:val="00697212"/>
    <w:rsid w:val="006A01A1"/>
    <w:rsid w:val="006A5D41"/>
    <w:rsid w:val="006B3F3A"/>
    <w:rsid w:val="006C3C62"/>
    <w:rsid w:val="006D1D12"/>
    <w:rsid w:val="006D50FC"/>
    <w:rsid w:val="006D7915"/>
    <w:rsid w:val="006E22E6"/>
    <w:rsid w:val="006E2DDB"/>
    <w:rsid w:val="006E4EC4"/>
    <w:rsid w:val="006E6111"/>
    <w:rsid w:val="006E62A8"/>
    <w:rsid w:val="006F0DC6"/>
    <w:rsid w:val="006F16BC"/>
    <w:rsid w:val="006F2ABC"/>
    <w:rsid w:val="006F3D7B"/>
    <w:rsid w:val="006F5596"/>
    <w:rsid w:val="006F773F"/>
    <w:rsid w:val="00700876"/>
    <w:rsid w:val="00710178"/>
    <w:rsid w:val="0071552B"/>
    <w:rsid w:val="00720254"/>
    <w:rsid w:val="00720FCE"/>
    <w:rsid w:val="00721B40"/>
    <w:rsid w:val="00721C8A"/>
    <w:rsid w:val="0072315C"/>
    <w:rsid w:val="007312D3"/>
    <w:rsid w:val="00736C15"/>
    <w:rsid w:val="00745FCE"/>
    <w:rsid w:val="00750320"/>
    <w:rsid w:val="00754117"/>
    <w:rsid w:val="007669FE"/>
    <w:rsid w:val="00772ACE"/>
    <w:rsid w:val="00773234"/>
    <w:rsid w:val="00775470"/>
    <w:rsid w:val="00777E87"/>
    <w:rsid w:val="00790973"/>
    <w:rsid w:val="00792EE0"/>
    <w:rsid w:val="00796A9A"/>
    <w:rsid w:val="007A0137"/>
    <w:rsid w:val="007A4642"/>
    <w:rsid w:val="007A4C5F"/>
    <w:rsid w:val="007A4D7E"/>
    <w:rsid w:val="007A78CF"/>
    <w:rsid w:val="007B0C02"/>
    <w:rsid w:val="007B1761"/>
    <w:rsid w:val="007B4DCB"/>
    <w:rsid w:val="007B66B0"/>
    <w:rsid w:val="007B7EA7"/>
    <w:rsid w:val="007C0363"/>
    <w:rsid w:val="007C0974"/>
    <w:rsid w:val="007C130D"/>
    <w:rsid w:val="007C43CE"/>
    <w:rsid w:val="007C48F3"/>
    <w:rsid w:val="007C563C"/>
    <w:rsid w:val="007C6C45"/>
    <w:rsid w:val="007C6EF9"/>
    <w:rsid w:val="007D3B16"/>
    <w:rsid w:val="007D4773"/>
    <w:rsid w:val="007D6856"/>
    <w:rsid w:val="007D7DF5"/>
    <w:rsid w:val="007E3B60"/>
    <w:rsid w:val="007E66EB"/>
    <w:rsid w:val="007F0F58"/>
    <w:rsid w:val="007F180F"/>
    <w:rsid w:val="007F3FC6"/>
    <w:rsid w:val="007F5FDF"/>
    <w:rsid w:val="007F75D8"/>
    <w:rsid w:val="007F7B03"/>
    <w:rsid w:val="00800144"/>
    <w:rsid w:val="00805EDF"/>
    <w:rsid w:val="00811ABD"/>
    <w:rsid w:val="00812724"/>
    <w:rsid w:val="0082354F"/>
    <w:rsid w:val="00824254"/>
    <w:rsid w:val="00827D2F"/>
    <w:rsid w:val="0083560A"/>
    <w:rsid w:val="00835AEE"/>
    <w:rsid w:val="0083746F"/>
    <w:rsid w:val="00847722"/>
    <w:rsid w:val="00847822"/>
    <w:rsid w:val="0085009E"/>
    <w:rsid w:val="00851EC8"/>
    <w:rsid w:val="0085221A"/>
    <w:rsid w:val="00853AE7"/>
    <w:rsid w:val="00857B7D"/>
    <w:rsid w:val="00863613"/>
    <w:rsid w:val="00866370"/>
    <w:rsid w:val="008677BC"/>
    <w:rsid w:val="008743AE"/>
    <w:rsid w:val="00877146"/>
    <w:rsid w:val="008841E9"/>
    <w:rsid w:val="00884798"/>
    <w:rsid w:val="0088601F"/>
    <w:rsid w:val="008923F5"/>
    <w:rsid w:val="00893834"/>
    <w:rsid w:val="00894719"/>
    <w:rsid w:val="00894A7C"/>
    <w:rsid w:val="00895BE8"/>
    <w:rsid w:val="008964A6"/>
    <w:rsid w:val="008A3A5A"/>
    <w:rsid w:val="008A5C94"/>
    <w:rsid w:val="008A6305"/>
    <w:rsid w:val="008A7185"/>
    <w:rsid w:val="008A75B2"/>
    <w:rsid w:val="008C3352"/>
    <w:rsid w:val="008C358B"/>
    <w:rsid w:val="008C6718"/>
    <w:rsid w:val="008C733B"/>
    <w:rsid w:val="008D0617"/>
    <w:rsid w:val="008D462C"/>
    <w:rsid w:val="008D61FF"/>
    <w:rsid w:val="008D67F1"/>
    <w:rsid w:val="008E5497"/>
    <w:rsid w:val="008E7541"/>
    <w:rsid w:val="008F0D6D"/>
    <w:rsid w:val="008F0F75"/>
    <w:rsid w:val="008F316D"/>
    <w:rsid w:val="008F48B5"/>
    <w:rsid w:val="009020BF"/>
    <w:rsid w:val="009068E0"/>
    <w:rsid w:val="00907CDB"/>
    <w:rsid w:val="00907D7C"/>
    <w:rsid w:val="00915A0C"/>
    <w:rsid w:val="00920EFC"/>
    <w:rsid w:val="009267C4"/>
    <w:rsid w:val="00926BF8"/>
    <w:rsid w:val="00926F45"/>
    <w:rsid w:val="00931278"/>
    <w:rsid w:val="00931C8A"/>
    <w:rsid w:val="00957B2E"/>
    <w:rsid w:val="009672A4"/>
    <w:rsid w:val="00986F82"/>
    <w:rsid w:val="00994DBB"/>
    <w:rsid w:val="009968E1"/>
    <w:rsid w:val="009977C2"/>
    <w:rsid w:val="009A0F9B"/>
    <w:rsid w:val="009A2174"/>
    <w:rsid w:val="009A5FE8"/>
    <w:rsid w:val="009B0855"/>
    <w:rsid w:val="009B3AA5"/>
    <w:rsid w:val="009B4036"/>
    <w:rsid w:val="009B49C6"/>
    <w:rsid w:val="009B6304"/>
    <w:rsid w:val="009B6ABB"/>
    <w:rsid w:val="009C1BFB"/>
    <w:rsid w:val="009C335A"/>
    <w:rsid w:val="009C45A1"/>
    <w:rsid w:val="009C4ED7"/>
    <w:rsid w:val="009C5697"/>
    <w:rsid w:val="009C5711"/>
    <w:rsid w:val="009C6A0D"/>
    <w:rsid w:val="009C762C"/>
    <w:rsid w:val="009D5B61"/>
    <w:rsid w:val="009D6FBF"/>
    <w:rsid w:val="009D7072"/>
    <w:rsid w:val="009E00C5"/>
    <w:rsid w:val="009E369A"/>
    <w:rsid w:val="009F0EB0"/>
    <w:rsid w:val="009F1730"/>
    <w:rsid w:val="00A01EFA"/>
    <w:rsid w:val="00A02841"/>
    <w:rsid w:val="00A06994"/>
    <w:rsid w:val="00A10175"/>
    <w:rsid w:val="00A11317"/>
    <w:rsid w:val="00A11FC2"/>
    <w:rsid w:val="00A12A48"/>
    <w:rsid w:val="00A221CF"/>
    <w:rsid w:val="00A262AB"/>
    <w:rsid w:val="00A26A28"/>
    <w:rsid w:val="00A32629"/>
    <w:rsid w:val="00A32C5D"/>
    <w:rsid w:val="00A35782"/>
    <w:rsid w:val="00A40B83"/>
    <w:rsid w:val="00A424C4"/>
    <w:rsid w:val="00A56C3D"/>
    <w:rsid w:val="00A60640"/>
    <w:rsid w:val="00A62735"/>
    <w:rsid w:val="00A65122"/>
    <w:rsid w:val="00A719F9"/>
    <w:rsid w:val="00A73860"/>
    <w:rsid w:val="00A7793B"/>
    <w:rsid w:val="00A82C15"/>
    <w:rsid w:val="00A904EC"/>
    <w:rsid w:val="00A9506A"/>
    <w:rsid w:val="00A9542F"/>
    <w:rsid w:val="00AA0670"/>
    <w:rsid w:val="00AA0D25"/>
    <w:rsid w:val="00AA3803"/>
    <w:rsid w:val="00AB2A8D"/>
    <w:rsid w:val="00AD79F9"/>
    <w:rsid w:val="00AD7D48"/>
    <w:rsid w:val="00AE3CC7"/>
    <w:rsid w:val="00AE4E4F"/>
    <w:rsid w:val="00AF2120"/>
    <w:rsid w:val="00AF489E"/>
    <w:rsid w:val="00AF68B0"/>
    <w:rsid w:val="00AF6C32"/>
    <w:rsid w:val="00AF7D06"/>
    <w:rsid w:val="00AF7DD3"/>
    <w:rsid w:val="00B00130"/>
    <w:rsid w:val="00B100F7"/>
    <w:rsid w:val="00B119E8"/>
    <w:rsid w:val="00B13399"/>
    <w:rsid w:val="00B14E27"/>
    <w:rsid w:val="00B20BE0"/>
    <w:rsid w:val="00B22CD9"/>
    <w:rsid w:val="00B35620"/>
    <w:rsid w:val="00B449A5"/>
    <w:rsid w:val="00B44B17"/>
    <w:rsid w:val="00B534A7"/>
    <w:rsid w:val="00B54C2C"/>
    <w:rsid w:val="00B72A04"/>
    <w:rsid w:val="00B76D44"/>
    <w:rsid w:val="00B77AA5"/>
    <w:rsid w:val="00B804A9"/>
    <w:rsid w:val="00B8164E"/>
    <w:rsid w:val="00B81D84"/>
    <w:rsid w:val="00B83376"/>
    <w:rsid w:val="00B85ED8"/>
    <w:rsid w:val="00B877AC"/>
    <w:rsid w:val="00B8787C"/>
    <w:rsid w:val="00B91C3F"/>
    <w:rsid w:val="00B96459"/>
    <w:rsid w:val="00B966F7"/>
    <w:rsid w:val="00BA055C"/>
    <w:rsid w:val="00BA29AB"/>
    <w:rsid w:val="00BA556D"/>
    <w:rsid w:val="00BA59A8"/>
    <w:rsid w:val="00BA5F19"/>
    <w:rsid w:val="00BA6828"/>
    <w:rsid w:val="00BB275C"/>
    <w:rsid w:val="00BB2B6D"/>
    <w:rsid w:val="00BB3C8B"/>
    <w:rsid w:val="00BB4838"/>
    <w:rsid w:val="00BB5277"/>
    <w:rsid w:val="00BC53DC"/>
    <w:rsid w:val="00BD4CAD"/>
    <w:rsid w:val="00BE18A9"/>
    <w:rsid w:val="00BE2E82"/>
    <w:rsid w:val="00BE30C3"/>
    <w:rsid w:val="00C027C6"/>
    <w:rsid w:val="00C05CBE"/>
    <w:rsid w:val="00C1059F"/>
    <w:rsid w:val="00C115C2"/>
    <w:rsid w:val="00C30045"/>
    <w:rsid w:val="00C30D59"/>
    <w:rsid w:val="00C322B4"/>
    <w:rsid w:val="00C333C0"/>
    <w:rsid w:val="00C33DDE"/>
    <w:rsid w:val="00C35F4D"/>
    <w:rsid w:val="00C43689"/>
    <w:rsid w:val="00C43C5E"/>
    <w:rsid w:val="00C4431D"/>
    <w:rsid w:val="00C46063"/>
    <w:rsid w:val="00C6659F"/>
    <w:rsid w:val="00C666FC"/>
    <w:rsid w:val="00C83AFD"/>
    <w:rsid w:val="00C92A1E"/>
    <w:rsid w:val="00C93BFE"/>
    <w:rsid w:val="00C93E3D"/>
    <w:rsid w:val="00C962BE"/>
    <w:rsid w:val="00CA0AF9"/>
    <w:rsid w:val="00CA244C"/>
    <w:rsid w:val="00CA30A7"/>
    <w:rsid w:val="00CB2D2D"/>
    <w:rsid w:val="00CB423A"/>
    <w:rsid w:val="00CB6E83"/>
    <w:rsid w:val="00CD1BFE"/>
    <w:rsid w:val="00CD5972"/>
    <w:rsid w:val="00CD5AE1"/>
    <w:rsid w:val="00CE5008"/>
    <w:rsid w:val="00CE7696"/>
    <w:rsid w:val="00CF1DA9"/>
    <w:rsid w:val="00CF465E"/>
    <w:rsid w:val="00CF717E"/>
    <w:rsid w:val="00D05403"/>
    <w:rsid w:val="00D07AD8"/>
    <w:rsid w:val="00D07EA5"/>
    <w:rsid w:val="00D14726"/>
    <w:rsid w:val="00D16993"/>
    <w:rsid w:val="00D17AE6"/>
    <w:rsid w:val="00D17CE0"/>
    <w:rsid w:val="00D32BB4"/>
    <w:rsid w:val="00D347D8"/>
    <w:rsid w:val="00D37E3A"/>
    <w:rsid w:val="00D419AA"/>
    <w:rsid w:val="00D42935"/>
    <w:rsid w:val="00D433B9"/>
    <w:rsid w:val="00D57543"/>
    <w:rsid w:val="00D577F1"/>
    <w:rsid w:val="00D600AD"/>
    <w:rsid w:val="00D63788"/>
    <w:rsid w:val="00D6621C"/>
    <w:rsid w:val="00D74A9F"/>
    <w:rsid w:val="00D875C2"/>
    <w:rsid w:val="00DA4169"/>
    <w:rsid w:val="00DA4258"/>
    <w:rsid w:val="00DB1862"/>
    <w:rsid w:val="00DB188A"/>
    <w:rsid w:val="00DB4E21"/>
    <w:rsid w:val="00DB6D96"/>
    <w:rsid w:val="00DD057C"/>
    <w:rsid w:val="00DD3CB9"/>
    <w:rsid w:val="00DD57F1"/>
    <w:rsid w:val="00DD6392"/>
    <w:rsid w:val="00DE237E"/>
    <w:rsid w:val="00DE2DF8"/>
    <w:rsid w:val="00DE3217"/>
    <w:rsid w:val="00DE4742"/>
    <w:rsid w:val="00DF0135"/>
    <w:rsid w:val="00E00091"/>
    <w:rsid w:val="00E02B9F"/>
    <w:rsid w:val="00E11B72"/>
    <w:rsid w:val="00E16EF0"/>
    <w:rsid w:val="00E20EF3"/>
    <w:rsid w:val="00E22228"/>
    <w:rsid w:val="00E22C8D"/>
    <w:rsid w:val="00E24FC0"/>
    <w:rsid w:val="00E26075"/>
    <w:rsid w:val="00E322F9"/>
    <w:rsid w:val="00E3750D"/>
    <w:rsid w:val="00E4686E"/>
    <w:rsid w:val="00E53F36"/>
    <w:rsid w:val="00E540FD"/>
    <w:rsid w:val="00E60DD6"/>
    <w:rsid w:val="00E66C0B"/>
    <w:rsid w:val="00E713AD"/>
    <w:rsid w:val="00E71733"/>
    <w:rsid w:val="00E75412"/>
    <w:rsid w:val="00E7609C"/>
    <w:rsid w:val="00E76B31"/>
    <w:rsid w:val="00E852B7"/>
    <w:rsid w:val="00E922C8"/>
    <w:rsid w:val="00E97CA4"/>
    <w:rsid w:val="00EA0733"/>
    <w:rsid w:val="00EA67A6"/>
    <w:rsid w:val="00EB2DDC"/>
    <w:rsid w:val="00EB3805"/>
    <w:rsid w:val="00EB4676"/>
    <w:rsid w:val="00EB4A48"/>
    <w:rsid w:val="00EB6D4C"/>
    <w:rsid w:val="00EC1A76"/>
    <w:rsid w:val="00EC59B3"/>
    <w:rsid w:val="00EC7965"/>
    <w:rsid w:val="00ED16C2"/>
    <w:rsid w:val="00ED2CD2"/>
    <w:rsid w:val="00ED2FCF"/>
    <w:rsid w:val="00ED3F11"/>
    <w:rsid w:val="00ED4BA7"/>
    <w:rsid w:val="00EF6CEC"/>
    <w:rsid w:val="00F0251A"/>
    <w:rsid w:val="00F113EF"/>
    <w:rsid w:val="00F12976"/>
    <w:rsid w:val="00F170E6"/>
    <w:rsid w:val="00F27CC1"/>
    <w:rsid w:val="00F33C6B"/>
    <w:rsid w:val="00F354C8"/>
    <w:rsid w:val="00F35810"/>
    <w:rsid w:val="00F437B8"/>
    <w:rsid w:val="00F521EB"/>
    <w:rsid w:val="00F52484"/>
    <w:rsid w:val="00F533C3"/>
    <w:rsid w:val="00F561B0"/>
    <w:rsid w:val="00F56751"/>
    <w:rsid w:val="00F6297F"/>
    <w:rsid w:val="00F7122B"/>
    <w:rsid w:val="00F76109"/>
    <w:rsid w:val="00F77E4F"/>
    <w:rsid w:val="00F805E2"/>
    <w:rsid w:val="00F81EC5"/>
    <w:rsid w:val="00F8227D"/>
    <w:rsid w:val="00F8471C"/>
    <w:rsid w:val="00F87126"/>
    <w:rsid w:val="00F910EF"/>
    <w:rsid w:val="00F91EC2"/>
    <w:rsid w:val="00F92001"/>
    <w:rsid w:val="00F921C5"/>
    <w:rsid w:val="00FA7A42"/>
    <w:rsid w:val="00FB3B05"/>
    <w:rsid w:val="00FB3E6A"/>
    <w:rsid w:val="00FB4A82"/>
    <w:rsid w:val="00FB6E4A"/>
    <w:rsid w:val="00FC188C"/>
    <w:rsid w:val="00FC2269"/>
    <w:rsid w:val="00FC2564"/>
    <w:rsid w:val="00FC4219"/>
    <w:rsid w:val="00FC64DF"/>
    <w:rsid w:val="00FD25EC"/>
    <w:rsid w:val="00FD7609"/>
    <w:rsid w:val="00FD76ED"/>
    <w:rsid w:val="00FE0844"/>
    <w:rsid w:val="00FE1DD5"/>
    <w:rsid w:val="00FE2274"/>
    <w:rsid w:val="00FE25FB"/>
    <w:rsid w:val="00FE39F4"/>
    <w:rsid w:val="00FE4D08"/>
    <w:rsid w:val="00FF376D"/>
    <w:rsid w:val="00FF79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C2B889"/>
  <w15:docId w15:val="{C31F30DD-527A-40B7-BEA5-B9670EEFF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2"/>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rsid w:val="008A5C94"/>
    <w:pPr>
      <w:tabs>
        <w:tab w:val="center" w:pos="4536"/>
        <w:tab w:val="right" w:pos="9072"/>
      </w:tabs>
    </w:pPr>
    <w:rPr>
      <w:sz w:val="16"/>
    </w:rPr>
  </w:style>
  <w:style w:type="paragraph" w:customStyle="1" w:styleId="Odstavec2">
    <w:name w:val="Odstavec2"/>
    <w:basedOn w:val="Normln"/>
    <w:qFormat/>
    <w:rsid w:val="000D19D8"/>
    <w:pPr>
      <w:numPr>
        <w:ilvl w:val="1"/>
        <w:numId w:val="4"/>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4"/>
      </w:numPr>
      <w:spacing w:before="600"/>
      <w:jc w:val="center"/>
    </w:pPr>
    <w:rPr>
      <w:b/>
      <w:bCs/>
      <w:sz w:val="24"/>
      <w:szCs w:val="20"/>
    </w:rPr>
  </w:style>
  <w:style w:type="paragraph" w:styleId="Zpat">
    <w:name w:val="footer"/>
    <w:basedOn w:val="Normln"/>
    <w:link w:val="ZpatChar"/>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3"/>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iPriority w:val="99"/>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uiPriority w:val="99"/>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link w:val="OdstavecseseznamemChar"/>
    <w:uiPriority w:val="34"/>
    <w:qFormat/>
    <w:rsid w:val="00204984"/>
    <w:pPr>
      <w:spacing w:after="200" w:line="276" w:lineRule="auto"/>
      <w:ind w:left="720"/>
      <w:contextualSpacing/>
      <w:jc w:val="left"/>
    </w:pPr>
    <w:rPr>
      <w:rFonts w:ascii="Calibri" w:hAnsi="Calibri"/>
      <w:sz w:val="22"/>
      <w:szCs w:val="22"/>
    </w:rPr>
  </w:style>
  <w:style w:type="paragraph" w:styleId="Podnadpis">
    <w:name w:val="Subtitle"/>
    <w:basedOn w:val="Normln"/>
    <w:next w:val="Normln"/>
    <w:link w:val="Podnadpis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nadpisChar">
    <w:name w:val="Podnadpis Char"/>
    <w:basedOn w:val="Standardnpsmoodstavce"/>
    <w:link w:val="Podnadpis"/>
    <w:uiPriority w:val="11"/>
    <w:rsid w:val="00DD57F1"/>
    <w:rPr>
      <w:rFonts w:ascii="Cambria" w:hAnsi="Cambria"/>
      <w:i/>
      <w:iCs/>
      <w:color w:val="4F81BD"/>
      <w:spacing w:val="15"/>
      <w:sz w:val="24"/>
      <w:szCs w:val="24"/>
    </w:rPr>
  </w:style>
  <w:style w:type="character" w:styleId="Hypertextovodkaz">
    <w:name w:val="Hyperlink"/>
    <w:basedOn w:val="Standardnpsmoodstavce"/>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paragraph" w:customStyle="1" w:styleId="02-ODST-2">
    <w:name w:val="02-ODST-2"/>
    <w:basedOn w:val="Normln"/>
    <w:link w:val="02-ODST-2Char"/>
    <w:qFormat/>
    <w:rsid w:val="00AF7DD3"/>
    <w:pPr>
      <w:tabs>
        <w:tab w:val="left" w:pos="567"/>
        <w:tab w:val="num" w:pos="1080"/>
      </w:tabs>
      <w:spacing w:before="120" w:after="0"/>
      <w:ind w:left="567" w:hanging="567"/>
    </w:pPr>
    <w:rPr>
      <w:szCs w:val="20"/>
    </w:rPr>
  </w:style>
  <w:style w:type="paragraph" w:customStyle="1" w:styleId="01-L">
    <w:name w:val="01-ČL."/>
    <w:basedOn w:val="Normln"/>
    <w:next w:val="Normln"/>
    <w:qFormat/>
    <w:rsid w:val="00AF7DD3"/>
    <w:pPr>
      <w:spacing w:before="600" w:after="0"/>
      <w:ind w:left="18" w:hanging="454"/>
      <w:jc w:val="center"/>
    </w:pPr>
    <w:rPr>
      <w:b/>
      <w:bCs/>
      <w:sz w:val="24"/>
      <w:szCs w:val="20"/>
    </w:rPr>
  </w:style>
  <w:style w:type="paragraph" w:customStyle="1" w:styleId="05-ODST-3">
    <w:name w:val="05-ODST-3"/>
    <w:basedOn w:val="02-ODST-2"/>
    <w:qFormat/>
    <w:rsid w:val="00AF7DD3"/>
    <w:pPr>
      <w:tabs>
        <w:tab w:val="clear" w:pos="567"/>
        <w:tab w:val="clear" w:pos="1080"/>
        <w:tab w:val="left" w:pos="1134"/>
        <w:tab w:val="num" w:pos="1789"/>
      </w:tabs>
      <w:ind w:left="1559" w:hanging="850"/>
    </w:pPr>
  </w:style>
  <w:style w:type="paragraph" w:customStyle="1" w:styleId="10-ODST-3">
    <w:name w:val="10-ODST-3"/>
    <w:basedOn w:val="05-ODST-3"/>
    <w:qFormat/>
    <w:rsid w:val="00AF7DD3"/>
    <w:pPr>
      <w:tabs>
        <w:tab w:val="clear" w:pos="1789"/>
        <w:tab w:val="left" w:pos="1701"/>
        <w:tab w:val="num" w:pos="2007"/>
      </w:tabs>
      <w:ind w:left="1701" w:hanging="1134"/>
    </w:pPr>
  </w:style>
  <w:style w:type="character" w:customStyle="1" w:styleId="tsubjname">
    <w:name w:val="tsubjname"/>
    <w:basedOn w:val="Standardnpsmoodstavce"/>
    <w:rsid w:val="000928C3"/>
  </w:style>
  <w:style w:type="character" w:customStyle="1" w:styleId="OdstavecseseznamemChar">
    <w:name w:val="Odstavec se seznamem Char"/>
    <w:basedOn w:val="Standardnpsmoodstavce"/>
    <w:link w:val="Odstavecseseznamem"/>
    <w:uiPriority w:val="34"/>
    <w:rsid w:val="00FE0844"/>
    <w:rPr>
      <w:rFonts w:ascii="Calibri" w:hAnsi="Calibri"/>
      <w:sz w:val="22"/>
      <w:szCs w:val="22"/>
    </w:rPr>
  </w:style>
  <w:style w:type="character" w:customStyle="1" w:styleId="02-ODST-2Char">
    <w:name w:val="02-ODST-2 Char"/>
    <w:basedOn w:val="Standardnpsmoodstavce"/>
    <w:link w:val="02-ODST-2"/>
    <w:rsid w:val="0068071D"/>
    <w:rPr>
      <w:rFonts w:ascii="Arial" w:hAnsi="Arial"/>
    </w:rPr>
  </w:style>
  <w:style w:type="paragraph" w:styleId="Revize">
    <w:name w:val="Revision"/>
    <w:hidden/>
    <w:uiPriority w:val="99"/>
    <w:semiHidden/>
    <w:rsid w:val="00877146"/>
    <w:rPr>
      <w:rFonts w:ascii="Arial" w:hAnsi="Arial"/>
      <w:szCs w:val="24"/>
    </w:rPr>
  </w:style>
  <w:style w:type="paragraph" w:styleId="Obsah8">
    <w:name w:val="toc 8"/>
    <w:basedOn w:val="Normln"/>
    <w:next w:val="Normln"/>
    <w:autoRedefine/>
    <w:semiHidden/>
    <w:rsid w:val="000C22EE"/>
    <w:pPr>
      <w:spacing w:after="0"/>
      <w:ind w:left="1680"/>
      <w:jc w:val="left"/>
    </w:pPr>
    <w:rPr>
      <w:rFonts w:ascii="Times New Roman" w:hAnsi="Times New Roman"/>
      <w:sz w:val="18"/>
      <w:szCs w:val="18"/>
    </w:rPr>
  </w:style>
  <w:style w:type="paragraph" w:customStyle="1" w:styleId="Odrky-psmena">
    <w:name w:val="Odrážky - písmena"/>
    <w:basedOn w:val="Normln"/>
    <w:rsid w:val="00AA3803"/>
    <w:pPr>
      <w:numPr>
        <w:numId w:val="10"/>
      </w:numPr>
      <w:spacing w:after="0"/>
    </w:pPr>
    <w:rPr>
      <w:szCs w:val="20"/>
    </w:rPr>
  </w:style>
  <w:style w:type="paragraph" w:customStyle="1" w:styleId="Odrky2rove">
    <w:name w:val="Odrážky 2 úroveň"/>
    <w:basedOn w:val="Normln"/>
    <w:rsid w:val="00AA3803"/>
    <w:pPr>
      <w:numPr>
        <w:ilvl w:val="1"/>
        <w:numId w:val="10"/>
      </w:numPr>
      <w:spacing w:after="0"/>
    </w:pPr>
    <w:rPr>
      <w:szCs w:val="20"/>
    </w:rPr>
  </w:style>
  <w:style w:type="paragraph" w:styleId="Zkladntext2">
    <w:name w:val="Body Text 2"/>
    <w:basedOn w:val="Normln"/>
    <w:link w:val="Zkladntext2Char"/>
    <w:rsid w:val="007C43CE"/>
    <w:pPr>
      <w:spacing w:after="0"/>
    </w:pPr>
    <w:rPr>
      <w:b/>
      <w:sz w:val="22"/>
      <w:szCs w:val="20"/>
    </w:rPr>
  </w:style>
  <w:style w:type="character" w:customStyle="1" w:styleId="Zkladntext2Char">
    <w:name w:val="Základní text 2 Char"/>
    <w:basedOn w:val="Standardnpsmoodstavce"/>
    <w:link w:val="Zkladntext2"/>
    <w:rsid w:val="007C43CE"/>
    <w:rPr>
      <w:rFonts w:ascii="Arial" w:hAnsi="Arial"/>
      <w:b/>
      <w:sz w:val="22"/>
    </w:rPr>
  </w:style>
  <w:style w:type="paragraph" w:styleId="Prosttext">
    <w:name w:val="Plain Text"/>
    <w:basedOn w:val="Normln"/>
    <w:link w:val="ProsttextChar"/>
    <w:rsid w:val="00C30045"/>
    <w:pPr>
      <w:spacing w:before="120" w:after="0"/>
    </w:pPr>
    <w:rPr>
      <w:rFonts w:ascii="Courier New" w:hAnsi="Courier New" w:cs="Courier New"/>
      <w:szCs w:val="20"/>
    </w:rPr>
  </w:style>
  <w:style w:type="character" w:customStyle="1" w:styleId="ProsttextChar">
    <w:name w:val="Prostý text Char"/>
    <w:basedOn w:val="Standardnpsmoodstavce"/>
    <w:link w:val="Prosttext"/>
    <w:rsid w:val="00C30045"/>
    <w:rPr>
      <w:rFonts w:ascii="Courier New" w:hAnsi="Courier New" w:cs="Courier New"/>
    </w:rPr>
  </w:style>
  <w:style w:type="character" w:customStyle="1" w:styleId="ZhlavChar">
    <w:name w:val="Záhlaví Char"/>
    <w:basedOn w:val="Standardnpsmoodstavce"/>
    <w:link w:val="Zhlav"/>
    <w:uiPriority w:val="99"/>
    <w:rsid w:val="00446BE8"/>
    <w:rPr>
      <w:rFonts w:ascii="Arial" w:hAnsi="Arial"/>
      <w:sz w:val="16"/>
      <w:szCs w:val="24"/>
    </w:rPr>
  </w:style>
  <w:style w:type="character" w:styleId="Nevyeenzmnka">
    <w:name w:val="Unresolved Mention"/>
    <w:basedOn w:val="Standardnpsmoodstavce"/>
    <w:uiPriority w:val="99"/>
    <w:semiHidden/>
    <w:unhideWhenUsed/>
    <w:rsid w:val="00A7793B"/>
    <w:rPr>
      <w:color w:val="605E5C"/>
      <w:shd w:val="clear" w:color="auto" w:fill="E1DFDD"/>
    </w:rPr>
  </w:style>
  <w:style w:type="paragraph" w:styleId="Zkladntext">
    <w:name w:val="Body Text"/>
    <w:basedOn w:val="Normln"/>
    <w:link w:val="ZkladntextChar"/>
    <w:uiPriority w:val="99"/>
    <w:semiHidden/>
    <w:unhideWhenUsed/>
    <w:rsid w:val="00B14E27"/>
  </w:style>
  <w:style w:type="character" w:customStyle="1" w:styleId="ZkladntextChar">
    <w:name w:val="Základní text Char"/>
    <w:basedOn w:val="Standardnpsmoodstavce"/>
    <w:link w:val="Zkladntext"/>
    <w:uiPriority w:val="99"/>
    <w:semiHidden/>
    <w:rsid w:val="00B14E27"/>
    <w:rPr>
      <w:rFonts w:ascii="Arial" w:hAnsi="Arial"/>
      <w:szCs w:val="24"/>
    </w:rPr>
  </w:style>
  <w:style w:type="character" w:customStyle="1" w:styleId="ZpatChar">
    <w:name w:val="Zápatí Char"/>
    <w:link w:val="Zpat"/>
    <w:locked/>
    <w:rsid w:val="00811ABD"/>
    <w:rPr>
      <w:rFonts w:ascii="Arial" w:hAnsi="Arial"/>
      <w:sz w:val="16"/>
      <w:szCs w:val="24"/>
    </w:rPr>
  </w:style>
  <w:style w:type="paragraph" w:customStyle="1" w:styleId="01-ODST-2">
    <w:name w:val="01-ODST-2"/>
    <w:basedOn w:val="Normln"/>
    <w:qFormat/>
    <w:rsid w:val="00994DBB"/>
    <w:pPr>
      <w:tabs>
        <w:tab w:val="left" w:pos="567"/>
        <w:tab w:val="num" w:pos="1080"/>
      </w:tabs>
      <w:spacing w:before="120" w:after="0"/>
      <w:ind w:left="567" w:hanging="567"/>
      <w:outlineLvl w:val="1"/>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488266">
      <w:bodyDiv w:val="1"/>
      <w:marLeft w:val="0"/>
      <w:marRight w:val="0"/>
      <w:marTop w:val="0"/>
      <w:marBottom w:val="0"/>
      <w:divBdr>
        <w:top w:val="none" w:sz="0" w:space="0" w:color="auto"/>
        <w:left w:val="none" w:sz="0" w:space="0" w:color="auto"/>
        <w:bottom w:val="none" w:sz="0" w:space="0" w:color="auto"/>
        <w:right w:val="none" w:sz="0" w:space="0" w:color="auto"/>
      </w:divBdr>
    </w:div>
    <w:div w:id="190730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clav.polanka@ceproas.cz" TargetMode="External"/><Relationship Id="rId13" Type="http://schemas.openxmlformats.org/officeDocument/2006/relationships/hyperlink" Target="mailto:michal.behounek@ceproas.cz"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les.lenk@ceproas.cz" TargetMode="External"/><Relationship Id="rId17" Type="http://schemas.openxmlformats.org/officeDocument/2006/relationships/hyperlink" Target="http://www.ceproas.cz" TargetMode="External"/><Relationship Id="rId2" Type="http://schemas.openxmlformats.org/officeDocument/2006/relationships/numbering" Target="numbering.xml"/><Relationship Id="rId16" Type="http://schemas.openxmlformats.org/officeDocument/2006/relationships/hyperlink" Target="https://www.ceproas.cz/vyberova-rizen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es.lenk@ceproas.cz" TargetMode="External"/><Relationship Id="rId5" Type="http://schemas.openxmlformats.org/officeDocument/2006/relationships/webSettings" Target="webSettings.xml"/><Relationship Id="rId15" Type="http://schemas.openxmlformats.org/officeDocument/2006/relationships/hyperlink" Target="http://www.ceproas.cz" TargetMode="External"/><Relationship Id="rId10" Type="http://schemas.openxmlformats.org/officeDocument/2006/relationships/hyperlink" Target="mailto:ales.lenk@ceproas.cz"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les.lenk@ceproas.cz" TargetMode="External"/><Relationship Id="rId14" Type="http://schemas.openxmlformats.org/officeDocument/2006/relationships/hyperlink" Target="mailto:dosle.faktury@ceproas.c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psar\AppData\Roaming\Microsoft\&#352;ablony\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A6DAE-5D01-465D-B94D-5D357B7B1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Smlouva.dot</Template>
  <TotalTime>15</TotalTime>
  <Pages>16</Pages>
  <Words>8051</Words>
  <Characters>47239</Characters>
  <Application>Microsoft Office Word</Application>
  <DocSecurity>0</DocSecurity>
  <Lines>393</Lines>
  <Paragraphs>110</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55180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Pospíchal</dc:creator>
  <cp:lastModifiedBy>Ševecová Ivana</cp:lastModifiedBy>
  <cp:revision>25</cp:revision>
  <cp:lastPrinted>2022-03-31T07:29:00Z</cp:lastPrinted>
  <dcterms:created xsi:type="dcterms:W3CDTF">2024-11-05T09:18:00Z</dcterms:created>
  <dcterms:modified xsi:type="dcterms:W3CDTF">2024-12-11T07:41:00Z</dcterms:modified>
</cp:coreProperties>
</file>